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6CD8" w:rsidRDefault="00816CD8">
      <w:pPr>
        <w:rPr>
          <w:b/>
          <w:sz w:val="28"/>
          <w:szCs w:val="26"/>
          <w:lang w:eastAsia="en-US"/>
        </w:rPr>
      </w:pPr>
      <w:bookmarkStart w:id="0" w:name="_GoBack"/>
      <w:bookmarkEnd w:id="0"/>
    </w:p>
    <w:p w:rsidR="00D3297D" w:rsidRPr="005F00B7" w:rsidRDefault="00D3297D" w:rsidP="00D3297D">
      <w:pPr>
        <w:keepNext/>
        <w:keepLines/>
        <w:spacing w:before="240" w:after="240"/>
        <w:ind w:firstLine="426"/>
        <w:jc w:val="center"/>
        <w:outlineLvl w:val="0"/>
        <w:rPr>
          <w:b/>
          <w:sz w:val="28"/>
          <w:szCs w:val="32"/>
          <w:lang w:eastAsia="en-US"/>
        </w:rPr>
      </w:pPr>
      <w:bookmarkStart w:id="1" w:name="_Toc422228723"/>
      <w:bookmarkStart w:id="2" w:name="_Toc425860528"/>
      <w:bookmarkStart w:id="3" w:name="_Toc446061614"/>
      <w:r w:rsidRPr="005F00B7">
        <w:rPr>
          <w:b/>
          <w:sz w:val="28"/>
          <w:szCs w:val="32"/>
          <w:lang w:eastAsia="en-US"/>
        </w:rPr>
        <w:t>Авторский коллектив.</w:t>
      </w:r>
      <w:bookmarkEnd w:id="1"/>
      <w:bookmarkEnd w:id="2"/>
    </w:p>
    <w:tbl>
      <w:tblPr>
        <w:tblW w:w="976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71"/>
        <w:gridCol w:w="2816"/>
        <w:gridCol w:w="1843"/>
        <w:gridCol w:w="1436"/>
      </w:tblGrid>
      <w:tr w:rsidR="00D3297D" w:rsidRPr="005F00B7" w:rsidTr="00D3297D">
        <w:trPr>
          <w:jc w:val="center"/>
        </w:trPr>
        <w:tc>
          <w:tcPr>
            <w:tcW w:w="3671" w:type="dxa"/>
          </w:tcPr>
          <w:p w:rsidR="00D3297D" w:rsidRPr="0063546D" w:rsidRDefault="00D3297D" w:rsidP="00151CD2">
            <w:pPr>
              <w:spacing w:after="160"/>
              <w:ind w:firstLine="19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63546D">
              <w:rPr>
                <w:rFonts w:eastAsia="Calibri"/>
                <w:sz w:val="24"/>
                <w:szCs w:val="24"/>
                <w:lang w:eastAsia="en-US"/>
              </w:rPr>
              <w:t>Должность</w:t>
            </w:r>
          </w:p>
        </w:tc>
        <w:tc>
          <w:tcPr>
            <w:tcW w:w="2816" w:type="dxa"/>
            <w:vAlign w:val="center"/>
          </w:tcPr>
          <w:p w:rsidR="00D3297D" w:rsidRPr="0063546D" w:rsidRDefault="00D3297D" w:rsidP="00151CD2">
            <w:pPr>
              <w:ind w:firstLine="34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63546D">
              <w:rPr>
                <w:rFonts w:eastAsia="Calibri"/>
                <w:sz w:val="24"/>
                <w:szCs w:val="24"/>
                <w:lang w:eastAsia="en-US"/>
              </w:rPr>
              <w:t>Ф.И.О.</w:t>
            </w:r>
          </w:p>
        </w:tc>
        <w:tc>
          <w:tcPr>
            <w:tcW w:w="1843" w:type="dxa"/>
          </w:tcPr>
          <w:p w:rsidR="00D3297D" w:rsidRPr="0063546D" w:rsidRDefault="00D3297D" w:rsidP="00151CD2">
            <w:pPr>
              <w:spacing w:after="160"/>
              <w:ind w:hanging="89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63546D">
              <w:rPr>
                <w:rFonts w:eastAsia="Calibri"/>
                <w:sz w:val="24"/>
                <w:szCs w:val="24"/>
                <w:lang w:eastAsia="en-US"/>
              </w:rPr>
              <w:t>Подпись</w:t>
            </w:r>
          </w:p>
        </w:tc>
        <w:tc>
          <w:tcPr>
            <w:tcW w:w="1436" w:type="dxa"/>
          </w:tcPr>
          <w:p w:rsidR="00D3297D" w:rsidRPr="0063546D" w:rsidRDefault="00D3297D" w:rsidP="00151CD2">
            <w:pPr>
              <w:spacing w:after="16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63546D">
              <w:rPr>
                <w:rFonts w:eastAsia="Calibri"/>
                <w:sz w:val="24"/>
                <w:szCs w:val="24"/>
                <w:lang w:eastAsia="en-US"/>
              </w:rPr>
              <w:t>Дата</w:t>
            </w:r>
          </w:p>
        </w:tc>
      </w:tr>
      <w:tr w:rsidR="00D3297D" w:rsidRPr="005F00B7" w:rsidTr="00D3297D">
        <w:trPr>
          <w:jc w:val="center"/>
        </w:trPr>
        <w:tc>
          <w:tcPr>
            <w:tcW w:w="3671" w:type="dxa"/>
            <w:vAlign w:val="center"/>
          </w:tcPr>
          <w:p w:rsidR="00D3297D" w:rsidRPr="0063546D" w:rsidRDefault="00D3297D" w:rsidP="00151CD2">
            <w:pPr>
              <w:spacing w:after="16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63546D">
              <w:rPr>
                <w:rFonts w:eastAsia="Calibri"/>
                <w:sz w:val="24"/>
                <w:szCs w:val="24"/>
                <w:lang w:eastAsia="en-US"/>
              </w:rPr>
              <w:t>ГИП</w:t>
            </w:r>
          </w:p>
        </w:tc>
        <w:tc>
          <w:tcPr>
            <w:tcW w:w="2816" w:type="dxa"/>
            <w:vAlign w:val="center"/>
            <w:hideMark/>
          </w:tcPr>
          <w:p w:rsidR="00D3297D" w:rsidRDefault="00D3297D" w:rsidP="00151CD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63546D">
              <w:rPr>
                <w:rFonts w:eastAsia="Calibri"/>
                <w:sz w:val="24"/>
                <w:szCs w:val="24"/>
                <w:lang w:eastAsia="en-US"/>
              </w:rPr>
              <w:t>Козлов Ю.В.</w:t>
            </w:r>
          </w:p>
          <w:p w:rsidR="00D3297D" w:rsidRDefault="00D3297D" w:rsidP="00151CD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  <w:p w:rsidR="00D3297D" w:rsidRPr="0063546D" w:rsidRDefault="00D3297D" w:rsidP="00151CD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</w:tcPr>
          <w:p w:rsidR="00D3297D" w:rsidRPr="0063546D" w:rsidRDefault="00D3297D" w:rsidP="00151CD2">
            <w:pPr>
              <w:spacing w:after="160"/>
              <w:ind w:firstLine="709"/>
              <w:jc w:val="both"/>
              <w:rPr>
                <w:rFonts w:eastAsia="Calibri"/>
                <w:sz w:val="24"/>
                <w:szCs w:val="24"/>
                <w:highlight w:val="yellow"/>
                <w:lang w:eastAsia="en-US"/>
              </w:rPr>
            </w:pPr>
            <w:r>
              <w:rPr>
                <w:rFonts w:eastAsia="Calibri"/>
                <w:noProof/>
                <w:sz w:val="24"/>
                <w:szCs w:val="24"/>
              </w:rPr>
              <w:drawing>
                <wp:anchor distT="0" distB="0" distL="114300" distR="114300" simplePos="0" relativeHeight="251656704" behindDoc="1" locked="0" layoutInCell="1" allowOverlap="1">
                  <wp:simplePos x="0" y="0"/>
                  <wp:positionH relativeFrom="column">
                    <wp:posOffset>71323</wp:posOffset>
                  </wp:positionH>
                  <wp:positionV relativeFrom="page">
                    <wp:posOffset>9652</wp:posOffset>
                  </wp:positionV>
                  <wp:extent cx="961187" cy="497434"/>
                  <wp:effectExtent l="19050" t="0" r="0" b="0"/>
                  <wp:wrapNone/>
                  <wp:docPr id="73" name="Рисунок 73" descr="\\172.16.2.103\Data\ГП\Подписи\Козлов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" descr="\\172.16.2.103\Data\ГП\Подписи\Козлов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1187" cy="49743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36" w:type="dxa"/>
          </w:tcPr>
          <w:p w:rsidR="00D3297D" w:rsidRPr="0063546D" w:rsidRDefault="00D3297D" w:rsidP="00262D8D">
            <w:pPr>
              <w:spacing w:after="16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</w:t>
            </w:r>
            <w:r w:rsidR="00262D8D">
              <w:rPr>
                <w:rFonts w:eastAsia="Calibri"/>
                <w:sz w:val="24"/>
                <w:szCs w:val="24"/>
                <w:lang w:eastAsia="en-US"/>
              </w:rPr>
              <w:t>7</w:t>
            </w:r>
            <w:r>
              <w:rPr>
                <w:rFonts w:eastAsia="Calibri"/>
                <w:sz w:val="24"/>
                <w:szCs w:val="24"/>
                <w:lang w:eastAsia="en-US"/>
              </w:rPr>
              <w:t>.2016г.</w:t>
            </w:r>
          </w:p>
        </w:tc>
      </w:tr>
      <w:tr w:rsidR="00D3297D" w:rsidRPr="005F00B7" w:rsidTr="00D3297D">
        <w:trPr>
          <w:trHeight w:val="624"/>
          <w:jc w:val="center"/>
        </w:trPr>
        <w:tc>
          <w:tcPr>
            <w:tcW w:w="3671" w:type="dxa"/>
            <w:vAlign w:val="center"/>
            <w:hideMark/>
          </w:tcPr>
          <w:p w:rsidR="00D3297D" w:rsidRPr="0063546D" w:rsidRDefault="00D3297D" w:rsidP="00151CD2">
            <w:pPr>
              <w:spacing w:after="16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ГАП</w:t>
            </w:r>
            <w:r w:rsidRPr="0063546D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2816" w:type="dxa"/>
            <w:vAlign w:val="center"/>
            <w:hideMark/>
          </w:tcPr>
          <w:p w:rsidR="00D3297D" w:rsidRDefault="00D3297D" w:rsidP="00151CD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63546D">
              <w:rPr>
                <w:rFonts w:eastAsia="Calibri"/>
                <w:sz w:val="24"/>
                <w:szCs w:val="24"/>
                <w:lang w:eastAsia="en-US"/>
              </w:rPr>
              <w:t>Шаманина К.С.</w:t>
            </w:r>
          </w:p>
          <w:p w:rsidR="00D3297D" w:rsidRDefault="00D3297D" w:rsidP="00151CD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  <w:p w:rsidR="00D3297D" w:rsidRPr="0063546D" w:rsidRDefault="00D3297D" w:rsidP="00151CD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</w:tcPr>
          <w:p w:rsidR="00D3297D" w:rsidRPr="0063546D" w:rsidRDefault="00D3297D" w:rsidP="00151CD2">
            <w:pPr>
              <w:spacing w:after="160"/>
              <w:ind w:firstLine="709"/>
              <w:jc w:val="both"/>
              <w:rPr>
                <w:rFonts w:eastAsia="Calibri"/>
                <w:sz w:val="24"/>
                <w:szCs w:val="24"/>
                <w:highlight w:val="yellow"/>
                <w:lang w:eastAsia="en-US"/>
              </w:rPr>
            </w:pPr>
            <w:r>
              <w:rPr>
                <w:rFonts w:eastAsia="Calibri"/>
                <w:noProof/>
                <w:sz w:val="24"/>
                <w:szCs w:val="24"/>
                <w:highlight w:val="yellow"/>
              </w:rPr>
              <w:drawing>
                <wp:anchor distT="0" distB="0" distL="114300" distR="114300" simplePos="0" relativeHeight="251657728" behindDoc="1" locked="0" layoutInCell="1" allowOverlap="1">
                  <wp:simplePos x="0" y="0"/>
                  <wp:positionH relativeFrom="column">
                    <wp:posOffset>55245</wp:posOffset>
                  </wp:positionH>
                  <wp:positionV relativeFrom="paragraph">
                    <wp:posOffset>132080</wp:posOffset>
                  </wp:positionV>
                  <wp:extent cx="923925" cy="242053"/>
                  <wp:effectExtent l="0" t="0" r="0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3925" cy="24205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1F770D">
              <w:rPr>
                <w:noProof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8" type="#_x0000_t75" style="position:absolute;left:0;text-align:left;margin-left:2.1pt;margin-top:40.25pt;width:77.25pt;height:38.65pt;z-index:-251657728;mso-position-horizontal-relative:text;mso-position-vertical-relative:text">
                  <v:imagedata r:id="rId11" o:title=""/>
                </v:shape>
                <o:OLEObject Type="Embed" ProgID="Photoshop.Image.13" ShapeID="_x0000_s1028" DrawAspect="Content" ObjectID="_1530015868" r:id="rId12"/>
              </w:pict>
            </w:r>
          </w:p>
        </w:tc>
        <w:tc>
          <w:tcPr>
            <w:tcW w:w="1436" w:type="dxa"/>
          </w:tcPr>
          <w:p w:rsidR="00D3297D" w:rsidRPr="0063546D" w:rsidRDefault="00D3297D" w:rsidP="00262D8D">
            <w:pPr>
              <w:spacing w:after="16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</w:t>
            </w:r>
            <w:r w:rsidR="00262D8D">
              <w:rPr>
                <w:rFonts w:eastAsia="Calibri"/>
                <w:sz w:val="24"/>
                <w:szCs w:val="24"/>
                <w:lang w:eastAsia="en-US"/>
              </w:rPr>
              <w:t>7</w:t>
            </w:r>
            <w:r>
              <w:rPr>
                <w:rFonts w:eastAsia="Calibri"/>
                <w:sz w:val="24"/>
                <w:szCs w:val="24"/>
                <w:lang w:eastAsia="en-US"/>
              </w:rPr>
              <w:t>.2016г.</w:t>
            </w:r>
          </w:p>
        </w:tc>
      </w:tr>
      <w:tr w:rsidR="00D3297D" w:rsidRPr="005F00B7" w:rsidTr="00D3297D">
        <w:trPr>
          <w:jc w:val="center"/>
        </w:trPr>
        <w:tc>
          <w:tcPr>
            <w:tcW w:w="3671" w:type="dxa"/>
            <w:vAlign w:val="center"/>
            <w:hideMark/>
          </w:tcPr>
          <w:p w:rsidR="00D3297D" w:rsidRPr="0063546D" w:rsidRDefault="00D3297D" w:rsidP="00151CD2">
            <w:pPr>
              <w:spacing w:after="16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Руководитель группы</w:t>
            </w:r>
          </w:p>
        </w:tc>
        <w:tc>
          <w:tcPr>
            <w:tcW w:w="2816" w:type="dxa"/>
            <w:vAlign w:val="center"/>
            <w:hideMark/>
          </w:tcPr>
          <w:p w:rsidR="00D3297D" w:rsidRDefault="00D3297D" w:rsidP="00151CD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63546D">
              <w:rPr>
                <w:rFonts w:eastAsia="Calibri"/>
                <w:sz w:val="24"/>
                <w:szCs w:val="24"/>
                <w:lang w:eastAsia="en-US"/>
              </w:rPr>
              <w:t>Паниткова Е.А.</w:t>
            </w:r>
          </w:p>
          <w:p w:rsidR="00D3297D" w:rsidRDefault="00D3297D" w:rsidP="00151CD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  <w:p w:rsidR="00D3297D" w:rsidRPr="0063546D" w:rsidRDefault="00D3297D" w:rsidP="00151CD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</w:tcPr>
          <w:p w:rsidR="00D3297D" w:rsidRPr="0063546D" w:rsidRDefault="00D3297D" w:rsidP="00151CD2">
            <w:pPr>
              <w:spacing w:after="160"/>
              <w:ind w:firstLine="709"/>
              <w:jc w:val="both"/>
              <w:rPr>
                <w:rFonts w:eastAsia="Calibri"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1436" w:type="dxa"/>
          </w:tcPr>
          <w:p w:rsidR="00D3297D" w:rsidRPr="0063546D" w:rsidRDefault="00D3297D" w:rsidP="00262D8D">
            <w:pPr>
              <w:spacing w:after="16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</w:t>
            </w:r>
            <w:r w:rsidR="00262D8D">
              <w:rPr>
                <w:rFonts w:eastAsia="Calibri"/>
                <w:sz w:val="24"/>
                <w:szCs w:val="24"/>
                <w:lang w:eastAsia="en-US"/>
              </w:rPr>
              <w:t>7</w:t>
            </w:r>
            <w:r>
              <w:rPr>
                <w:rFonts w:eastAsia="Calibri"/>
                <w:sz w:val="24"/>
                <w:szCs w:val="24"/>
                <w:lang w:eastAsia="en-US"/>
              </w:rPr>
              <w:t>.2016г.</w:t>
            </w:r>
          </w:p>
        </w:tc>
      </w:tr>
      <w:tr w:rsidR="00D3297D" w:rsidRPr="005F00B7" w:rsidTr="00D3297D">
        <w:trPr>
          <w:jc w:val="center"/>
        </w:trPr>
        <w:tc>
          <w:tcPr>
            <w:tcW w:w="3671" w:type="dxa"/>
            <w:vAlign w:val="center"/>
          </w:tcPr>
          <w:p w:rsidR="00D3297D" w:rsidRDefault="000B1FA0" w:rsidP="00151CD2">
            <w:pPr>
              <w:spacing w:after="16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Ведущий инженер</w:t>
            </w:r>
          </w:p>
        </w:tc>
        <w:tc>
          <w:tcPr>
            <w:tcW w:w="2816" w:type="dxa"/>
            <w:vAlign w:val="center"/>
          </w:tcPr>
          <w:p w:rsidR="00D3297D" w:rsidRDefault="00262D8D" w:rsidP="00151CD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Вольнов А.В.</w:t>
            </w:r>
          </w:p>
          <w:p w:rsidR="00D3297D" w:rsidRDefault="00D3297D" w:rsidP="00151CD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  <w:p w:rsidR="00D3297D" w:rsidRPr="0063546D" w:rsidRDefault="00D3297D" w:rsidP="00151CD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</w:tcPr>
          <w:p w:rsidR="00D3297D" w:rsidRPr="0063546D" w:rsidRDefault="00D3297D" w:rsidP="00151CD2">
            <w:pPr>
              <w:spacing w:after="160"/>
              <w:ind w:firstLine="709"/>
              <w:jc w:val="both"/>
              <w:rPr>
                <w:rFonts w:eastAsia="Calibri"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1436" w:type="dxa"/>
          </w:tcPr>
          <w:p w:rsidR="00D3297D" w:rsidRDefault="00D3297D" w:rsidP="00262D8D">
            <w:pPr>
              <w:spacing w:after="16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</w:t>
            </w:r>
            <w:r w:rsidR="00262D8D">
              <w:rPr>
                <w:rFonts w:eastAsia="Calibri"/>
                <w:sz w:val="24"/>
                <w:szCs w:val="24"/>
                <w:lang w:eastAsia="en-US"/>
              </w:rPr>
              <w:t>7</w:t>
            </w:r>
            <w:r>
              <w:rPr>
                <w:rFonts w:eastAsia="Calibri"/>
                <w:sz w:val="24"/>
                <w:szCs w:val="24"/>
                <w:lang w:eastAsia="en-US"/>
              </w:rPr>
              <w:t>.2016г.</w:t>
            </w:r>
          </w:p>
        </w:tc>
      </w:tr>
    </w:tbl>
    <w:p w:rsidR="00D3297D" w:rsidRPr="005F00B7" w:rsidRDefault="00D3297D" w:rsidP="00D3297D">
      <w:pPr>
        <w:spacing w:after="160"/>
        <w:ind w:firstLine="709"/>
        <w:jc w:val="both"/>
        <w:rPr>
          <w:rFonts w:eastAsia="Calibri"/>
          <w:sz w:val="28"/>
          <w:szCs w:val="22"/>
          <w:lang w:eastAsia="en-US"/>
        </w:rPr>
      </w:pPr>
    </w:p>
    <w:bookmarkEnd w:id="3"/>
    <w:p w:rsidR="0027480E" w:rsidRDefault="0027480E" w:rsidP="0027480E">
      <w:pPr>
        <w:jc w:val="center"/>
        <w:rPr>
          <w:rFonts w:ascii="Arial" w:hAnsi="Arial" w:cs="Arial"/>
          <w:b/>
          <w:sz w:val="24"/>
          <w:szCs w:val="24"/>
        </w:rPr>
      </w:pPr>
    </w:p>
    <w:p w:rsidR="00FC790F" w:rsidRDefault="00FC790F" w:rsidP="0027480E">
      <w:pPr>
        <w:jc w:val="center"/>
        <w:rPr>
          <w:rFonts w:ascii="Arial" w:hAnsi="Arial" w:cs="Arial"/>
          <w:b/>
          <w:sz w:val="24"/>
          <w:szCs w:val="24"/>
        </w:rPr>
      </w:pPr>
    </w:p>
    <w:p w:rsidR="00FC790F" w:rsidRDefault="00FC790F" w:rsidP="0027480E">
      <w:pPr>
        <w:jc w:val="center"/>
        <w:rPr>
          <w:rFonts w:ascii="Arial" w:hAnsi="Arial" w:cs="Arial"/>
          <w:b/>
          <w:sz w:val="24"/>
          <w:szCs w:val="24"/>
        </w:rPr>
      </w:pPr>
    </w:p>
    <w:p w:rsidR="00FC790F" w:rsidRDefault="00FC790F" w:rsidP="0027480E">
      <w:pPr>
        <w:jc w:val="center"/>
        <w:rPr>
          <w:rFonts w:ascii="Arial" w:hAnsi="Arial" w:cs="Arial"/>
          <w:b/>
          <w:sz w:val="24"/>
          <w:szCs w:val="24"/>
        </w:rPr>
      </w:pPr>
    </w:p>
    <w:p w:rsidR="00FC790F" w:rsidRDefault="00FC790F" w:rsidP="0027480E">
      <w:pPr>
        <w:jc w:val="center"/>
        <w:rPr>
          <w:rFonts w:ascii="Arial" w:hAnsi="Arial" w:cs="Arial"/>
          <w:b/>
          <w:sz w:val="24"/>
          <w:szCs w:val="24"/>
        </w:rPr>
      </w:pPr>
    </w:p>
    <w:p w:rsidR="00FC790F" w:rsidRDefault="00FC790F" w:rsidP="0027480E">
      <w:pPr>
        <w:jc w:val="center"/>
        <w:rPr>
          <w:rFonts w:ascii="Arial" w:hAnsi="Arial" w:cs="Arial"/>
          <w:b/>
          <w:sz w:val="24"/>
          <w:szCs w:val="24"/>
        </w:rPr>
      </w:pPr>
    </w:p>
    <w:p w:rsidR="00AB4B23" w:rsidRDefault="00AB4B23" w:rsidP="00AB4B23">
      <w:pPr>
        <w:ind w:left="142"/>
        <w:jc w:val="both"/>
        <w:rPr>
          <w:sz w:val="24"/>
          <w:szCs w:val="24"/>
          <w:highlight w:val="lightGray"/>
        </w:rPr>
      </w:pPr>
    </w:p>
    <w:p w:rsidR="00D3297D" w:rsidRDefault="00D3297D" w:rsidP="00AB4B23">
      <w:pPr>
        <w:ind w:left="142"/>
        <w:jc w:val="both"/>
        <w:rPr>
          <w:sz w:val="24"/>
          <w:szCs w:val="24"/>
          <w:highlight w:val="lightGray"/>
        </w:rPr>
      </w:pPr>
    </w:p>
    <w:p w:rsidR="00D3297D" w:rsidRDefault="00D3297D" w:rsidP="00AB4B23">
      <w:pPr>
        <w:ind w:left="142"/>
        <w:jc w:val="both"/>
        <w:rPr>
          <w:sz w:val="24"/>
          <w:szCs w:val="24"/>
          <w:highlight w:val="lightGray"/>
        </w:rPr>
      </w:pPr>
    </w:p>
    <w:p w:rsidR="00D3297D" w:rsidRDefault="00D3297D" w:rsidP="00AB4B23">
      <w:pPr>
        <w:ind w:left="142"/>
        <w:jc w:val="both"/>
        <w:rPr>
          <w:sz w:val="24"/>
          <w:szCs w:val="24"/>
          <w:highlight w:val="lightGray"/>
        </w:rPr>
      </w:pPr>
    </w:p>
    <w:p w:rsidR="00D3297D" w:rsidRDefault="00D3297D" w:rsidP="00AB4B23">
      <w:pPr>
        <w:ind w:left="142"/>
        <w:jc w:val="both"/>
        <w:rPr>
          <w:sz w:val="24"/>
          <w:szCs w:val="24"/>
          <w:highlight w:val="lightGray"/>
        </w:rPr>
      </w:pPr>
    </w:p>
    <w:p w:rsidR="00D3297D" w:rsidRPr="00AB4B23" w:rsidRDefault="00D3297D" w:rsidP="00AB4B23">
      <w:pPr>
        <w:ind w:left="142"/>
        <w:jc w:val="both"/>
        <w:rPr>
          <w:sz w:val="24"/>
          <w:szCs w:val="24"/>
          <w:highlight w:val="lightGray"/>
        </w:rPr>
      </w:pPr>
    </w:p>
    <w:p w:rsidR="00F12DAF" w:rsidRDefault="00F12DAF" w:rsidP="004C5ECD">
      <w:pPr>
        <w:pStyle w:val="1b"/>
        <w:ind w:left="0" w:firstLine="709"/>
      </w:pPr>
    </w:p>
    <w:p w:rsidR="00F12DAF" w:rsidRDefault="00F12DAF" w:rsidP="004C5ECD">
      <w:pPr>
        <w:pStyle w:val="1b"/>
        <w:ind w:left="0" w:firstLine="709"/>
      </w:pPr>
    </w:p>
    <w:p w:rsidR="005C1C2C" w:rsidRPr="007368D0" w:rsidRDefault="005C1C2C" w:rsidP="005C1C2C">
      <w:pPr>
        <w:jc w:val="center"/>
        <w:rPr>
          <w:b/>
          <w:sz w:val="28"/>
          <w:szCs w:val="28"/>
        </w:rPr>
      </w:pPr>
    </w:p>
    <w:p w:rsidR="00EC6B63" w:rsidRPr="009D6E51" w:rsidRDefault="00B400FF" w:rsidP="003D5CBF">
      <w:pPr>
        <w:pStyle w:val="1"/>
        <w:ind w:firstLine="0"/>
        <w:rPr>
          <w:bCs/>
        </w:rPr>
        <w:sectPr w:rsidR="00EC6B63" w:rsidRPr="009D6E51" w:rsidSect="00A7672A">
          <w:headerReference w:type="default" r:id="rId13"/>
          <w:footerReference w:type="default" r:id="rId14"/>
          <w:headerReference w:type="first" r:id="rId15"/>
          <w:footerReference w:type="first" r:id="rId16"/>
          <w:pgSz w:w="11907" w:h="16840" w:code="9"/>
          <w:pgMar w:top="425" w:right="708" w:bottom="1247" w:left="1134" w:header="0" w:footer="686" w:gutter="0"/>
          <w:pgNumType w:start="9"/>
          <w:cols w:space="720"/>
          <w:titlePg/>
        </w:sectPr>
      </w:pPr>
      <w:r w:rsidRPr="009D6E51">
        <w:rPr>
          <w:sz w:val="28"/>
          <w:szCs w:val="28"/>
        </w:rPr>
        <w:t xml:space="preserve">     </w:t>
      </w:r>
    </w:p>
    <w:p w:rsidR="00CB5F1E" w:rsidRPr="009D6E51" w:rsidRDefault="00CB5F1E" w:rsidP="00857202">
      <w:pPr>
        <w:jc w:val="center"/>
        <w:rPr>
          <w:b/>
          <w:sz w:val="32"/>
          <w:szCs w:val="32"/>
        </w:rPr>
      </w:pPr>
    </w:p>
    <w:sectPr w:rsidR="00CB5F1E" w:rsidRPr="009D6E51" w:rsidSect="00C82C9C">
      <w:headerReference w:type="default" r:id="rId17"/>
      <w:headerReference w:type="first" r:id="rId18"/>
      <w:footerReference w:type="first" r:id="rId19"/>
      <w:pgSz w:w="11907" w:h="16840" w:code="9"/>
      <w:pgMar w:top="1134" w:right="567" w:bottom="1134" w:left="1701" w:header="0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770D" w:rsidRDefault="001F770D">
      <w:r>
        <w:separator/>
      </w:r>
    </w:p>
  </w:endnote>
  <w:endnote w:type="continuationSeparator" w:id="0">
    <w:p w:rsidR="001F770D" w:rsidRDefault="001F77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ISOCPEUR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Прямой Проп">
    <w:charset w:val="59"/>
    <w:family w:val="auto"/>
    <w:pitch w:val="variable"/>
    <w:sig w:usb0="01020000" w:usb1="00000000" w:usb2="00000000" w:usb3="00000000" w:csb0="00000004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nivers Cd (W1)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2BE6" w:rsidRDefault="004E1DE0">
    <w:pPr>
      <w:pStyle w:val="a7"/>
    </w:pPr>
    <w:r>
      <w:rPr>
        <w:noProof/>
      </w:rPr>
      <mc:AlternateContent>
        <mc:Choice Requires="wps">
          <w:drawing>
            <wp:anchor distT="0" distB="0" distL="114300" distR="114300" simplePos="0" relativeHeight="251630592" behindDoc="0" locked="0" layoutInCell="1" allowOverlap="1">
              <wp:simplePos x="0" y="0"/>
              <wp:positionH relativeFrom="column">
                <wp:posOffset>6156960</wp:posOffset>
              </wp:positionH>
              <wp:positionV relativeFrom="paragraph">
                <wp:posOffset>118110</wp:posOffset>
              </wp:positionV>
              <wp:extent cx="342900" cy="202565"/>
              <wp:effectExtent l="0" t="0" r="0" b="6985"/>
              <wp:wrapNone/>
              <wp:docPr id="82" name="Rectangle 3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42900" cy="2025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52BE6" w:rsidRPr="000E7378" w:rsidRDefault="00885867" w:rsidP="00F87A4E">
                          <w:pPr>
                            <w:jc w:val="center"/>
                            <w:rPr>
                              <w:rFonts w:ascii="Arial" w:hAnsi="Arial" w:cs="Arial"/>
                              <w:b/>
                              <w:sz w:val="22"/>
                              <w:szCs w:val="22"/>
                            </w:rPr>
                          </w:pPr>
                          <w:r w:rsidRPr="000E7378">
                            <w:rPr>
                              <w:rStyle w:val="a9"/>
                              <w:rFonts w:ascii="Arial" w:hAnsi="Arial" w:cs="Arial"/>
                              <w:b/>
                              <w:sz w:val="22"/>
                              <w:szCs w:val="22"/>
                            </w:rPr>
                            <w:fldChar w:fldCharType="begin"/>
                          </w:r>
                          <w:r w:rsidR="00B52BE6" w:rsidRPr="000E7378">
                            <w:rPr>
                              <w:rStyle w:val="a9"/>
                              <w:rFonts w:ascii="Arial" w:hAnsi="Arial" w:cs="Arial"/>
                              <w:b/>
                              <w:sz w:val="22"/>
                              <w:szCs w:val="22"/>
                            </w:rPr>
                            <w:instrText xml:space="preserve"> PAGE </w:instrText>
                          </w:r>
                          <w:r w:rsidRPr="000E7378">
                            <w:rPr>
                              <w:rStyle w:val="a9"/>
                              <w:rFonts w:ascii="Arial" w:hAnsi="Arial" w:cs="Arial"/>
                              <w:b/>
                              <w:sz w:val="22"/>
                              <w:szCs w:val="22"/>
                            </w:rPr>
                            <w:fldChar w:fldCharType="separate"/>
                          </w:r>
                          <w:r w:rsidR="00262D8D">
                            <w:rPr>
                              <w:rStyle w:val="a9"/>
                              <w:rFonts w:ascii="Arial" w:hAnsi="Arial" w:cs="Arial"/>
                              <w:b/>
                              <w:noProof/>
                              <w:sz w:val="22"/>
                              <w:szCs w:val="22"/>
                            </w:rPr>
                            <w:t>10</w:t>
                          </w:r>
                          <w:r w:rsidRPr="000E7378">
                            <w:rPr>
                              <w:rStyle w:val="a9"/>
                              <w:rFonts w:ascii="Arial" w:hAnsi="Arial" w:cs="Arial"/>
                              <w:b/>
                              <w:sz w:val="22"/>
                              <w:szCs w:val="2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12700" tIns="12700" rIns="12700" bIns="127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322" o:spid="_x0000_s1026" style="position:absolute;margin-left:484.8pt;margin-top:9.3pt;width:27pt;height:15.95pt;z-index:251630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" filled="f" stroked="f" strokeweight="1pt">
              <v:textbox inset="1pt,1pt,1pt,1pt">
                <w:txbxContent>
                  <w:p w:rsidR="00B52BE6" w:rsidRPr="000E7378" w:rsidRDefault="00885867" w:rsidP="00F87A4E">
                    <w:pPr>
                      <w:jc w:val="center"/>
                      <w:rPr>
                        <w:rFonts w:ascii="Arial" w:hAnsi="Arial" w:cs="Arial"/>
                        <w:b/>
                        <w:sz w:val="22"/>
                        <w:szCs w:val="22"/>
                      </w:rPr>
                    </w:pPr>
                    <w:r w:rsidRPr="000E7378">
                      <w:rPr>
                        <w:rStyle w:val="a9"/>
                        <w:rFonts w:ascii="Arial" w:hAnsi="Arial" w:cs="Arial"/>
                        <w:b/>
                        <w:sz w:val="22"/>
                        <w:szCs w:val="22"/>
                      </w:rPr>
                      <w:fldChar w:fldCharType="begin"/>
                    </w:r>
                    <w:r w:rsidR="00B52BE6" w:rsidRPr="000E7378">
                      <w:rPr>
                        <w:rStyle w:val="a9"/>
                        <w:rFonts w:ascii="Arial" w:hAnsi="Arial" w:cs="Arial"/>
                        <w:b/>
                        <w:sz w:val="22"/>
                        <w:szCs w:val="22"/>
                      </w:rPr>
                      <w:instrText xml:space="preserve"> PAGE </w:instrText>
                    </w:r>
                    <w:r w:rsidRPr="000E7378">
                      <w:rPr>
                        <w:rStyle w:val="a9"/>
                        <w:rFonts w:ascii="Arial" w:hAnsi="Arial" w:cs="Arial"/>
                        <w:b/>
                        <w:sz w:val="22"/>
                        <w:szCs w:val="22"/>
                      </w:rPr>
                      <w:fldChar w:fldCharType="separate"/>
                    </w:r>
                    <w:r w:rsidR="00262D8D">
                      <w:rPr>
                        <w:rStyle w:val="a9"/>
                        <w:rFonts w:ascii="Arial" w:hAnsi="Arial" w:cs="Arial"/>
                        <w:b/>
                        <w:noProof/>
                        <w:sz w:val="22"/>
                        <w:szCs w:val="22"/>
                      </w:rPr>
                      <w:t>10</w:t>
                    </w:r>
                    <w:r w:rsidRPr="000E7378">
                      <w:rPr>
                        <w:rStyle w:val="a9"/>
                        <w:rFonts w:ascii="Arial" w:hAnsi="Arial" w:cs="Arial"/>
                        <w:b/>
                        <w:sz w:val="22"/>
                        <w:szCs w:val="22"/>
                      </w:rPr>
                      <w:fldChar w:fldCharType="end"/>
                    </w: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28544" behindDoc="0" locked="0" layoutInCell="1" allowOverlap="1">
              <wp:simplePos x="0" y="0"/>
              <wp:positionH relativeFrom="column">
                <wp:posOffset>2289810</wp:posOffset>
              </wp:positionH>
              <wp:positionV relativeFrom="page">
                <wp:posOffset>9825990</wp:posOffset>
              </wp:positionV>
              <wp:extent cx="3749675" cy="454660"/>
              <wp:effectExtent l="0" t="0" r="0" b="2540"/>
              <wp:wrapNone/>
              <wp:docPr id="81" name="Text Box 38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749675" cy="4546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52BE6" w:rsidRPr="00650E9A" w:rsidRDefault="00B52BE6" w:rsidP="00650E9A">
                          <w:pPr>
                            <w:jc w:val="center"/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</w:p>
                        <w:p w:rsidR="00B52BE6" w:rsidRPr="009B387C" w:rsidRDefault="00B52BE6" w:rsidP="00C06691">
                          <w:pPr>
                            <w:jc w:val="center"/>
                            <w:rPr>
                              <w:rFonts w:ascii="Arial" w:hAnsi="Arial" w:cs="Arial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Arial" w:hAnsi="Arial" w:cs="Arial"/>
                              <w:sz w:val="28"/>
                              <w:szCs w:val="28"/>
                            </w:rPr>
                            <w:t xml:space="preserve">13/ППС – 15 – </w:t>
                          </w:r>
                          <w:r w:rsidRPr="009B387C">
                            <w:rPr>
                              <w:rFonts w:ascii="Arial" w:hAnsi="Arial" w:cs="Arial"/>
                              <w:sz w:val="28"/>
                              <w:szCs w:val="28"/>
                            </w:rPr>
                            <w:t>ПП</w:t>
                          </w:r>
                          <w:r>
                            <w:rPr>
                              <w:rFonts w:ascii="Arial" w:hAnsi="Arial" w:cs="Arial"/>
                              <w:sz w:val="28"/>
                              <w:szCs w:val="28"/>
                            </w:rPr>
                            <w:t>Т - 1</w:t>
                          </w:r>
                          <w:r w:rsidRPr="009B387C">
                            <w:rPr>
                              <w:rFonts w:ascii="Arial" w:hAnsi="Arial" w:cs="Arial"/>
                              <w:sz w:val="28"/>
                              <w:szCs w:val="28"/>
                            </w:rPr>
                            <w:t>.</w:t>
                          </w:r>
                          <w:r>
                            <w:rPr>
                              <w:rFonts w:ascii="Arial" w:hAnsi="Arial" w:cs="Arial"/>
                              <w:sz w:val="28"/>
                              <w:szCs w:val="28"/>
                            </w:rPr>
                            <w:t xml:space="preserve"> </w:t>
                          </w:r>
                          <w:r w:rsidRPr="009B387C">
                            <w:rPr>
                              <w:rFonts w:ascii="Arial" w:hAnsi="Arial" w:cs="Arial"/>
                              <w:sz w:val="28"/>
                              <w:szCs w:val="28"/>
                            </w:rPr>
                            <w:t>ПЗ</w:t>
                          </w:r>
                        </w:p>
                        <w:p w:rsidR="00B52BE6" w:rsidRDefault="00B52BE6">
                          <w:pPr>
                            <w:jc w:val="center"/>
                          </w:pPr>
                        </w:p>
                        <w:p w:rsidR="00B52BE6" w:rsidRDefault="00B52BE6">
                          <w:pPr>
                            <w:jc w:val="center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82" o:spid="_x0000_s1027" type="#_x0000_t202" style="position:absolute;margin-left:180.3pt;margin-top:773.7pt;width:295.25pt;height:35.8pt;z-index:251628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" filled="f" stroked="f" strokecolor="white">
              <v:textbox>
                <w:txbxContent>
                  <w:p w:rsidR="00B52BE6" w:rsidRPr="00650E9A" w:rsidRDefault="00B52BE6" w:rsidP="00650E9A">
                    <w:pPr>
                      <w:jc w:val="center"/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</w:p>
                  <w:p w:rsidR="00B52BE6" w:rsidRPr="009B387C" w:rsidRDefault="00B52BE6" w:rsidP="00C06691">
                    <w:pPr>
                      <w:jc w:val="center"/>
                      <w:rPr>
                        <w:rFonts w:ascii="Arial" w:hAnsi="Arial" w:cs="Arial"/>
                        <w:sz w:val="28"/>
                        <w:szCs w:val="28"/>
                      </w:rPr>
                    </w:pPr>
                    <w:r>
                      <w:rPr>
                        <w:rFonts w:ascii="Arial" w:hAnsi="Arial" w:cs="Arial"/>
                        <w:sz w:val="28"/>
                        <w:szCs w:val="28"/>
                      </w:rPr>
                      <w:t xml:space="preserve">13/ППС – 15 – </w:t>
                    </w:r>
                    <w:r w:rsidRPr="009B387C">
                      <w:rPr>
                        <w:rFonts w:ascii="Arial" w:hAnsi="Arial" w:cs="Arial"/>
                        <w:sz w:val="28"/>
                        <w:szCs w:val="28"/>
                      </w:rPr>
                      <w:t>ПП</w:t>
                    </w:r>
                    <w:r>
                      <w:rPr>
                        <w:rFonts w:ascii="Arial" w:hAnsi="Arial" w:cs="Arial"/>
                        <w:sz w:val="28"/>
                        <w:szCs w:val="28"/>
                      </w:rPr>
                      <w:t>Т - 1</w:t>
                    </w:r>
                    <w:r w:rsidRPr="009B387C">
                      <w:rPr>
                        <w:rFonts w:ascii="Arial" w:hAnsi="Arial" w:cs="Arial"/>
                        <w:sz w:val="28"/>
                        <w:szCs w:val="28"/>
                      </w:rPr>
                      <w:t>.</w:t>
                    </w:r>
                    <w:r>
                      <w:rPr>
                        <w:rFonts w:ascii="Arial" w:hAnsi="Arial" w:cs="Arial"/>
                        <w:sz w:val="28"/>
                        <w:szCs w:val="28"/>
                      </w:rPr>
                      <w:t xml:space="preserve"> </w:t>
                    </w:r>
                    <w:r w:rsidRPr="009B387C">
                      <w:rPr>
                        <w:rFonts w:ascii="Arial" w:hAnsi="Arial" w:cs="Arial"/>
                        <w:sz w:val="28"/>
                        <w:szCs w:val="28"/>
                      </w:rPr>
                      <w:t>ПЗ</w:t>
                    </w:r>
                  </w:p>
                  <w:p w:rsidR="00B52BE6" w:rsidRDefault="00B52BE6">
                    <w:pPr>
                      <w:jc w:val="center"/>
                    </w:pPr>
                  </w:p>
                  <w:p w:rsidR="00B52BE6" w:rsidRDefault="00B52BE6">
                    <w:pPr>
                      <w:jc w:val="center"/>
                    </w:pPr>
                  </w:p>
                </w:txbxContent>
              </v:textbox>
              <w10:wrap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27520" behindDoc="0" locked="0" layoutInCell="1" allowOverlap="1">
              <wp:simplePos x="0" y="0"/>
              <wp:positionH relativeFrom="column">
                <wp:posOffset>6175375</wp:posOffset>
              </wp:positionH>
              <wp:positionV relativeFrom="paragraph">
                <wp:posOffset>-140970</wp:posOffset>
              </wp:positionV>
              <wp:extent cx="323850" cy="136525"/>
              <wp:effectExtent l="0" t="0" r="0" b="0"/>
              <wp:wrapNone/>
              <wp:docPr id="80" name="Rectangle 3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23850" cy="1365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52BE6" w:rsidRDefault="00B52BE6">
                          <w:pPr>
                            <w:jc w:val="center"/>
                            <w:rPr>
                              <w:sz w:val="18"/>
                            </w:rPr>
                          </w:pPr>
                          <w:r>
                            <w:rPr>
                              <w:rFonts w:ascii="Arial" w:hAnsi="Arial"/>
                              <w:sz w:val="18"/>
                            </w:rPr>
                            <w:t>Лист</w:t>
                          </w:r>
                        </w:p>
                      </w:txbxContent>
                    </wps:txbx>
                    <wps:bodyPr rot="0" vert="horz" wrap="square" lIns="12700" tIns="12700" rIns="12700" bIns="127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321" o:spid="_x0000_s1028" style="position:absolute;margin-left:486.25pt;margin-top:-11.1pt;width:25.5pt;height:10.75pt;z-index:251627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" filled="f" stroked="f" strokeweight="1pt">
              <v:textbox inset="1pt,1pt,1pt,1pt">
                <w:txbxContent>
                  <w:p w:rsidR="00B52BE6" w:rsidRDefault="00B52BE6">
                    <w:pPr>
                      <w:jc w:val="center"/>
                      <w:rPr>
                        <w:sz w:val="18"/>
                      </w:rPr>
                    </w:pPr>
                    <w:r>
                      <w:rPr>
                        <w:rFonts w:ascii="Arial" w:hAnsi="Arial"/>
                        <w:sz w:val="18"/>
                      </w:rPr>
                      <w:t>Лист</w:t>
                    </w: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26496" behindDoc="0" locked="0" layoutInCell="1" allowOverlap="1">
              <wp:simplePos x="0" y="0"/>
              <wp:positionH relativeFrom="column">
                <wp:posOffset>230505</wp:posOffset>
              </wp:positionH>
              <wp:positionV relativeFrom="paragraph">
                <wp:posOffset>198755</wp:posOffset>
              </wp:positionV>
              <wp:extent cx="361950" cy="141605"/>
              <wp:effectExtent l="0" t="0" r="0" b="0"/>
              <wp:wrapNone/>
              <wp:docPr id="79" name="Rectangle 3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61950" cy="1416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52BE6" w:rsidRDefault="00B52BE6">
                          <w:pPr>
                            <w:jc w:val="center"/>
                            <w:rPr>
                              <w:rFonts w:ascii="Arial" w:hAnsi="Arial"/>
                              <w:sz w:val="16"/>
                            </w:rPr>
                          </w:pPr>
                          <w:r>
                            <w:rPr>
                              <w:rFonts w:ascii="Arial" w:hAnsi="Arial"/>
                              <w:sz w:val="16"/>
                            </w:rPr>
                            <w:t>Кол.уч.</w:t>
                          </w:r>
                        </w:p>
                      </w:txbxContent>
                    </wps:txbx>
                    <wps:bodyPr rot="0" vert="horz" wrap="square" lIns="0" tIns="12700" rIns="0" bIns="127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319" o:spid="_x0000_s1029" style="position:absolute;margin-left:18.15pt;margin-top:15.65pt;width:28.5pt;height:11.15pt;z-index:251626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" filled="f" stroked="f" strokeweight="1.5pt">
              <v:textbox inset="0,1pt,0,1pt">
                <w:txbxContent>
                  <w:p w:rsidR="00B52BE6" w:rsidRDefault="00B52BE6">
                    <w:pPr>
                      <w:jc w:val="center"/>
                      <w:rPr>
                        <w:rFonts w:ascii="Arial" w:hAnsi="Arial"/>
                        <w:sz w:val="16"/>
                      </w:rPr>
                    </w:pPr>
                    <w:r>
                      <w:rPr>
                        <w:rFonts w:ascii="Arial" w:hAnsi="Arial"/>
                        <w:sz w:val="16"/>
                      </w:rPr>
                      <w:t>Кол.уч.</w:t>
                    </w: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25472" behindDoc="0" locked="0" layoutInCell="1" allowOverlap="1">
              <wp:simplePos x="0" y="0"/>
              <wp:positionH relativeFrom="column">
                <wp:posOffset>582295</wp:posOffset>
              </wp:positionH>
              <wp:positionV relativeFrom="paragraph">
                <wp:posOffset>193040</wp:posOffset>
              </wp:positionV>
              <wp:extent cx="368935" cy="140970"/>
              <wp:effectExtent l="0" t="0" r="0" b="0"/>
              <wp:wrapNone/>
              <wp:docPr id="78" name="Rectangle 3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68935" cy="1409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52BE6" w:rsidRDefault="00B52BE6">
                          <w:pPr>
                            <w:jc w:val="center"/>
                            <w:rPr>
                              <w:rFonts w:ascii="Arial" w:hAnsi="Arial"/>
                            </w:rPr>
                          </w:pPr>
                          <w:r>
                            <w:rPr>
                              <w:rFonts w:ascii="Arial" w:hAnsi="Arial"/>
                              <w:sz w:val="16"/>
                            </w:rPr>
                            <w:t>Лист</w:t>
                          </w:r>
                        </w:p>
                      </w:txbxContent>
                    </wps:txbx>
                    <wps:bodyPr rot="0" vert="horz" wrap="square" lIns="12700" tIns="12700" rIns="12700" bIns="127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318" o:spid="_x0000_s1030" style="position:absolute;margin-left:45.85pt;margin-top:15.2pt;width:29.05pt;height:11.1pt;z-index:251625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" filled="f" stroked="f" strokeweight="1pt">
              <v:textbox inset="1pt,1pt,1pt,1pt">
                <w:txbxContent>
                  <w:p w:rsidR="00B52BE6" w:rsidRDefault="00B52BE6">
                    <w:pPr>
                      <w:jc w:val="center"/>
                      <w:rPr>
                        <w:rFonts w:ascii="Arial" w:hAnsi="Arial"/>
                      </w:rPr>
                    </w:pPr>
                    <w:r>
                      <w:rPr>
                        <w:rFonts w:ascii="Arial" w:hAnsi="Arial"/>
                        <w:sz w:val="16"/>
                      </w:rPr>
                      <w:t>Лист</w:t>
                    </w: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24448" behindDoc="0" locked="0" layoutInCell="1" allowOverlap="1">
              <wp:simplePos x="0" y="0"/>
              <wp:positionH relativeFrom="column">
                <wp:posOffset>952500</wp:posOffset>
              </wp:positionH>
              <wp:positionV relativeFrom="paragraph">
                <wp:posOffset>192405</wp:posOffset>
              </wp:positionV>
              <wp:extent cx="356870" cy="127635"/>
              <wp:effectExtent l="0" t="0" r="5080" b="5715"/>
              <wp:wrapNone/>
              <wp:docPr id="77" name="Rectangle 3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56870" cy="1276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52BE6" w:rsidRDefault="00B52BE6">
                          <w:pPr>
                            <w:jc w:val="center"/>
                            <w:rPr>
                              <w:rFonts w:ascii="Arial" w:hAnsi="Arial"/>
                            </w:rPr>
                          </w:pPr>
                          <w:r>
                            <w:rPr>
                              <w:rFonts w:ascii="Arial" w:hAnsi="Arial"/>
                              <w:sz w:val="16"/>
                            </w:rPr>
                            <w:t>№ док.</w:t>
                          </w:r>
                        </w:p>
                      </w:txbxContent>
                    </wps:txbx>
                    <wps:bodyPr rot="0" vert="horz" wrap="square" lIns="0" tIns="12700" rIns="0" bIns="127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317" o:spid="_x0000_s1031" style="position:absolute;margin-left:75pt;margin-top:15.15pt;width:28.1pt;height:10.05pt;z-index:251624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" filled="f" stroked="f" strokeweight="1pt">
              <v:textbox inset="0,1pt,0,1pt">
                <w:txbxContent>
                  <w:p w:rsidR="00B52BE6" w:rsidRDefault="00B52BE6">
                    <w:pPr>
                      <w:jc w:val="center"/>
                      <w:rPr>
                        <w:rFonts w:ascii="Arial" w:hAnsi="Arial"/>
                      </w:rPr>
                    </w:pPr>
                    <w:r>
                      <w:rPr>
                        <w:rFonts w:ascii="Arial" w:hAnsi="Arial"/>
                        <w:sz w:val="16"/>
                      </w:rPr>
                      <w:t>№ док.</w:t>
                    </w: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23424" behindDoc="0" locked="0" layoutInCell="1" allowOverlap="1">
              <wp:simplePos x="0" y="0"/>
              <wp:positionH relativeFrom="column">
                <wp:posOffset>1329055</wp:posOffset>
              </wp:positionH>
              <wp:positionV relativeFrom="paragraph">
                <wp:posOffset>189865</wp:posOffset>
              </wp:positionV>
              <wp:extent cx="525145" cy="132080"/>
              <wp:effectExtent l="0" t="0" r="8255" b="1270"/>
              <wp:wrapNone/>
              <wp:docPr id="75" name="Rectangle 3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25145" cy="1320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52BE6" w:rsidRDefault="00B52BE6">
                          <w:pPr>
                            <w:jc w:val="center"/>
                            <w:rPr>
                              <w:rFonts w:ascii="Arial" w:hAnsi="Arial"/>
                            </w:rPr>
                          </w:pPr>
                          <w:r>
                            <w:rPr>
                              <w:rFonts w:ascii="Arial" w:hAnsi="Arial"/>
                              <w:sz w:val="16"/>
                            </w:rPr>
                            <w:t>Подпись</w:t>
                          </w:r>
                        </w:p>
                      </w:txbxContent>
                    </wps:txbx>
                    <wps:bodyPr rot="0" vert="horz" wrap="square" lIns="12700" tIns="12700" rIns="12700" bIns="127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316" o:spid="_x0000_s1032" style="position:absolute;margin-left:104.65pt;margin-top:14.95pt;width:41.35pt;height:10.4pt;z-index:251623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" filled="f" stroked="f" strokeweight="1pt">
              <v:textbox inset="1pt,1pt,1pt,1pt">
                <w:txbxContent>
                  <w:p w:rsidR="00B52BE6" w:rsidRDefault="00B52BE6">
                    <w:pPr>
                      <w:jc w:val="center"/>
                      <w:rPr>
                        <w:rFonts w:ascii="Arial" w:hAnsi="Arial"/>
                      </w:rPr>
                    </w:pPr>
                    <w:r>
                      <w:rPr>
                        <w:rFonts w:ascii="Arial" w:hAnsi="Arial"/>
                        <w:sz w:val="16"/>
                      </w:rPr>
                      <w:t>Подпись</w:t>
                    </w: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22400" behindDoc="0" locked="0" layoutInCell="1" allowOverlap="1">
              <wp:simplePos x="0" y="0"/>
              <wp:positionH relativeFrom="column">
                <wp:posOffset>1875155</wp:posOffset>
              </wp:positionH>
              <wp:positionV relativeFrom="paragraph">
                <wp:posOffset>186690</wp:posOffset>
              </wp:positionV>
              <wp:extent cx="328930" cy="154305"/>
              <wp:effectExtent l="0" t="0" r="0" b="0"/>
              <wp:wrapNone/>
              <wp:docPr id="191" name="Rectangle 3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28930" cy="1543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52BE6" w:rsidRDefault="00B52BE6">
                          <w:pPr>
                            <w:jc w:val="center"/>
                            <w:rPr>
                              <w:rFonts w:ascii="Arial" w:hAnsi="Arial"/>
                            </w:rPr>
                          </w:pPr>
                          <w:r>
                            <w:rPr>
                              <w:rFonts w:ascii="Arial" w:hAnsi="Arial"/>
                              <w:sz w:val="16"/>
                            </w:rPr>
                            <w:t>Дата</w:t>
                          </w:r>
                        </w:p>
                      </w:txbxContent>
                    </wps:txbx>
                    <wps:bodyPr rot="0" vert="horz" wrap="square" lIns="12700" tIns="12700" rIns="12700" bIns="127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315" o:spid="_x0000_s1033" style="position:absolute;margin-left:147.65pt;margin-top:14.7pt;width:25.9pt;height:12.15pt;z-index:251622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" filled="f" stroked="f" strokeweight="1pt">
              <v:textbox inset="1pt,1pt,1pt,1pt">
                <w:txbxContent>
                  <w:p w:rsidR="00B52BE6" w:rsidRDefault="00B52BE6">
                    <w:pPr>
                      <w:jc w:val="center"/>
                      <w:rPr>
                        <w:rFonts w:ascii="Arial" w:hAnsi="Arial"/>
                      </w:rPr>
                    </w:pPr>
                    <w:r>
                      <w:rPr>
                        <w:rFonts w:ascii="Arial" w:hAnsi="Arial"/>
                        <w:sz w:val="16"/>
                      </w:rPr>
                      <w:t>Дата</w:t>
                    </w: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21376" behindDoc="0" locked="0" layoutInCell="1" allowOverlap="1">
              <wp:simplePos x="0" y="0"/>
              <wp:positionH relativeFrom="column">
                <wp:posOffset>-135890</wp:posOffset>
              </wp:positionH>
              <wp:positionV relativeFrom="paragraph">
                <wp:posOffset>170180</wp:posOffset>
              </wp:positionV>
              <wp:extent cx="2339975" cy="635"/>
              <wp:effectExtent l="0" t="0" r="22225" b="37465"/>
              <wp:wrapNone/>
              <wp:docPr id="190" name="Line 3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2339975" cy="635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314" o:spid="_x0000_s1026" style="position:absolute;z-index:251621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0.7pt,13.4pt" to="173.55pt,1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" strokeweight="1.5pt">
              <v:stroke startarrowwidth="narrow" startarrowlength="short" endarrowwidth="narrow" endarrowlength="short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20352" behindDoc="0" locked="0" layoutInCell="1" allowOverlap="1">
              <wp:simplePos x="0" y="0"/>
              <wp:positionH relativeFrom="column">
                <wp:posOffset>-134620</wp:posOffset>
              </wp:positionH>
              <wp:positionV relativeFrom="paragraph">
                <wp:posOffset>-8255</wp:posOffset>
              </wp:positionV>
              <wp:extent cx="2339975" cy="635"/>
              <wp:effectExtent l="0" t="0" r="22225" b="37465"/>
              <wp:wrapNone/>
              <wp:docPr id="189" name="Line 3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2339975" cy="635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313" o:spid="_x0000_s1026" style="position:absolute;z-index:251620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0.6pt,-.65pt" to="173.65pt,-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">
              <v:stroke startarrowwidth="narrow" startarrowlength="short" endarrowwidth="narrow" endarrowlength="short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9328" behindDoc="0" locked="0" layoutInCell="1" allowOverlap="1">
              <wp:simplePos x="0" y="0"/>
              <wp:positionH relativeFrom="column">
                <wp:posOffset>2211070</wp:posOffset>
              </wp:positionH>
              <wp:positionV relativeFrom="paragraph">
                <wp:posOffset>-188595</wp:posOffset>
              </wp:positionV>
              <wp:extent cx="635" cy="534035"/>
              <wp:effectExtent l="0" t="0" r="37465" b="18415"/>
              <wp:wrapNone/>
              <wp:docPr id="188" name="Line 3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534035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312" o:spid="_x0000_s1026" style="position:absolute;z-index:251619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4.1pt,-14.85pt" to="174.1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" strokeweight="1.5pt">
              <v:stroke startarrowwidth="narrow" startarrowlength="short" endarrowwidth="narrow" endarrowlength="short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8304" behindDoc="0" locked="0" layoutInCell="1" allowOverlap="1">
              <wp:simplePos x="0" y="0"/>
              <wp:positionH relativeFrom="column">
                <wp:posOffset>1848485</wp:posOffset>
              </wp:positionH>
              <wp:positionV relativeFrom="paragraph">
                <wp:posOffset>-188595</wp:posOffset>
              </wp:positionV>
              <wp:extent cx="1270" cy="534035"/>
              <wp:effectExtent l="0" t="0" r="36830" b="18415"/>
              <wp:wrapNone/>
              <wp:docPr id="187" name="Line 3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270" cy="534035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311" o:spid="_x0000_s1026" style="position:absolute;z-index:251618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5.55pt,-14.85pt" to="145.6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" strokeweight="1.5pt">
              <v:stroke startarrowwidth="narrow" startarrowlength="short" endarrowwidth="narrow" endarrowlength="short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297" distR="114297" simplePos="0" relativeHeight="251617280" behindDoc="0" locked="0" layoutInCell="1" allowOverlap="1">
              <wp:simplePos x="0" y="0"/>
              <wp:positionH relativeFrom="column">
                <wp:posOffset>1311274</wp:posOffset>
              </wp:positionH>
              <wp:positionV relativeFrom="paragraph">
                <wp:posOffset>-188595</wp:posOffset>
              </wp:positionV>
              <wp:extent cx="0" cy="534035"/>
              <wp:effectExtent l="0" t="0" r="19050" b="18415"/>
              <wp:wrapNone/>
              <wp:docPr id="186" name="Line 3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534035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310" o:spid="_x0000_s1026" style="position:absolute;z-index:251617280;visibility:visible;mso-wrap-style:square;mso-width-percent:0;mso-height-percent:0;mso-wrap-distance-left:3.17492mm;mso-wrap-distance-top:0;mso-wrap-distance-right:3.17492mm;mso-wrap-distance-bottom:0;mso-position-horizontal:absolute;mso-position-horizontal-relative:text;mso-position-vertical:absolute;mso-position-vertical-relative:text;mso-width-percent:0;mso-height-percent:0;mso-width-relative:page;mso-height-relative:page" from="103.25pt,-14.85pt" to="103.2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" strokeweight="1.5pt">
              <v:stroke startarrowwidth="narrow" startarrowlength="short" endarrowwidth="narrow" endarrowlength="short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297" distR="114297" simplePos="0" relativeHeight="251616256" behindDoc="0" locked="0" layoutInCell="1" allowOverlap="1">
              <wp:simplePos x="0" y="0"/>
              <wp:positionH relativeFrom="column">
                <wp:posOffset>947419</wp:posOffset>
              </wp:positionH>
              <wp:positionV relativeFrom="paragraph">
                <wp:posOffset>-186690</wp:posOffset>
              </wp:positionV>
              <wp:extent cx="0" cy="534035"/>
              <wp:effectExtent l="0" t="0" r="19050" b="18415"/>
              <wp:wrapNone/>
              <wp:docPr id="127" name="Line 30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534035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309" o:spid="_x0000_s1026" style="position:absolute;z-index:251616256;visibility:visible;mso-wrap-style:square;mso-width-percent:0;mso-height-percent:0;mso-wrap-distance-left:3.17492mm;mso-wrap-distance-top:0;mso-wrap-distance-right:3.17492mm;mso-wrap-distance-bottom:0;mso-position-horizontal:absolute;mso-position-horizontal-relative:text;mso-position-vertical:absolute;mso-position-vertical-relative:text;mso-width-percent:0;mso-height-percent:0;mso-width-relative:page;mso-height-relative:page" from="74.6pt,-14.7pt" to="74.6pt,2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" strokeweight="1.5pt">
              <v:stroke startarrowwidth="narrow" startarrowlength="short" endarrowwidth="narrow" endarrowlength="short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297" distR="114297" simplePos="0" relativeHeight="251615232" behindDoc="0" locked="0" layoutInCell="1" allowOverlap="1">
              <wp:simplePos x="0" y="0"/>
              <wp:positionH relativeFrom="column">
                <wp:posOffset>591184</wp:posOffset>
              </wp:positionH>
              <wp:positionV relativeFrom="paragraph">
                <wp:posOffset>-193675</wp:posOffset>
              </wp:positionV>
              <wp:extent cx="0" cy="533400"/>
              <wp:effectExtent l="0" t="0" r="19050" b="19050"/>
              <wp:wrapNone/>
              <wp:docPr id="126" name="Line 30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53340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308" o:spid="_x0000_s1026" style="position:absolute;z-index:251615232;visibility:visible;mso-wrap-style:square;mso-width-percent:0;mso-height-percent:0;mso-wrap-distance-left:3.17492mm;mso-wrap-distance-top:0;mso-wrap-distance-right:3.17492mm;mso-wrap-distance-bottom:0;mso-position-horizontal:absolute;mso-position-horizontal-relative:text;mso-position-vertical:absolute;mso-position-vertical-relative:text;mso-width-percent:0;mso-height-percent:0;mso-width-relative:page;mso-height-relative:page" from="46.55pt,-15.25pt" to="46.55pt,2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" strokeweight="1.5pt">
              <v:stroke startarrowwidth="narrow" startarrowlength="short" endarrowwidth="narrow" endarrowlength="short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297" distR="114297" simplePos="0" relativeHeight="251614208" behindDoc="0" locked="0" layoutInCell="1" allowOverlap="1">
              <wp:simplePos x="0" y="0"/>
              <wp:positionH relativeFrom="column">
                <wp:posOffset>230504</wp:posOffset>
              </wp:positionH>
              <wp:positionV relativeFrom="paragraph">
                <wp:posOffset>-186690</wp:posOffset>
              </wp:positionV>
              <wp:extent cx="0" cy="534035"/>
              <wp:effectExtent l="0" t="0" r="19050" b="18415"/>
              <wp:wrapNone/>
              <wp:docPr id="125" name="Line 30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534035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307" o:spid="_x0000_s1026" style="position:absolute;z-index:251614208;visibility:visible;mso-wrap-style:square;mso-width-percent:0;mso-height-percent:0;mso-wrap-distance-left:3.17492mm;mso-wrap-distance-top:0;mso-wrap-distance-right:3.17492mm;mso-wrap-distance-bottom:0;mso-position-horizontal:absolute;mso-position-horizontal-relative:text;mso-position-vertical:absolute;mso-position-vertical-relative:text;mso-width-percent:0;mso-height-percent:0;mso-width-relative:page;mso-height-relative:page" from="18.15pt,-14.7pt" to="18.15pt,2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" strokeweight="1.5pt">
              <v:stroke startarrowwidth="narrow" startarrowlength="short" endarrowwidth="narrow" endarrowlength="short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3184" behindDoc="0" locked="0" layoutInCell="1" allowOverlap="1">
              <wp:simplePos x="0" y="0"/>
              <wp:positionH relativeFrom="column">
                <wp:posOffset>-144145</wp:posOffset>
              </wp:positionH>
              <wp:positionV relativeFrom="paragraph">
                <wp:posOffset>195580</wp:posOffset>
              </wp:positionV>
              <wp:extent cx="378460" cy="135890"/>
              <wp:effectExtent l="0" t="0" r="2540" b="0"/>
              <wp:wrapNone/>
              <wp:docPr id="124" name="Rectangle 30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78460" cy="1358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52BE6" w:rsidRDefault="00B52BE6">
                          <w:pPr>
                            <w:jc w:val="center"/>
                            <w:rPr>
                              <w:rFonts w:ascii="Arial" w:hAnsi="Arial"/>
                            </w:rPr>
                          </w:pPr>
                          <w:r>
                            <w:rPr>
                              <w:rFonts w:ascii="Arial" w:hAnsi="Arial"/>
                              <w:sz w:val="16"/>
                            </w:rPr>
                            <w:t>Изм.</w:t>
                          </w:r>
                        </w:p>
                      </w:txbxContent>
                    </wps:txbx>
                    <wps:bodyPr rot="0" vert="horz" wrap="square" lIns="12700" tIns="12700" rIns="12700" bIns="127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303" o:spid="_x0000_s1034" style="position:absolute;margin-left:-11.35pt;margin-top:15.4pt;width:29.8pt;height:10.7pt;z-index:251613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" filled="f" stroked="f" strokeweight="1pt">
              <v:textbox inset="1pt,1pt,1pt,1pt">
                <w:txbxContent>
                  <w:p w:rsidR="00B52BE6" w:rsidRDefault="00B52BE6">
                    <w:pPr>
                      <w:jc w:val="center"/>
                      <w:rPr>
                        <w:rFonts w:ascii="Arial" w:hAnsi="Arial"/>
                      </w:rPr>
                    </w:pPr>
                    <w:r>
                      <w:rPr>
                        <w:rFonts w:ascii="Arial" w:hAnsi="Arial"/>
                        <w:sz w:val="16"/>
                      </w:rPr>
                      <w:t>Изм.</w:t>
                    </w: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12160" behindDoc="0" locked="0" layoutInCell="1" allowOverlap="1">
              <wp:simplePos x="0" y="0"/>
              <wp:positionH relativeFrom="column">
                <wp:posOffset>-1804670</wp:posOffset>
              </wp:positionH>
              <wp:positionV relativeFrom="paragraph">
                <wp:posOffset>-1337310</wp:posOffset>
              </wp:positionV>
              <wp:extent cx="2921000" cy="431800"/>
              <wp:effectExtent l="6350" t="0" r="19050" b="19050"/>
              <wp:wrapNone/>
              <wp:docPr id="66" name="Group 29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 rot="-5400000">
                        <a:off x="0" y="0"/>
                        <a:ext cx="2921000" cy="431800"/>
                        <a:chOff x="318" y="390"/>
                        <a:chExt cx="4679" cy="685"/>
                      </a:xfrm>
                    </wpg:grpSpPr>
                    <wps:wsp>
                      <wps:cNvPr id="67" name="Rectangle 295"/>
                      <wps:cNvSpPr>
                        <a:spLocks noChangeArrowheads="1"/>
                      </wps:cNvSpPr>
                      <wps:spPr bwMode="auto">
                        <a:xfrm rot="5400000">
                          <a:off x="2322" y="-1613"/>
                          <a:ext cx="671" cy="4679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8" name="Line 296"/>
                      <wps:cNvCnPr>
                        <a:cxnSpLocks noChangeShapeType="1"/>
                      </wps:cNvCnPr>
                      <wps:spPr bwMode="auto">
                        <a:xfrm rot="5400000" flipV="1">
                          <a:off x="2658" y="-1664"/>
                          <a:ext cx="1" cy="4675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9" name="Line 297"/>
                      <wps:cNvCnPr>
                        <a:cxnSpLocks noChangeShapeType="1"/>
                      </wps:cNvCnPr>
                      <wps:spPr bwMode="auto">
                        <a:xfrm rot="5400000" flipH="1">
                          <a:off x="1353" y="729"/>
                          <a:ext cx="678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70" name="Line 298"/>
                      <wps:cNvCnPr>
                        <a:cxnSpLocks noChangeShapeType="1"/>
                      </wps:cNvCnPr>
                      <wps:spPr bwMode="auto">
                        <a:xfrm rot="16200000" flipV="1">
                          <a:off x="3278" y="732"/>
                          <a:ext cx="685" cy="1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71" name="Rectangle 299"/>
                      <wps:cNvSpPr>
                        <a:spLocks noChangeArrowheads="1"/>
                      </wps:cNvSpPr>
                      <wps:spPr bwMode="auto">
                        <a:xfrm rot="5400000">
                          <a:off x="4167" y="-129"/>
                          <a:ext cx="237" cy="130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52BE6" w:rsidRDefault="00B52BE6">
                            <w:pPr>
                              <w:jc w:val="center"/>
                              <w:rPr>
                                <w:rFonts w:ascii="Arial" w:hAnsi="Arial"/>
                              </w:rPr>
                            </w:pPr>
                            <w:r>
                              <w:rPr>
                                <w:rFonts w:ascii="Arial" w:hAnsi="Arial"/>
                                <w:sz w:val="18"/>
                              </w:rPr>
                              <w:t>Взам. инв. №</w:t>
                            </w:r>
                          </w:p>
                        </w:txbxContent>
                      </wps:txbx>
                      <wps:bodyPr rot="0" vert="vert270" wrap="square" lIns="12700" tIns="12700" rIns="12700" bIns="12700" anchor="t" anchorCtr="0" upright="1">
                        <a:noAutofit/>
                      </wps:bodyPr>
                    </wps:wsp>
                    <wps:wsp>
                      <wps:cNvPr id="72" name="Rectangle 300"/>
                      <wps:cNvSpPr>
                        <a:spLocks noChangeArrowheads="1"/>
                      </wps:cNvSpPr>
                      <wps:spPr bwMode="auto">
                        <a:xfrm rot="5400000">
                          <a:off x="2528" y="-358"/>
                          <a:ext cx="250" cy="17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52BE6" w:rsidRDefault="00B52BE6">
                            <w:pPr>
                              <w:jc w:val="center"/>
                              <w:rPr>
                                <w:rFonts w:ascii="Arial" w:hAnsi="Arial"/>
                              </w:rPr>
                            </w:pPr>
                            <w:r>
                              <w:rPr>
                                <w:rFonts w:ascii="Arial" w:hAnsi="Arial"/>
                                <w:sz w:val="18"/>
                              </w:rPr>
                              <w:t>Подпись и дата</w:t>
                            </w:r>
                          </w:p>
                          <w:p w:rsidR="00B52BE6" w:rsidRDefault="00B52BE6">
                            <w:pPr>
                              <w:rPr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270" wrap="square" lIns="12700" tIns="12700" rIns="12700" bIns="12700" anchor="t" anchorCtr="0" upright="1">
                        <a:noAutofit/>
                      </wps:bodyPr>
                    </wps:wsp>
                    <wps:wsp>
                      <wps:cNvPr id="74" name="Rectangle 301"/>
                      <wps:cNvSpPr>
                        <a:spLocks noChangeArrowheads="1"/>
                      </wps:cNvSpPr>
                      <wps:spPr bwMode="auto">
                        <a:xfrm rot="5400000">
                          <a:off x="875" y="-144"/>
                          <a:ext cx="229" cy="133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52BE6" w:rsidRDefault="00B52BE6">
                            <w:pPr>
                              <w:jc w:val="center"/>
                              <w:rPr>
                                <w:rFonts w:ascii="Arial" w:hAnsi="Arial"/>
                              </w:rPr>
                            </w:pPr>
                            <w:r>
                              <w:rPr>
                                <w:rFonts w:ascii="Arial" w:hAnsi="Arial"/>
                                <w:sz w:val="18"/>
                              </w:rPr>
                              <w:t xml:space="preserve"> Инв. № подл.</w:t>
                            </w:r>
                          </w:p>
                        </w:txbxContent>
                      </wps:txbx>
                      <wps:bodyPr rot="0" vert="vert270" wrap="square" lIns="12700" tIns="12700" rIns="12700" bIns="1270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294" o:spid="_x0000_s1035" style="position:absolute;margin-left:-142.1pt;margin-top:-105.3pt;width:230pt;height:34pt;rotation:-90;z-index:251612160" coordorigin="318,390" coordsize="4679,6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">
              <v:rect id="Rectangle 295" o:spid="_x0000_s1036" style="position:absolute;left:2322;top:-1613;width:671;height:4679;rotation: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CXdGMMA&#10;AADbAAAADwAAAGRycy9kb3ducmV2LnhtbESPQWsCMRSE7wX/Q3iCt5rVg5WtUUQQ7MGDblV6e2xe&#10;s6Gbl2WTrvHfN4VCj8PMfMOsNsm1YqA+WM8KZtMCBHHttWWj4L3aPy9BhIissfVMCh4UYLMePa2w&#10;1P7OJxrO0YgM4VCigibGrpQy1A05DFPfEWfv0/cOY5a9kbrHe4a7Vs6LYiEdWs4LDXa0a6j+On87&#10;BfYjHd9u7pLmg+XdMlamumqj1GSctq8gIqX4H/5rH7SCxQv8fsk/QK5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CXdGMMAAADbAAAADwAAAAAAAAAAAAAAAACYAgAAZHJzL2Rv&#10;d25yZXYueG1sUEsFBgAAAAAEAAQA9QAAAIgDAAAAAA==&#10;" filled="f" strokeweight="1.5pt"/>
              <v:line id="Line 296" o:spid="_x0000_s1037" style="position:absolute;rotation:-90;flip:y;visibility:visible;mso-wrap-style:square" from="2658,-1664" to="2659,301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/KgOMEAAADbAAAADwAAAGRycy9kb3ducmV2LnhtbERPzYrCMBC+C/sOYRa8iKZ6EK1GWRSX&#10;RaVg7QOMzdiWbSalydru25uD4PHj+19ve1OLB7WusqxgOolAEOdWV1woyK6H8QKE88gaa8uk4J8c&#10;bDcfgzXG2nZ8oUfqCxFC2MWooPS+iaV0eUkG3cQ2xIG729agD7AtpG6xC+GmlrMomkuDFYeGEhva&#10;lZT/pn9GwShf9lN72+2T4njqMvOdnNJzotTws/9agfDU+7f45f7RCuZhbPgSfoDcPA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T8qA4wQAAANsAAAAPAAAAAAAAAAAAAAAA&#10;AKECAABkcnMvZG93bnJldi54bWxQSwUGAAAAAAQABAD5AAAAjwMAAAAA&#10;" strokeweight="1.5pt">
                <v:stroke startarrowwidth="narrow" startarrowlength="short" endarrowwidth="narrow" endarrowlength="short"/>
              </v:line>
              <v:line id="Line 297" o:spid="_x0000_s1038" style="position:absolute;rotation:-90;flip:x;visibility:visible;mso-wrap-style:square" from="1353,729" to="2031,72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L4Fo8QAAADbAAAADwAAAGRycy9kb3ducmV2LnhtbESP0YrCMBRE3xf8h3CFfVk0dR9Eq1FE&#10;UZZVClY/4Npc22JzU5pou3+/EQQfh5k5w8yXnanEgxpXWlYwGkYgiDOrS84VnE/bwQSE88gaK8uk&#10;4I8cLBe9jznG2rZ8pEfqcxEg7GJUUHhfx1K6rCCDbmhr4uBdbWPQB9nkUjfYBrip5HcUjaXBksNC&#10;gTWtC8pu6d0o+Mqm3che1psk/923Z7NL9ukhUeqz361mIDx1/h1+tX+0gvEUnl/CD5CL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8vgWjxAAAANsAAAAPAAAAAAAAAAAA&#10;AAAAAKECAABkcnMvZG93bnJldi54bWxQSwUGAAAAAAQABAD5AAAAkgMAAAAA&#10;" strokeweight="1.5pt">
                <v:stroke startarrowwidth="narrow" startarrowlength="short" endarrowwidth="narrow" endarrowlength="short"/>
              </v:line>
              <v:line id="Line 298" o:spid="_x0000_s1039" style="position:absolute;rotation:90;flip:y;visibility:visible;mso-wrap-style:square" from="3278,732" to="3963,73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" strokeweight="1.5pt">
                <v:stroke startarrowwidth="narrow" startarrowlength="short" endarrowwidth="narrow" endarrowlength="short"/>
              </v:line>
              <v:rect id="Rectangle 299" o:spid="_x0000_s1040" style="position:absolute;left:4167;top:-129;width:237;height:1304;rotation: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rnRDsYA&#10;AADbAAAADwAAAGRycy9kb3ducmV2LnhtbESPQWvCQBSE70L/w/IEL2I2lqISXaUogtiL2kLr7Zl9&#10;JsHs2zS7auyv7wqCx2FmvmEms8aU4kK1Kywr6EcxCOLU6oIzBV+fy94IhPPIGkvLpOBGDmbTl9YE&#10;E22vvKXLzmciQNglqCD3vkqkdGlOBl1kK+LgHW1t0AdZZ1LXeA1wU8rXOB5IgwWHhRwrmueUnnZn&#10;o+Bjr0/L341p9O3n7/uw6K6Pb6u1Up128z4G4anxz/CjvdIKhn24fwk/QE7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rnRDsYAAADbAAAADwAAAAAAAAAAAAAAAACYAgAAZHJz&#10;L2Rvd25yZXYueG1sUEsFBgAAAAAEAAQA9QAAAIsDAAAAAA==&#10;" filled="f" stroked="f" strokeweight="1.5pt">
                <v:textbox style="layout-flow:vertical;mso-layout-flow-alt:bottom-to-top" inset="1pt,1pt,1pt,1pt">
                  <w:txbxContent>
                    <w:p w:rsidR="00B52BE6" w:rsidRDefault="00B52BE6">
                      <w:pPr>
                        <w:jc w:val="center"/>
                        <w:rPr>
                          <w:rFonts w:ascii="Arial" w:hAnsi="Arial"/>
                        </w:rPr>
                      </w:pPr>
                      <w:r>
                        <w:rPr>
                          <w:rFonts w:ascii="Arial" w:hAnsi="Arial"/>
                          <w:sz w:val="18"/>
                        </w:rPr>
                        <w:t>Взам. инв. №</w:t>
                      </w:r>
                    </w:p>
                  </w:txbxContent>
                </v:textbox>
              </v:rect>
              <v:rect id="Rectangle 300" o:spid="_x0000_s1041" style="position:absolute;left:2528;top:-358;width:250;height:1760;rotation: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tPecYA&#10;AADbAAAADwAAAGRycy9kb3ducmV2LnhtbESPT2vCQBTE74LfYXmCl1I3lVJL6ipSEUQv/gPt7Zl9&#10;JsHs25hdNfrpu4LgcZiZ3zD9YW0KcaHK5ZYVfHQiEMSJ1TmnCjbryfs3COeRNRaWScGNHAwHzUYf&#10;Y22vvKTLyqciQNjFqCDzvoyldElGBl3HlsTBO9jKoA+ySqWu8BrgppDdKPqSBnMOCxmW9JtRclyd&#10;jYL5nz5OTgtT69vuvt2P32aHz+lMqXarHv2A8FT7V/jZnmoFvS48voQfIAf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mtPecYAAADbAAAADwAAAAAAAAAAAAAAAACYAgAAZHJz&#10;L2Rvd25yZXYueG1sUEsFBgAAAAAEAAQA9QAAAIsDAAAAAA==&#10;" filled="f" stroked="f" strokeweight="1.5pt">
                <v:textbox style="layout-flow:vertical;mso-layout-flow-alt:bottom-to-top" inset="1pt,1pt,1pt,1pt">
                  <w:txbxContent>
                    <w:p w:rsidR="00B52BE6" w:rsidRDefault="00B52BE6">
                      <w:pPr>
                        <w:jc w:val="center"/>
                        <w:rPr>
                          <w:rFonts w:ascii="Arial" w:hAnsi="Arial"/>
                        </w:rPr>
                      </w:pPr>
                      <w:r>
                        <w:rPr>
                          <w:rFonts w:ascii="Arial" w:hAnsi="Arial"/>
                          <w:sz w:val="18"/>
                        </w:rPr>
                        <w:t>Подпись и дата</w:t>
                      </w:r>
                    </w:p>
                    <w:p w:rsidR="00B52BE6" w:rsidRDefault="00B52BE6">
                      <w:pPr>
                        <w:rPr>
                          <w:sz w:val="18"/>
                        </w:rPr>
                      </w:pPr>
                    </w:p>
                  </w:txbxContent>
                </v:textbox>
              </v:rect>
              <v:rect id="Rectangle 301" o:spid="_x0000_s1042" style="position:absolute;left:875;top:-144;width:229;height:1334;rotation: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s5ylsYA&#10;AADbAAAADwAAAGRycy9kb3ducmV2LnhtbESPQWvCQBSE70L/w/KEXsRsLGIlukpRBNGL2kLr7Zl9&#10;JsHs25jdavTXd4WCx2FmvmHG08aU4kK1Kywr6EUxCOLU6oIzBV+fi+4QhPPIGkvLpOBGDqaTl9YY&#10;E22vvKXLzmciQNglqCD3vkqkdGlOBl1kK+LgHW1t0AdZZ1LXeA1wU8q3OB5IgwWHhRwrmuWUnna/&#10;RsF6r0+L88Y0+vZz/z7MO6tjf7lS6rXdfIxAeGr8M/zfXmoF7314fAk/QE7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7s5ylsYAAADbAAAADwAAAAAAAAAAAAAAAACYAgAAZHJz&#10;L2Rvd25yZXYueG1sUEsFBgAAAAAEAAQA9QAAAIsDAAAAAA==&#10;" filled="f" stroked="f" strokeweight="1.5pt">
                <v:textbox style="layout-flow:vertical;mso-layout-flow-alt:bottom-to-top" inset="1pt,1pt,1pt,1pt">
                  <w:txbxContent>
                    <w:p w:rsidR="00B52BE6" w:rsidRDefault="00B52BE6">
                      <w:pPr>
                        <w:jc w:val="center"/>
                        <w:rPr>
                          <w:rFonts w:ascii="Arial" w:hAnsi="Arial"/>
                        </w:rPr>
                      </w:pPr>
                      <w:r>
                        <w:rPr>
                          <w:rFonts w:ascii="Arial" w:hAnsi="Arial"/>
                          <w:sz w:val="18"/>
                        </w:rPr>
                        <w:t xml:space="preserve"> Инв. № подл.</w:t>
                      </w:r>
                    </w:p>
                  </w:txbxContent>
                </v:textbox>
              </v:rect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4294967293" distB="4294967293" distL="114300" distR="114300" simplePos="0" relativeHeight="251611136" behindDoc="0" locked="0" layoutInCell="1" allowOverlap="1">
              <wp:simplePos x="0" y="0"/>
              <wp:positionH relativeFrom="column">
                <wp:posOffset>6159500</wp:posOffset>
              </wp:positionH>
              <wp:positionV relativeFrom="paragraph">
                <wp:posOffset>50164</wp:posOffset>
              </wp:positionV>
              <wp:extent cx="360045" cy="0"/>
              <wp:effectExtent l="0" t="0" r="20955" b="19050"/>
              <wp:wrapNone/>
              <wp:docPr id="115" name="Line 30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360045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306" o:spid="_x0000_s1026" style="position:absolute;flip:y;z-index:251611136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485pt,3.95pt" to="513.35pt,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" strokeweight="1.5pt">
              <v:stroke startarrowwidth="narrow" startarrowlength="short" endarrowwidth="narrow" endarrowlength="short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297" distR="114297" simplePos="0" relativeHeight="251610112" behindDoc="0" locked="0" layoutInCell="1" allowOverlap="1">
              <wp:simplePos x="0" y="0"/>
              <wp:positionH relativeFrom="column">
                <wp:posOffset>6158229</wp:posOffset>
              </wp:positionH>
              <wp:positionV relativeFrom="paragraph">
                <wp:posOffset>-193675</wp:posOffset>
              </wp:positionV>
              <wp:extent cx="0" cy="533400"/>
              <wp:effectExtent l="0" t="0" r="19050" b="19050"/>
              <wp:wrapNone/>
              <wp:docPr id="114" name="Line 30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0" cy="53340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305" o:spid="_x0000_s1026" style="position:absolute;flip:x;z-index:251610112;visibility:visible;mso-wrap-style:square;mso-width-percent:0;mso-height-percent:0;mso-wrap-distance-left:3.17492mm;mso-wrap-distance-top:0;mso-wrap-distance-right:3.17492mm;mso-wrap-distance-bottom:0;mso-position-horizontal:absolute;mso-position-horizontal-relative:text;mso-position-vertical:absolute;mso-position-vertical-relative:text;mso-width-percent:0;mso-height-percent:0;mso-width-relative:page;mso-height-relative:page" from="484.9pt,-15.25pt" to="484.9pt,2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" strokeweight="1.5pt">
              <v:stroke startarrowwidth="narrow" startarrowlength="short" endarrowwidth="narrow" endarrowlength="short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09088" behindDoc="0" locked="0" layoutInCell="1" allowOverlap="1">
              <wp:simplePos x="0" y="0"/>
              <wp:positionH relativeFrom="column">
                <wp:posOffset>-128905</wp:posOffset>
              </wp:positionH>
              <wp:positionV relativeFrom="paragraph">
                <wp:posOffset>-188595</wp:posOffset>
              </wp:positionV>
              <wp:extent cx="6659880" cy="1270"/>
              <wp:effectExtent l="0" t="0" r="26670" b="36830"/>
              <wp:wrapNone/>
              <wp:docPr id="113" name="Line 30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659880" cy="127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304" o:spid="_x0000_s1026" style="position:absolute;z-index:251609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0.15pt,-14.85pt" to="514.25pt,-1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" strokeweight="1.5pt">
              <v:stroke startarrowwidth="narrow" startarrowlength="short" endarrowwidth="narrow" endarrowlength="short"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2BE6" w:rsidRDefault="004E1DE0">
    <w:pPr>
      <w:pStyle w:val="a7"/>
    </w:pPr>
    <w:r>
      <w:rPr>
        <w:noProof/>
      </w:rPr>
      <mc:AlternateContent>
        <mc:Choice Requires="wps">
          <w:drawing>
            <wp:anchor distT="0" distB="0" distL="114300" distR="114300" simplePos="0" relativeHeight="251640832" behindDoc="0" locked="0" layoutInCell="1" allowOverlap="1">
              <wp:simplePos x="0" y="0"/>
              <wp:positionH relativeFrom="column">
                <wp:posOffset>4775835</wp:posOffset>
              </wp:positionH>
              <wp:positionV relativeFrom="paragraph">
                <wp:posOffset>-169545</wp:posOffset>
              </wp:positionV>
              <wp:extent cx="1714500" cy="478790"/>
              <wp:effectExtent l="0" t="0" r="0" b="0"/>
              <wp:wrapNone/>
              <wp:docPr id="65" name="Rectangle 22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714500" cy="47879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52BE6" w:rsidRDefault="00B52BE6" w:rsidP="00F9004A">
                          <w:pPr>
                            <w:jc w:val="cent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</w:p>
                        <w:p w:rsidR="00B52BE6" w:rsidRPr="00C06691" w:rsidRDefault="00B52BE6" w:rsidP="00C06691">
                          <w:pPr>
                            <w:jc w:val="center"/>
                            <w:rPr>
                              <w:rFonts w:ascii="Arial" w:hAnsi="Arial" w:cs="Arial"/>
                              <w:b/>
                            </w:rPr>
                          </w:pPr>
                          <w:r w:rsidRPr="00C06691">
                            <w:rPr>
                              <w:rFonts w:ascii="Arial" w:hAnsi="Arial" w:cs="Arial"/>
                              <w:b/>
                            </w:rPr>
                            <w:t>ООО «Проектпромстрой»</w:t>
                          </w:r>
                        </w:p>
                      </w:txbxContent>
                    </wps:txbx>
                    <wps:bodyPr rot="0" vert="horz" wrap="square" lIns="12700" tIns="12700" rIns="12700" bIns="127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229" o:spid="_x0000_s1043" style="position:absolute;margin-left:376.05pt;margin-top:-13.35pt;width:135pt;height:37.7pt;z-index: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" stroked="f" strokeweight="1pt">
              <v:fill opacity="0"/>
              <v:textbox inset="1pt,1pt,1pt,1pt">
                <w:txbxContent>
                  <w:p w:rsidR="00B52BE6" w:rsidRDefault="00B52BE6" w:rsidP="00F9004A">
                    <w:pPr>
                      <w:jc w:val="cent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  <w:p w:rsidR="00B52BE6" w:rsidRPr="00C06691" w:rsidRDefault="00B52BE6" w:rsidP="00C06691">
                    <w:pPr>
                      <w:jc w:val="center"/>
                      <w:rPr>
                        <w:rFonts w:ascii="Arial" w:hAnsi="Arial" w:cs="Arial"/>
                        <w:b/>
                      </w:rPr>
                    </w:pPr>
                    <w:r w:rsidRPr="00C06691">
                      <w:rPr>
                        <w:rFonts w:ascii="Arial" w:hAnsi="Arial" w:cs="Arial"/>
                        <w:b/>
                      </w:rPr>
                      <w:t>ООО «Проектпромстрой»</w:t>
                    </w: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91008" behindDoc="0" locked="0" layoutInCell="1" allowOverlap="1">
              <wp:simplePos x="0" y="0"/>
              <wp:positionH relativeFrom="column">
                <wp:posOffset>2518410</wp:posOffset>
              </wp:positionH>
              <wp:positionV relativeFrom="paragraph">
                <wp:posOffset>-423545</wp:posOffset>
              </wp:positionV>
              <wp:extent cx="2043430" cy="655955"/>
              <wp:effectExtent l="0" t="0" r="0" b="0"/>
              <wp:wrapNone/>
              <wp:docPr id="159" name="Text Box 36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43430" cy="65595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52BE6" w:rsidRDefault="00D3297D" w:rsidP="00D3297D">
                          <w:pPr>
                            <w:jc w:val="center"/>
                          </w:pPr>
                          <w:r>
                            <w:rPr>
                              <w:rFonts w:ascii="Arial" w:hAnsi="Arial" w:cs="Arial"/>
                              <w:b/>
                              <w:sz w:val="28"/>
                              <w:szCs w:val="28"/>
                            </w:rPr>
                            <w:t>Авторский коллектив</w:t>
                          </w:r>
                        </w:p>
                      </w:txbxContent>
                    </wps:txbx>
                    <wps:bodyPr rot="0" vert="horz" wrap="square" lIns="0" tIns="14400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65" o:spid="_x0000_s1044" type="#_x0000_t202" style="position:absolute;margin-left:198.3pt;margin-top:-33.35pt;width:160.9pt;height:51.6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" stroked="f" strokecolor="white">
              <v:fill opacity="0"/>
              <v:textbox inset="0,4mm,0,0">
                <w:txbxContent>
                  <w:p w:rsidR="00B52BE6" w:rsidRDefault="00D3297D" w:rsidP="00D3297D">
                    <w:pPr>
                      <w:jc w:val="center"/>
                    </w:pPr>
                    <w:r>
                      <w:rPr>
                        <w:rFonts w:ascii="Arial" w:hAnsi="Arial" w:cs="Arial"/>
                        <w:b/>
                        <w:sz w:val="28"/>
                        <w:szCs w:val="28"/>
                      </w:rPr>
                      <w:t>Авторский коллектив</w:t>
                    </w:r>
                  </w:p>
                </w:txbxContent>
              </v:textbox>
            </v:shape>
          </w:pict>
        </mc:Fallback>
      </mc:AlternateContent>
    </w:r>
    <w:r w:rsidR="002E5A3D">
      <w:rPr>
        <w:noProof/>
      </w:rPr>
      <w:drawing>
        <wp:anchor distT="0" distB="0" distL="114300" distR="114300" simplePos="0" relativeHeight="251607040" behindDoc="1" locked="0" layoutInCell="1" allowOverlap="1">
          <wp:simplePos x="0" y="0"/>
          <wp:positionH relativeFrom="column">
            <wp:posOffset>1564556</wp:posOffset>
          </wp:positionH>
          <wp:positionV relativeFrom="paragraph">
            <wp:posOffset>-32307</wp:posOffset>
          </wp:positionV>
          <wp:extent cx="665934" cy="218661"/>
          <wp:effectExtent l="0" t="0" r="0" b="0"/>
          <wp:wrapNone/>
          <wp:docPr id="94" name="Рисунок 9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8" name="Подпись_шам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2611" b="22100"/>
                  <a:stretch/>
                </pic:blipFill>
                <pic:spPr bwMode="auto">
                  <a:xfrm>
                    <a:off x="0" y="0"/>
                    <a:ext cx="665934" cy="218661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 w:rsidR="001F770D"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192" type="#_x0000_t75" style="position:absolute;margin-left:-.3pt;margin-top:519.65pt;width:895.4pt;height:276.2pt;z-index:-251606016;mso-position-horizontal-relative:text;mso-position-vertical-relative:text">
          <v:imagedata r:id="rId2" o:title=""/>
        </v:shape>
        <o:OLEObject Type="Embed" ProgID="Photoshop.Image.13" ShapeID="_x0000_s2192" DrawAspect="Content" ObjectID="_1530015869" r:id="rId3">
          <o:FieldCodes>\s</o:FieldCodes>
        </o:OLEObject>
      </w:pict>
    </w:r>
    <w:r w:rsidR="00C13C53">
      <w:rPr>
        <w:noProof/>
      </w:rPr>
      <w:drawing>
        <wp:anchor distT="0" distB="0" distL="114300" distR="114300" simplePos="0" relativeHeight="251606016" behindDoc="1" locked="0" layoutInCell="1" allowOverlap="1">
          <wp:simplePos x="0" y="0"/>
          <wp:positionH relativeFrom="column">
            <wp:posOffset>1261110</wp:posOffset>
          </wp:positionH>
          <wp:positionV relativeFrom="page">
            <wp:posOffset>10297160</wp:posOffset>
          </wp:positionV>
          <wp:extent cx="810000" cy="295200"/>
          <wp:effectExtent l="0" t="0" r="0" b="0"/>
          <wp:wrapNone/>
          <wp:docPr id="95" name="Рисунок 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218" b="8282"/>
                  <a:stretch/>
                </pic:blipFill>
                <pic:spPr bwMode="auto">
                  <a:xfrm>
                    <a:off x="0" y="0"/>
                    <a:ext cx="810000" cy="295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708416" behindDoc="0" locked="0" layoutInCell="1" allowOverlap="1">
              <wp:simplePos x="0" y="0"/>
              <wp:positionH relativeFrom="column">
                <wp:posOffset>-97155</wp:posOffset>
              </wp:positionH>
              <wp:positionV relativeFrom="paragraph">
                <wp:posOffset>-4015740</wp:posOffset>
              </wp:positionV>
              <wp:extent cx="111760" cy="734060"/>
              <wp:effectExtent l="0" t="0" r="0" b="0"/>
              <wp:wrapNone/>
              <wp:docPr id="176" name="Text Box 39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1760" cy="73406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52BE6" w:rsidRPr="00650E9A" w:rsidRDefault="00B52BE6" w:rsidP="00650E9A">
                          <w:pPr>
                            <w:rPr>
                              <w:szCs w:val="18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395" o:spid="_x0000_s1045" type="#_x0000_t202" style="position:absolute;margin-left:-7.65pt;margin-top:-316.2pt;width:8.8pt;height:57.8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" stroked="f" strokecolor="white">
              <v:fill opacity="0"/>
              <v:textbox style="layout-flow:vertical;mso-layout-flow-alt:bottom-to-top" inset="0,0,0,0">
                <w:txbxContent>
                  <w:p w:rsidR="00B52BE6" w:rsidRPr="00650E9A" w:rsidRDefault="00B52BE6" w:rsidP="00650E9A">
                    <w:pPr>
                      <w:rPr>
                        <w:szCs w:val="18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07392" behindDoc="0" locked="0" layoutInCell="1" allowOverlap="1">
              <wp:simplePos x="0" y="0"/>
              <wp:positionH relativeFrom="column">
                <wp:posOffset>-281305</wp:posOffset>
              </wp:positionH>
              <wp:positionV relativeFrom="paragraph">
                <wp:posOffset>-4008120</wp:posOffset>
              </wp:positionV>
              <wp:extent cx="179705" cy="734060"/>
              <wp:effectExtent l="0" t="0" r="0" b="0"/>
              <wp:wrapNone/>
              <wp:docPr id="175" name="Text Box 39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9705" cy="73406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52BE6" w:rsidRPr="00F9004A" w:rsidRDefault="00B52BE6" w:rsidP="00F9004A"/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394" o:spid="_x0000_s1046" type="#_x0000_t202" style="position:absolute;margin-left:-22.15pt;margin-top:-315.6pt;width:14.15pt;height:57.8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" stroked="f" strokecolor="white">
              <v:fill opacity="0"/>
              <v:textbox style="layout-flow:vertical;mso-layout-flow-alt:bottom-to-top" inset="0,0,0,0">
                <w:txbxContent>
                  <w:p w:rsidR="00B52BE6" w:rsidRPr="00F9004A" w:rsidRDefault="00B52BE6" w:rsidP="00F9004A"/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06368" behindDoc="0" locked="0" layoutInCell="1" allowOverlap="1">
              <wp:simplePos x="0" y="0"/>
              <wp:positionH relativeFrom="column">
                <wp:posOffset>-377190</wp:posOffset>
              </wp:positionH>
              <wp:positionV relativeFrom="paragraph">
                <wp:posOffset>-4013835</wp:posOffset>
              </wp:positionV>
              <wp:extent cx="111125" cy="734060"/>
              <wp:effectExtent l="0" t="0" r="0" b="0"/>
              <wp:wrapNone/>
              <wp:docPr id="174" name="Text Box 39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1125" cy="73406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52BE6" w:rsidRPr="00F9004A" w:rsidRDefault="00B52BE6" w:rsidP="00F9004A">
                          <w:pPr>
                            <w:rPr>
                              <w:szCs w:val="22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393" o:spid="_x0000_s1047" type="#_x0000_t202" style="position:absolute;margin-left:-29.7pt;margin-top:-316.05pt;width:8.75pt;height:57.8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" stroked="f" strokecolor="white">
              <v:fill opacity="0"/>
              <v:textbox style="layout-flow:vertical;mso-layout-flow-alt:bottom-to-top" inset="0,0,0,0">
                <w:txbxContent>
                  <w:p w:rsidR="00B52BE6" w:rsidRPr="00F9004A" w:rsidRDefault="00B52BE6" w:rsidP="00F9004A">
                    <w:pPr>
                      <w:rPr>
                        <w:szCs w:val="22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05344" behindDoc="0" locked="0" layoutInCell="1" allowOverlap="1">
              <wp:simplePos x="0" y="0"/>
              <wp:positionH relativeFrom="column">
                <wp:posOffset>-107950</wp:posOffset>
              </wp:positionH>
              <wp:positionV relativeFrom="paragraph">
                <wp:posOffset>-3403600</wp:posOffset>
              </wp:positionV>
              <wp:extent cx="111760" cy="795655"/>
              <wp:effectExtent l="0" t="0" r="0" b="0"/>
              <wp:wrapNone/>
              <wp:docPr id="173" name="Text Box 39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1760" cy="79565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52BE6" w:rsidRPr="00650E9A" w:rsidRDefault="00B52BE6" w:rsidP="00650E9A">
                          <w:pPr>
                            <w:rPr>
                              <w:szCs w:val="18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392" o:spid="_x0000_s1048" type="#_x0000_t202" style="position:absolute;margin-left:-8.5pt;margin-top:-268pt;width:8.8pt;height:62.6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" stroked="f" strokecolor="white">
              <v:fill opacity="0"/>
              <v:textbox style="layout-flow:vertical;mso-layout-flow-alt:bottom-to-top" inset="0,0,0,0">
                <w:txbxContent>
                  <w:p w:rsidR="00B52BE6" w:rsidRPr="00650E9A" w:rsidRDefault="00B52BE6" w:rsidP="00650E9A">
                    <w:pPr>
                      <w:rPr>
                        <w:szCs w:val="18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04320" behindDoc="0" locked="0" layoutInCell="1" allowOverlap="1">
              <wp:simplePos x="0" y="0"/>
              <wp:positionH relativeFrom="column">
                <wp:posOffset>-243205</wp:posOffset>
              </wp:positionH>
              <wp:positionV relativeFrom="paragraph">
                <wp:posOffset>-3279775</wp:posOffset>
              </wp:positionV>
              <wp:extent cx="146050" cy="681990"/>
              <wp:effectExtent l="0" t="0" r="0" b="0"/>
              <wp:wrapNone/>
              <wp:docPr id="172" name="Text Box 39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6050" cy="68199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52BE6" w:rsidRPr="00F623EA" w:rsidRDefault="00B52BE6">
                          <w:pPr>
                            <w:rPr>
                              <w:rFonts w:ascii="Arial" w:hAnsi="Arial" w:cs="Arial"/>
                              <w:spacing w:val="-20"/>
                              <w:sz w:val="18"/>
                              <w:szCs w:val="18"/>
                            </w:rPr>
                          </w:pPr>
                        </w:p>
                        <w:p w:rsidR="00B52BE6" w:rsidRDefault="00B52BE6"/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391" o:spid="_x0000_s1049" type="#_x0000_t202" style="position:absolute;margin-left:-19.15pt;margin-top:-258.25pt;width:11.5pt;height:53.7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" stroked="f" strokecolor="white">
              <v:fill opacity="0"/>
              <v:textbox style="layout-flow:vertical;mso-layout-flow-alt:bottom-to-top" inset="0,0,0,0">
                <w:txbxContent>
                  <w:p w:rsidR="00B52BE6" w:rsidRPr="00F623EA" w:rsidRDefault="00B52BE6">
                    <w:pPr>
                      <w:rPr>
                        <w:rFonts w:ascii="Arial" w:hAnsi="Arial" w:cs="Arial"/>
                        <w:spacing w:val="-20"/>
                        <w:sz w:val="18"/>
                        <w:szCs w:val="18"/>
                      </w:rPr>
                    </w:pPr>
                  </w:p>
                  <w:p w:rsidR="00B52BE6" w:rsidRDefault="00B52BE6"/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03296" behindDoc="0" locked="0" layoutInCell="1" allowOverlap="1">
              <wp:simplePos x="0" y="0"/>
              <wp:positionH relativeFrom="column">
                <wp:posOffset>-389255</wp:posOffset>
              </wp:positionH>
              <wp:positionV relativeFrom="paragraph">
                <wp:posOffset>-3279775</wp:posOffset>
              </wp:positionV>
              <wp:extent cx="145415" cy="681355"/>
              <wp:effectExtent l="0" t="0" r="0" b="0"/>
              <wp:wrapNone/>
              <wp:docPr id="171" name="Text Box 39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5415" cy="68135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52BE6" w:rsidRPr="00F9004A" w:rsidRDefault="00B52BE6" w:rsidP="00F9004A"/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390" o:spid="_x0000_s1050" type="#_x0000_t202" style="position:absolute;margin-left:-30.65pt;margin-top:-258.25pt;width:11.45pt;height:53.6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" stroked="f" strokecolor="white">
              <v:fill opacity="0"/>
              <v:textbox style="layout-flow:vertical;mso-layout-flow-alt:bottom-to-top" inset="0,0,0,0">
                <w:txbxContent>
                  <w:p w:rsidR="00B52BE6" w:rsidRPr="00F9004A" w:rsidRDefault="00B52BE6" w:rsidP="00F9004A"/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02272" behindDoc="0" locked="0" layoutInCell="1" allowOverlap="1">
              <wp:simplePos x="0" y="0"/>
              <wp:positionH relativeFrom="column">
                <wp:posOffset>5854065</wp:posOffset>
              </wp:positionH>
              <wp:positionV relativeFrom="paragraph">
                <wp:posOffset>-324485</wp:posOffset>
              </wp:positionV>
              <wp:extent cx="594360" cy="177165"/>
              <wp:effectExtent l="0" t="0" r="0" b="0"/>
              <wp:wrapNone/>
              <wp:docPr id="170" name="Text Box 37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4360" cy="17716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52BE6" w:rsidRDefault="00B52BE6">
                          <w:pPr>
                            <w:rPr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376" o:spid="_x0000_s1051" type="#_x0000_t202" style="position:absolute;margin-left:460.95pt;margin-top:-25.55pt;width:46.8pt;height:13.9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" stroked="f" strokecolor="white">
              <v:fill opacity="0"/>
              <v:textbox inset="0,0,0,0">
                <w:txbxContent>
                  <w:p w:rsidR="00B52BE6" w:rsidRDefault="00B52BE6">
                    <w:pPr>
                      <w:rPr>
                        <w:szCs w:val="18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01248" behindDoc="0" locked="0" layoutInCell="1" allowOverlap="1">
              <wp:simplePos x="0" y="0"/>
              <wp:positionH relativeFrom="column">
                <wp:posOffset>4792980</wp:posOffset>
              </wp:positionH>
              <wp:positionV relativeFrom="paragraph">
                <wp:posOffset>-324485</wp:posOffset>
              </wp:positionV>
              <wp:extent cx="488950" cy="177165"/>
              <wp:effectExtent l="0" t="0" r="0" b="0"/>
              <wp:wrapNone/>
              <wp:docPr id="169" name="Text Box 37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88950" cy="17716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52BE6" w:rsidRPr="005D7629" w:rsidRDefault="00B52BE6" w:rsidP="009C76C8">
                          <w:pPr>
                            <w:spacing w:line="200" w:lineRule="exact"/>
                            <w:jc w:val="center"/>
                            <w:rPr>
                              <w:rFonts w:ascii="Arial" w:hAnsi="Arial" w:cs="Arial"/>
                              <w:b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2"/>
                              <w:szCs w:val="22"/>
                            </w:rPr>
                            <w:t>ПП</w:t>
                          </w:r>
                          <w:r w:rsidR="008D1019">
                            <w:rPr>
                              <w:rFonts w:ascii="Arial" w:hAnsi="Arial" w:cs="Arial"/>
                              <w:b/>
                              <w:sz w:val="22"/>
                              <w:szCs w:val="22"/>
                            </w:rPr>
                            <w:t>Т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375" o:spid="_x0000_s1052" type="#_x0000_t202" style="position:absolute;margin-left:377.4pt;margin-top:-25.55pt;width:38.5pt;height:13.9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" stroked="f" strokecolor="white">
              <v:fill opacity="0"/>
              <v:textbox inset="0,0,0,0">
                <w:txbxContent>
                  <w:p w:rsidR="00B52BE6" w:rsidRPr="005D7629" w:rsidRDefault="00B52BE6" w:rsidP="009C76C8">
                    <w:pPr>
                      <w:spacing w:line="200" w:lineRule="exact"/>
                      <w:jc w:val="center"/>
                      <w:rPr>
                        <w:rFonts w:ascii="Arial" w:hAnsi="Arial" w:cs="Arial"/>
                        <w:b/>
                        <w:sz w:val="22"/>
                        <w:szCs w:val="22"/>
                      </w:rPr>
                    </w:pPr>
                    <w:r>
                      <w:rPr>
                        <w:rFonts w:ascii="Arial" w:hAnsi="Arial" w:cs="Arial"/>
                        <w:b/>
                        <w:sz w:val="22"/>
                        <w:szCs w:val="22"/>
                      </w:rPr>
                      <w:t>ПП</w:t>
                    </w:r>
                    <w:r w:rsidR="008D1019">
                      <w:rPr>
                        <w:rFonts w:ascii="Arial" w:hAnsi="Arial" w:cs="Arial"/>
                        <w:b/>
                        <w:sz w:val="22"/>
                        <w:szCs w:val="22"/>
                      </w:rPr>
                      <w:t>Т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00224" behindDoc="0" locked="0" layoutInCell="1" allowOverlap="1">
              <wp:simplePos x="0" y="0"/>
              <wp:positionH relativeFrom="column">
                <wp:posOffset>781685</wp:posOffset>
              </wp:positionH>
              <wp:positionV relativeFrom="paragraph">
                <wp:posOffset>179070</wp:posOffset>
              </wp:positionV>
              <wp:extent cx="702945" cy="208915"/>
              <wp:effectExtent l="0" t="0" r="0" b="0"/>
              <wp:wrapNone/>
              <wp:docPr id="168" name="Text Box 37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02945" cy="20891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52BE6" w:rsidRPr="00E342FD" w:rsidRDefault="00B52BE6" w:rsidP="00C06691">
                          <w:pPr>
                            <w:rPr>
                              <w:szCs w:val="18"/>
                            </w:rPr>
                          </w:pPr>
                          <w:r>
                            <w:rPr>
                              <w:szCs w:val="18"/>
                            </w:rPr>
                            <w:t>Коз</w:t>
                          </w:r>
                          <w:r w:rsidR="00C13C53">
                            <w:rPr>
                              <w:szCs w:val="18"/>
                            </w:rPr>
                            <w:t>ло</w:t>
                          </w:r>
                          <w:r>
                            <w:rPr>
                              <w:szCs w:val="18"/>
                            </w:rPr>
                            <w:t>в</w:t>
                          </w:r>
                        </w:p>
                        <w:p w:rsidR="00B52BE6" w:rsidRDefault="00B52BE6">
                          <w:pPr>
                            <w:rPr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374" o:spid="_x0000_s1053" type="#_x0000_t202" style="position:absolute;margin-left:61.55pt;margin-top:14.1pt;width:55.35pt;height:16.4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" stroked="f" strokecolor="white">
              <v:fill opacity="0"/>
              <v:textbox inset="0,0,0,0">
                <w:txbxContent>
                  <w:p w:rsidR="00B52BE6" w:rsidRPr="00E342FD" w:rsidRDefault="00B52BE6" w:rsidP="00C06691">
                    <w:pPr>
                      <w:rPr>
                        <w:szCs w:val="18"/>
                      </w:rPr>
                    </w:pPr>
                    <w:r>
                      <w:rPr>
                        <w:szCs w:val="18"/>
                      </w:rPr>
                      <w:t>Коз</w:t>
                    </w:r>
                    <w:r w:rsidR="00C13C53">
                      <w:rPr>
                        <w:szCs w:val="18"/>
                      </w:rPr>
                      <w:t>ло</w:t>
                    </w:r>
                    <w:r>
                      <w:rPr>
                        <w:szCs w:val="18"/>
                      </w:rPr>
                      <w:t>в</w:t>
                    </w:r>
                  </w:p>
                  <w:p w:rsidR="00B52BE6" w:rsidRDefault="00B52BE6">
                    <w:pPr>
                      <w:rPr>
                        <w:szCs w:val="18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99200" behindDoc="0" locked="0" layoutInCell="1" allowOverlap="1">
              <wp:simplePos x="0" y="0"/>
              <wp:positionH relativeFrom="column">
                <wp:posOffset>75565</wp:posOffset>
              </wp:positionH>
              <wp:positionV relativeFrom="paragraph">
                <wp:posOffset>210185</wp:posOffset>
              </wp:positionV>
              <wp:extent cx="662305" cy="178435"/>
              <wp:effectExtent l="0" t="0" r="0" b="0"/>
              <wp:wrapNone/>
              <wp:docPr id="167" name="Text Box 37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62305" cy="17843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52BE6" w:rsidRDefault="00B52BE6">
                          <w:pPr>
                            <w:rPr>
                              <w:szCs w:val="18"/>
                            </w:rPr>
                          </w:pPr>
                          <w:r>
                            <w:rPr>
                              <w:rFonts w:ascii="Arial" w:hAnsi="Arial"/>
                              <w:sz w:val="18"/>
                            </w:rPr>
                            <w:t>Н.контр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373" o:spid="_x0000_s1054" type="#_x0000_t202" style="position:absolute;margin-left:5.95pt;margin-top:16.55pt;width:52.15pt;height:14.0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" stroked="f" strokecolor="white">
              <v:fill opacity="0"/>
              <v:textbox inset="0,0,0,0">
                <w:txbxContent>
                  <w:p w:rsidR="00B52BE6" w:rsidRDefault="00B52BE6">
                    <w:pPr>
                      <w:rPr>
                        <w:szCs w:val="18"/>
                      </w:rPr>
                    </w:pPr>
                    <w:r>
                      <w:rPr>
                        <w:rFonts w:ascii="Arial" w:hAnsi="Arial"/>
                        <w:sz w:val="18"/>
                      </w:rPr>
                      <w:t>Н.контр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98176" behindDoc="0" locked="0" layoutInCell="1" allowOverlap="1">
              <wp:simplePos x="0" y="0"/>
              <wp:positionH relativeFrom="column">
                <wp:posOffset>781685</wp:posOffset>
              </wp:positionH>
              <wp:positionV relativeFrom="paragraph">
                <wp:posOffset>5080</wp:posOffset>
              </wp:positionV>
              <wp:extent cx="647700" cy="196215"/>
              <wp:effectExtent l="0" t="0" r="0" b="0"/>
              <wp:wrapNone/>
              <wp:docPr id="166" name="Text Box 37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7700" cy="19621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52BE6" w:rsidRDefault="00B52BE6">
                          <w:r>
                            <w:t>Шаманина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372" o:spid="_x0000_s1055" type="#_x0000_t202" style="position:absolute;margin-left:61.55pt;margin-top:.4pt;width:51pt;height:15.4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" stroked="f" strokecolor="white">
              <v:fill opacity="0"/>
              <v:textbox inset="0,0,0,0">
                <w:txbxContent>
                  <w:p w:rsidR="00B52BE6" w:rsidRDefault="00B52BE6">
                    <w:r>
                      <w:t>Шаманина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97152" behindDoc="0" locked="0" layoutInCell="1" allowOverlap="1">
              <wp:simplePos x="0" y="0"/>
              <wp:positionH relativeFrom="column">
                <wp:posOffset>75565</wp:posOffset>
              </wp:positionH>
              <wp:positionV relativeFrom="paragraph">
                <wp:posOffset>5080</wp:posOffset>
              </wp:positionV>
              <wp:extent cx="643890" cy="186690"/>
              <wp:effectExtent l="0" t="0" r="0" b="0"/>
              <wp:wrapNone/>
              <wp:docPr id="165" name="Text Box 37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3890" cy="18669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52BE6" w:rsidRPr="00D544DF" w:rsidRDefault="00B52BE6" w:rsidP="00D544DF">
                          <w:pPr>
                            <w:rPr>
                              <w:szCs w:val="18"/>
                            </w:rPr>
                          </w:pPr>
                          <w:r>
                            <w:rPr>
                              <w:szCs w:val="18"/>
                            </w:rPr>
                            <w:t>ГАП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371" o:spid="_x0000_s1056" type="#_x0000_t202" style="position:absolute;margin-left:5.95pt;margin-top:.4pt;width:50.7pt;height:14.7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" stroked="f" strokecolor="white">
              <v:fill opacity="0"/>
              <v:textbox inset="0,0,0,0">
                <w:txbxContent>
                  <w:p w:rsidR="00B52BE6" w:rsidRPr="00D544DF" w:rsidRDefault="00B52BE6" w:rsidP="00D544DF">
                    <w:pPr>
                      <w:rPr>
                        <w:szCs w:val="18"/>
                      </w:rPr>
                    </w:pPr>
                    <w:r>
                      <w:rPr>
                        <w:szCs w:val="18"/>
                      </w:rPr>
                      <w:t>ГАП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96128" behindDoc="0" locked="0" layoutInCell="1" allowOverlap="1">
              <wp:simplePos x="0" y="0"/>
              <wp:positionH relativeFrom="column">
                <wp:posOffset>781685</wp:posOffset>
              </wp:positionH>
              <wp:positionV relativeFrom="paragraph">
                <wp:posOffset>-179070</wp:posOffset>
              </wp:positionV>
              <wp:extent cx="666750" cy="184150"/>
              <wp:effectExtent l="0" t="0" r="0" b="0"/>
              <wp:wrapNone/>
              <wp:docPr id="164" name="Text Box 37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66750" cy="18415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52BE6" w:rsidRPr="00E342FD" w:rsidRDefault="00B52BE6" w:rsidP="000E3A3A">
                          <w:pPr>
                            <w:rPr>
                              <w:szCs w:val="18"/>
                            </w:rPr>
                          </w:pPr>
                          <w:r>
                            <w:rPr>
                              <w:szCs w:val="18"/>
                            </w:rPr>
                            <w:t>Козлов</w:t>
                          </w:r>
                        </w:p>
                        <w:p w:rsidR="00B52BE6" w:rsidRPr="00F9004A" w:rsidRDefault="00B52BE6" w:rsidP="00F9004A">
                          <w:pPr>
                            <w:rPr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370" o:spid="_x0000_s1057" type="#_x0000_t202" style="position:absolute;margin-left:61.55pt;margin-top:-14.1pt;width:52.5pt;height:14.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" stroked="f" strokecolor="white">
              <v:fill opacity="0"/>
              <v:textbox inset="0,0,0,0">
                <w:txbxContent>
                  <w:p w:rsidR="00B52BE6" w:rsidRPr="00E342FD" w:rsidRDefault="00B52BE6" w:rsidP="000E3A3A">
                    <w:pPr>
                      <w:rPr>
                        <w:szCs w:val="18"/>
                      </w:rPr>
                    </w:pPr>
                    <w:r>
                      <w:rPr>
                        <w:szCs w:val="18"/>
                      </w:rPr>
                      <w:t>Козлов</w:t>
                    </w:r>
                  </w:p>
                  <w:p w:rsidR="00B52BE6" w:rsidRPr="00F9004A" w:rsidRDefault="00B52BE6" w:rsidP="00F9004A">
                    <w:pPr>
                      <w:rPr>
                        <w:szCs w:val="18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95104" behindDoc="0" locked="0" layoutInCell="1" allowOverlap="1">
              <wp:simplePos x="0" y="0"/>
              <wp:positionH relativeFrom="column">
                <wp:posOffset>67945</wp:posOffset>
              </wp:positionH>
              <wp:positionV relativeFrom="paragraph">
                <wp:posOffset>-175260</wp:posOffset>
              </wp:positionV>
              <wp:extent cx="651510" cy="192405"/>
              <wp:effectExtent l="0" t="0" r="0" b="0"/>
              <wp:wrapNone/>
              <wp:docPr id="163" name="Text Box 36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51510" cy="19240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52BE6" w:rsidRPr="00336350" w:rsidRDefault="00B52BE6" w:rsidP="000E3A3A">
                          <w:pP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ГИП</w:t>
                          </w:r>
                        </w:p>
                        <w:p w:rsidR="00B52BE6" w:rsidRPr="00D544DF" w:rsidRDefault="00B52BE6" w:rsidP="00D544DF">
                          <w:pPr>
                            <w:rPr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369" o:spid="_x0000_s1058" type="#_x0000_t202" style="position:absolute;margin-left:5.35pt;margin-top:-13.8pt;width:51.3pt;height:15.1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" stroked="f" strokecolor="white">
              <v:fill opacity="0"/>
              <v:textbox inset="0,0,0,0">
                <w:txbxContent>
                  <w:p w:rsidR="00B52BE6" w:rsidRPr="00336350" w:rsidRDefault="00B52BE6" w:rsidP="000E3A3A">
                    <w:pPr>
                      <w:rPr>
                        <w:rFonts w:ascii="Arial" w:hAnsi="Arial" w:cs="Arial"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>ГИП</w:t>
                    </w:r>
                  </w:p>
                  <w:p w:rsidR="00B52BE6" w:rsidRPr="00D544DF" w:rsidRDefault="00B52BE6" w:rsidP="00D544DF">
                    <w:pPr>
                      <w:rPr>
                        <w:szCs w:val="18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94080" behindDoc="0" locked="0" layoutInCell="1" allowOverlap="1">
              <wp:simplePos x="0" y="0"/>
              <wp:positionH relativeFrom="column">
                <wp:posOffset>781685</wp:posOffset>
              </wp:positionH>
              <wp:positionV relativeFrom="paragraph">
                <wp:posOffset>-356870</wp:posOffset>
              </wp:positionV>
              <wp:extent cx="698500" cy="177800"/>
              <wp:effectExtent l="0" t="0" r="0" b="0"/>
              <wp:wrapNone/>
              <wp:docPr id="162" name="Text Box 36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98500" cy="17780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52BE6" w:rsidRPr="00650E9A" w:rsidRDefault="00B52BE6" w:rsidP="00650E9A">
                          <w:pPr>
                            <w:rPr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368" o:spid="_x0000_s1059" type="#_x0000_t202" style="position:absolute;margin-left:61.55pt;margin-top:-28.1pt;width:55pt;height:14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" stroked="f" strokecolor="white">
              <v:fill opacity="0"/>
              <v:textbox inset="0,0,0,0">
                <w:txbxContent>
                  <w:p w:rsidR="00B52BE6" w:rsidRPr="00650E9A" w:rsidRDefault="00B52BE6" w:rsidP="00650E9A">
                    <w:pPr>
                      <w:rPr>
                        <w:szCs w:val="18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93056" behindDoc="0" locked="0" layoutInCell="1" allowOverlap="1">
              <wp:simplePos x="0" y="0"/>
              <wp:positionH relativeFrom="column">
                <wp:posOffset>784225</wp:posOffset>
              </wp:positionH>
              <wp:positionV relativeFrom="paragraph">
                <wp:posOffset>-518795</wp:posOffset>
              </wp:positionV>
              <wp:extent cx="664210" cy="175895"/>
              <wp:effectExtent l="0" t="0" r="0" b="0"/>
              <wp:wrapNone/>
              <wp:docPr id="161" name="Text Box 36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64210" cy="17589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52BE6" w:rsidRPr="00E342FD" w:rsidRDefault="00B52BE6" w:rsidP="00E342FD">
                          <w:pPr>
                            <w:rPr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367" o:spid="_x0000_s1060" type="#_x0000_t202" style="position:absolute;margin-left:61.75pt;margin-top:-40.85pt;width:52.3pt;height:13.8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" stroked="f" strokecolor="white">
              <v:fill opacity="0"/>
              <v:textbox inset="0,0,0,0">
                <w:txbxContent>
                  <w:p w:rsidR="00B52BE6" w:rsidRPr="00E342FD" w:rsidRDefault="00B52BE6" w:rsidP="00E342FD">
                    <w:pPr>
                      <w:rPr>
                        <w:szCs w:val="18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92032" behindDoc="0" locked="0" layoutInCell="1" allowOverlap="1">
              <wp:simplePos x="0" y="0"/>
              <wp:positionH relativeFrom="column">
                <wp:posOffset>2581275</wp:posOffset>
              </wp:positionH>
              <wp:positionV relativeFrom="paragraph">
                <wp:posOffset>-951230</wp:posOffset>
              </wp:positionV>
              <wp:extent cx="3660140" cy="338455"/>
              <wp:effectExtent l="0" t="0" r="0" b="0"/>
              <wp:wrapNone/>
              <wp:docPr id="160" name="Text Box 36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660140" cy="33845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13E1C" w:rsidRPr="00876564" w:rsidRDefault="00AB5573" w:rsidP="00713E1C">
                          <w:pPr>
                            <w:jc w:val="center"/>
                            <w:rPr>
                              <w:rFonts w:ascii="Arial" w:hAnsi="Arial" w:cs="Arial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Arial" w:hAnsi="Arial" w:cs="Arial"/>
                              <w:sz w:val="32"/>
                              <w:szCs w:val="32"/>
                            </w:rPr>
                            <w:t>30</w:t>
                          </w:r>
                          <w:r w:rsidR="00C103F1" w:rsidRPr="00C103F1">
                            <w:rPr>
                              <w:rFonts w:ascii="Arial" w:hAnsi="Arial" w:cs="Arial"/>
                              <w:sz w:val="32"/>
                              <w:szCs w:val="32"/>
                            </w:rPr>
                            <w:t>/ППС - 16</w:t>
                          </w:r>
                          <w:r w:rsidR="00C103F1" w:rsidRPr="00052023">
                            <w:rPr>
                              <w:sz w:val="32"/>
                              <w:szCs w:val="32"/>
                            </w:rPr>
                            <w:t xml:space="preserve"> </w:t>
                          </w:r>
                          <w:r w:rsidR="00713E1C" w:rsidRPr="00876564">
                            <w:rPr>
                              <w:rFonts w:ascii="Arial" w:hAnsi="Arial" w:cs="Arial"/>
                              <w:bCs/>
                              <w:sz w:val="28"/>
                              <w:szCs w:val="28"/>
                            </w:rPr>
                            <w:t>– ППТ</w:t>
                          </w:r>
                          <w:r w:rsidR="00713E1C" w:rsidRPr="00876564">
                            <w:rPr>
                              <w:rFonts w:ascii="Arial" w:hAnsi="Arial" w:cs="Arial"/>
                              <w:sz w:val="28"/>
                              <w:szCs w:val="28"/>
                            </w:rPr>
                            <w:t>. СП</w:t>
                          </w:r>
                        </w:p>
                        <w:p w:rsidR="00B52BE6" w:rsidRPr="009B387C" w:rsidRDefault="00B52BE6" w:rsidP="009B387C">
                          <w:pPr>
                            <w:rPr>
                              <w:szCs w:val="2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366" o:spid="_x0000_s1061" type="#_x0000_t202" style="position:absolute;margin-left:203.25pt;margin-top:-74.9pt;width:288.2pt;height:26.6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" stroked="f" strokecolor="white">
              <v:fill opacity="0"/>
              <v:textbox>
                <w:txbxContent>
                  <w:p w:rsidR="00713E1C" w:rsidRPr="00876564" w:rsidRDefault="00AB5573" w:rsidP="00713E1C">
                    <w:pPr>
                      <w:jc w:val="center"/>
                      <w:rPr>
                        <w:rFonts w:ascii="Arial" w:hAnsi="Arial" w:cs="Arial"/>
                        <w:sz w:val="28"/>
                        <w:szCs w:val="28"/>
                      </w:rPr>
                    </w:pPr>
                    <w:r>
                      <w:rPr>
                        <w:rFonts w:ascii="Arial" w:hAnsi="Arial" w:cs="Arial"/>
                        <w:sz w:val="32"/>
                        <w:szCs w:val="32"/>
                      </w:rPr>
                      <w:t>30</w:t>
                    </w:r>
                    <w:r w:rsidR="00C103F1" w:rsidRPr="00C103F1">
                      <w:rPr>
                        <w:rFonts w:ascii="Arial" w:hAnsi="Arial" w:cs="Arial"/>
                        <w:sz w:val="32"/>
                        <w:szCs w:val="32"/>
                      </w:rPr>
                      <w:t>/ППС - 16</w:t>
                    </w:r>
                    <w:r w:rsidR="00C103F1" w:rsidRPr="00052023">
                      <w:rPr>
                        <w:sz w:val="32"/>
                        <w:szCs w:val="32"/>
                      </w:rPr>
                      <w:t xml:space="preserve"> </w:t>
                    </w:r>
                    <w:r w:rsidR="00713E1C" w:rsidRPr="00876564">
                      <w:rPr>
                        <w:rFonts w:ascii="Arial" w:hAnsi="Arial" w:cs="Arial"/>
                        <w:bCs/>
                        <w:sz w:val="28"/>
                        <w:szCs w:val="28"/>
                      </w:rPr>
                      <w:t>– ППТ</w:t>
                    </w:r>
                    <w:r w:rsidR="00713E1C" w:rsidRPr="00876564">
                      <w:rPr>
                        <w:rFonts w:ascii="Arial" w:hAnsi="Arial" w:cs="Arial"/>
                        <w:sz w:val="28"/>
                        <w:szCs w:val="28"/>
                      </w:rPr>
                      <w:t>. СП</w:t>
                    </w:r>
                  </w:p>
                  <w:p w:rsidR="00B52BE6" w:rsidRPr="009B387C" w:rsidRDefault="00B52BE6" w:rsidP="009B387C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298" distR="114298" simplePos="0" relativeHeight="251689984" behindDoc="0" locked="0" layoutInCell="1" allowOverlap="1">
              <wp:simplePos x="0" y="0"/>
              <wp:positionH relativeFrom="column">
                <wp:posOffset>-243841</wp:posOffset>
              </wp:positionH>
              <wp:positionV relativeFrom="paragraph">
                <wp:posOffset>-4885690</wp:posOffset>
              </wp:positionV>
              <wp:extent cx="0" cy="2313940"/>
              <wp:effectExtent l="0" t="0" r="19050" b="10160"/>
              <wp:wrapNone/>
              <wp:docPr id="158" name="Line 33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231394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339" o:spid="_x0000_s1026" style="position:absolute;z-index:251689984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from="-19.2pt,-384.7pt" to="-19.2pt,-20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298" distR="114298" simplePos="0" relativeHeight="251688960" behindDoc="0" locked="0" layoutInCell="1" allowOverlap="1">
              <wp:simplePos x="0" y="0"/>
              <wp:positionH relativeFrom="column">
                <wp:posOffset>-378461</wp:posOffset>
              </wp:positionH>
              <wp:positionV relativeFrom="paragraph">
                <wp:posOffset>-4887595</wp:posOffset>
              </wp:positionV>
              <wp:extent cx="0" cy="2313940"/>
              <wp:effectExtent l="0" t="0" r="19050" b="10160"/>
              <wp:wrapNone/>
              <wp:docPr id="157" name="Line 33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231394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338" o:spid="_x0000_s1026" style="position:absolute;z-index:251688960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from="-29.8pt,-384.85pt" to="-29.8pt,-20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298" distR="114298" simplePos="0" relativeHeight="251687936" behindDoc="0" locked="0" layoutInCell="1" allowOverlap="1">
              <wp:simplePos x="0" y="0"/>
              <wp:positionH relativeFrom="column">
                <wp:posOffset>-107951</wp:posOffset>
              </wp:positionH>
              <wp:positionV relativeFrom="paragraph">
                <wp:posOffset>-4887595</wp:posOffset>
              </wp:positionV>
              <wp:extent cx="0" cy="2313940"/>
              <wp:effectExtent l="0" t="0" r="19050" b="10160"/>
              <wp:wrapNone/>
              <wp:docPr id="156" name="Line 33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231394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337" o:spid="_x0000_s1026" style="position:absolute;z-index:251687936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from="-8.5pt,-384.85pt" to="-8.5pt,-20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"/>
          </w:pict>
        </mc:Fallback>
      </mc:AlternateContent>
    </w:r>
    <w:r>
      <w:rPr>
        <w:noProof/>
      </w:rPr>
      <mc:AlternateContent>
        <mc:Choice Requires="wps">
          <w:drawing>
            <wp:anchor distT="4294967294" distB="4294967294" distL="114300" distR="114300" simplePos="0" relativeHeight="251686912" behindDoc="0" locked="0" layoutInCell="1" allowOverlap="1">
              <wp:simplePos x="0" y="0"/>
              <wp:positionH relativeFrom="column">
                <wp:posOffset>-377190</wp:posOffset>
              </wp:positionH>
              <wp:positionV relativeFrom="paragraph">
                <wp:posOffset>-3975101</wp:posOffset>
              </wp:positionV>
              <wp:extent cx="408305" cy="0"/>
              <wp:effectExtent l="0" t="0" r="10795" b="19050"/>
              <wp:wrapNone/>
              <wp:docPr id="155" name="Line 33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40830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335" o:spid="_x0000_s1026" style="position:absolute;z-index:251686912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-29.7pt,-313pt" to="2.45pt,-31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"/>
          </w:pict>
        </mc:Fallback>
      </mc:AlternateContent>
    </w:r>
    <w:r>
      <w:rPr>
        <w:noProof/>
      </w:rPr>
      <mc:AlternateContent>
        <mc:Choice Requires="wps">
          <w:drawing>
            <wp:anchor distT="4294967294" distB="4294967294" distL="114300" distR="114300" simplePos="0" relativeHeight="251685888" behindDoc="0" locked="0" layoutInCell="1" allowOverlap="1">
              <wp:simplePos x="0" y="0"/>
              <wp:positionH relativeFrom="column">
                <wp:posOffset>-376555</wp:posOffset>
              </wp:positionH>
              <wp:positionV relativeFrom="paragraph">
                <wp:posOffset>-4509771</wp:posOffset>
              </wp:positionV>
              <wp:extent cx="408305" cy="0"/>
              <wp:effectExtent l="0" t="0" r="10795" b="19050"/>
              <wp:wrapNone/>
              <wp:docPr id="154" name="Line 33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40830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334" o:spid="_x0000_s1026" style="position:absolute;z-index:25168588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-29.65pt,-355.1pt" to="2.5pt,-35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"/>
          </w:pict>
        </mc:Fallback>
      </mc:AlternateContent>
    </w:r>
    <w:r>
      <w:rPr>
        <w:noProof/>
      </w:rPr>
      <mc:AlternateContent>
        <mc:Choice Requires="wps">
          <w:drawing>
            <wp:anchor distT="4294967294" distB="4294967294" distL="114300" distR="114300" simplePos="0" relativeHeight="251684864" behindDoc="0" locked="0" layoutInCell="1" allowOverlap="1">
              <wp:simplePos x="0" y="0"/>
              <wp:positionH relativeFrom="column">
                <wp:posOffset>-377825</wp:posOffset>
              </wp:positionH>
              <wp:positionV relativeFrom="paragraph">
                <wp:posOffset>-3266441</wp:posOffset>
              </wp:positionV>
              <wp:extent cx="408305" cy="0"/>
              <wp:effectExtent l="0" t="0" r="10795" b="19050"/>
              <wp:wrapNone/>
              <wp:docPr id="153" name="Line 3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40830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330" o:spid="_x0000_s1026" style="position:absolute;z-index:2516848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-29.75pt,-257.2pt" to="2.4pt,-25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"/>
          </w:pict>
        </mc:Fallback>
      </mc:AlternateContent>
    </w:r>
    <w:r>
      <w:rPr>
        <w:noProof/>
      </w:rPr>
      <mc:AlternateContent>
        <mc:Choice Requires="wps">
          <w:drawing>
            <wp:anchor distT="4294967294" distB="4294967294" distL="114300" distR="114300" simplePos="0" relativeHeight="251683840" behindDoc="0" locked="0" layoutInCell="1" allowOverlap="1">
              <wp:simplePos x="0" y="0"/>
              <wp:positionH relativeFrom="column">
                <wp:posOffset>35560</wp:posOffset>
              </wp:positionH>
              <wp:positionV relativeFrom="paragraph">
                <wp:posOffset>-879476</wp:posOffset>
              </wp:positionV>
              <wp:extent cx="2270125" cy="0"/>
              <wp:effectExtent l="0" t="0" r="15875" b="19050"/>
              <wp:wrapNone/>
              <wp:docPr id="152" name="Line 3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227012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325" o:spid="_x0000_s1026" style="position:absolute;z-index:2516838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2.8pt,-69.25pt" to="181.55pt,-6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">
              <v:stroke startarrowwidth="narrow" startarrowlength="short" endarrowwidth="narrow" endarrowlength="short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82816" behindDoc="0" locked="0" layoutInCell="1" allowOverlap="1">
              <wp:simplePos x="0" y="0"/>
              <wp:positionH relativeFrom="column">
                <wp:posOffset>1083310</wp:posOffset>
              </wp:positionH>
              <wp:positionV relativeFrom="paragraph">
                <wp:posOffset>-1064260</wp:posOffset>
              </wp:positionV>
              <wp:extent cx="1270" cy="533400"/>
              <wp:effectExtent l="0" t="0" r="36830" b="19050"/>
              <wp:wrapNone/>
              <wp:docPr id="151" name="Line 3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270" cy="53340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324" o:spid="_x0000_s1026" style="position:absolute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5.3pt,-83.8pt" to="85.4pt,-4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">
              <v:stroke startarrowwidth="narrow" startarrowlength="short" endarrowwidth="narrow" endarrowlength="short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81792" behindDoc="0" locked="0" layoutInCell="1" allowOverlap="1">
              <wp:simplePos x="0" y="0"/>
              <wp:positionH relativeFrom="column">
                <wp:posOffset>382905</wp:posOffset>
              </wp:positionH>
              <wp:positionV relativeFrom="paragraph">
                <wp:posOffset>-1064260</wp:posOffset>
              </wp:positionV>
              <wp:extent cx="1270" cy="533400"/>
              <wp:effectExtent l="0" t="0" r="36830" b="19050"/>
              <wp:wrapNone/>
              <wp:docPr id="150" name="Line 3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270" cy="53340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323" o:spid="_x0000_s1026" style="position:absolute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.15pt,-83.8pt" to="30.25pt,-4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">
              <v:stroke startarrowwidth="narrow" startarrowlength="short" endarrowwidth="narrow" endarrowlength="short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80768" behindDoc="0" locked="0" layoutInCell="1" allowOverlap="1">
              <wp:simplePos x="0" y="0"/>
              <wp:positionH relativeFrom="column">
                <wp:posOffset>-371475</wp:posOffset>
              </wp:positionH>
              <wp:positionV relativeFrom="paragraph">
                <wp:posOffset>-464820</wp:posOffset>
              </wp:positionV>
              <wp:extent cx="140335" cy="832485"/>
              <wp:effectExtent l="0" t="0" r="0" b="0"/>
              <wp:wrapNone/>
              <wp:docPr id="149" name="Rectangle 29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40335" cy="83248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52BE6" w:rsidRDefault="00B52BE6">
                          <w:pPr>
                            <w:jc w:val="center"/>
                            <w:rPr>
                              <w:rFonts w:ascii="Arial" w:hAnsi="Arial"/>
                            </w:rPr>
                          </w:pPr>
                          <w:r>
                            <w:rPr>
                              <w:rFonts w:ascii="Arial" w:hAnsi="Arial"/>
                              <w:sz w:val="18"/>
                            </w:rPr>
                            <w:t xml:space="preserve"> Инв. № подл.</w:t>
                          </w:r>
                        </w:p>
                      </w:txbxContent>
                    </wps:txbx>
                    <wps:bodyPr rot="0" vert="vert270" wrap="square" lIns="12700" tIns="12700" rIns="12700" bIns="127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290" o:spid="_x0000_s1062" style="position:absolute;margin-left:-29.25pt;margin-top:-36.6pt;width:11.05pt;height:65.5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" stroked="f" strokeweight="1.5pt">
              <v:fill opacity="0"/>
              <v:textbox style="layout-flow:vertical;mso-layout-flow-alt:bottom-to-top" inset="1pt,1pt,1pt,1pt">
                <w:txbxContent>
                  <w:p w:rsidR="00B52BE6" w:rsidRDefault="00B52BE6">
                    <w:pPr>
                      <w:jc w:val="center"/>
                      <w:rPr>
                        <w:rFonts w:ascii="Arial" w:hAnsi="Arial"/>
                      </w:rPr>
                    </w:pPr>
                    <w:r>
                      <w:rPr>
                        <w:rFonts w:ascii="Arial" w:hAnsi="Arial"/>
                        <w:sz w:val="18"/>
                      </w:rPr>
                      <w:t xml:space="preserve"> Инв. № подл.</w:t>
                    </w: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9744" behindDoc="0" locked="0" layoutInCell="1" allowOverlap="1">
              <wp:simplePos x="0" y="0"/>
              <wp:positionH relativeFrom="column">
                <wp:posOffset>-377190</wp:posOffset>
              </wp:positionH>
              <wp:positionV relativeFrom="paragraph">
                <wp:posOffset>-1635760</wp:posOffset>
              </wp:positionV>
              <wp:extent cx="152400" cy="1097915"/>
              <wp:effectExtent l="0" t="0" r="0" b="0"/>
              <wp:wrapNone/>
              <wp:docPr id="148" name="Rectangle 28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52400" cy="109791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52BE6" w:rsidRDefault="00B52BE6">
                          <w:pPr>
                            <w:jc w:val="center"/>
                            <w:rPr>
                              <w:rFonts w:ascii="Arial" w:hAnsi="Arial"/>
                            </w:rPr>
                          </w:pPr>
                          <w:r>
                            <w:rPr>
                              <w:rFonts w:ascii="Arial" w:hAnsi="Arial"/>
                              <w:sz w:val="18"/>
                            </w:rPr>
                            <w:t>Подпись и дата</w:t>
                          </w:r>
                        </w:p>
                        <w:p w:rsidR="00B52BE6" w:rsidRDefault="00B52BE6">
                          <w:pPr>
                            <w:rPr>
                              <w:sz w:val="18"/>
                            </w:rPr>
                          </w:pPr>
                        </w:p>
                      </w:txbxContent>
                    </wps:txbx>
                    <wps:bodyPr rot="0" vert="vert270" wrap="square" lIns="12700" tIns="12700" rIns="12700" bIns="127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289" o:spid="_x0000_s1063" style="position:absolute;margin-left:-29.7pt;margin-top:-128.8pt;width:12pt;height:86.4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" stroked="f" strokeweight="1.5pt">
              <v:fill opacity="0"/>
              <v:textbox style="layout-flow:vertical;mso-layout-flow-alt:bottom-to-top" inset="1pt,1pt,1pt,1pt">
                <w:txbxContent>
                  <w:p w:rsidR="00B52BE6" w:rsidRDefault="00B52BE6">
                    <w:pPr>
                      <w:jc w:val="center"/>
                      <w:rPr>
                        <w:rFonts w:ascii="Arial" w:hAnsi="Arial"/>
                      </w:rPr>
                    </w:pPr>
                    <w:r>
                      <w:rPr>
                        <w:rFonts w:ascii="Arial" w:hAnsi="Arial"/>
                        <w:sz w:val="18"/>
                      </w:rPr>
                      <w:t>Подпись и дата</w:t>
                    </w:r>
                  </w:p>
                  <w:p w:rsidR="00B52BE6" w:rsidRDefault="00B52BE6">
                    <w:pPr>
                      <w:rPr>
                        <w:sz w:val="18"/>
                      </w:rPr>
                    </w:pP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8720" behindDoc="0" locked="0" layoutInCell="1" allowOverlap="1">
              <wp:simplePos x="0" y="0"/>
              <wp:positionH relativeFrom="column">
                <wp:posOffset>-381000</wp:posOffset>
              </wp:positionH>
              <wp:positionV relativeFrom="paragraph">
                <wp:posOffset>-2504440</wp:posOffset>
              </wp:positionV>
              <wp:extent cx="145415" cy="814070"/>
              <wp:effectExtent l="0" t="0" r="0" b="0"/>
              <wp:wrapNone/>
              <wp:docPr id="147" name="Rectangle 28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45415" cy="81407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52BE6" w:rsidRDefault="00B52BE6">
                          <w:pPr>
                            <w:jc w:val="center"/>
                            <w:rPr>
                              <w:rFonts w:ascii="Arial" w:hAnsi="Arial"/>
                            </w:rPr>
                          </w:pPr>
                          <w:r>
                            <w:rPr>
                              <w:rFonts w:ascii="Arial" w:hAnsi="Arial"/>
                              <w:sz w:val="18"/>
                            </w:rPr>
                            <w:t>Взам. инв. №</w:t>
                          </w:r>
                        </w:p>
                      </w:txbxContent>
                    </wps:txbx>
                    <wps:bodyPr rot="0" vert="vert270" wrap="square" lIns="12700" tIns="12700" rIns="12700" bIns="127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288" o:spid="_x0000_s1064" style="position:absolute;margin-left:-30pt;margin-top:-197.2pt;width:11.45pt;height:64.1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" stroked="f" strokeweight="1.5pt">
              <v:fill opacity="0"/>
              <v:textbox style="layout-flow:vertical;mso-layout-flow-alt:bottom-to-top" inset="1pt,1pt,1pt,1pt">
                <w:txbxContent>
                  <w:p w:rsidR="00B52BE6" w:rsidRDefault="00B52BE6">
                    <w:pPr>
                      <w:jc w:val="center"/>
                      <w:rPr>
                        <w:rFonts w:ascii="Arial" w:hAnsi="Arial"/>
                      </w:rPr>
                    </w:pPr>
                    <w:r>
                      <w:rPr>
                        <w:rFonts w:ascii="Arial" w:hAnsi="Arial"/>
                        <w:sz w:val="18"/>
                      </w:rPr>
                      <w:t>Взам. инв. №</w:t>
                    </w: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7696" behindDoc="0" locked="0" layoutInCell="1" allowOverlap="1">
              <wp:simplePos x="0" y="0"/>
              <wp:positionH relativeFrom="column">
                <wp:posOffset>-381635</wp:posOffset>
              </wp:positionH>
              <wp:positionV relativeFrom="paragraph">
                <wp:posOffset>-1691005</wp:posOffset>
              </wp:positionV>
              <wp:extent cx="419100" cy="635"/>
              <wp:effectExtent l="0" t="0" r="19050" b="37465"/>
              <wp:wrapNone/>
              <wp:docPr id="146" name="Line 28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rot="10800000" flipV="1">
                        <a:off x="0" y="0"/>
                        <a:ext cx="419100" cy="635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287" o:spid="_x0000_s1026" style="position:absolute;rotation:180;flip:y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0.05pt,-133.15pt" to="2.95pt,-13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" strokeweight="1.5pt">
              <v:stroke startarrowwidth="narrow" startarrowlength="short" endarrowwidth="narrow" endarrowlength="short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4294967294" distB="4294967294" distL="114300" distR="114300" simplePos="0" relativeHeight="251676672" behindDoc="0" locked="0" layoutInCell="1" allowOverlap="1">
              <wp:simplePos x="0" y="0"/>
              <wp:positionH relativeFrom="column">
                <wp:posOffset>-382270</wp:posOffset>
              </wp:positionH>
              <wp:positionV relativeFrom="paragraph">
                <wp:posOffset>-486411</wp:posOffset>
              </wp:positionV>
              <wp:extent cx="415290" cy="0"/>
              <wp:effectExtent l="0" t="0" r="22860" b="19050"/>
              <wp:wrapNone/>
              <wp:docPr id="145" name="Line 28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415290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286" o:spid="_x0000_s1026" style="position:absolute;flip:x;z-index:251676672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-30.1pt,-38.3pt" to="2.6pt,-3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" strokeweight="1.5pt">
              <v:stroke startarrowwidth="narrow" startarrowlength="short" endarrowwidth="narrow" endarrowlength="short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5648" behindDoc="0" locked="0" layoutInCell="1" allowOverlap="1">
              <wp:simplePos x="0" y="0"/>
              <wp:positionH relativeFrom="column">
                <wp:posOffset>-208915</wp:posOffset>
              </wp:positionH>
              <wp:positionV relativeFrom="paragraph">
                <wp:posOffset>-2562225</wp:posOffset>
              </wp:positionV>
              <wp:extent cx="635" cy="2919095"/>
              <wp:effectExtent l="0" t="0" r="37465" b="14605"/>
              <wp:wrapNone/>
              <wp:docPr id="144" name="Line 28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35" cy="2919095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285" o:spid="_x0000_s1026" style="position:absolute;flip:y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6.45pt,-201.75pt" to="-16.4pt,2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" strokeweight="1.5pt">
              <v:stroke startarrowwidth="narrow" startarrowlength="short" endarrowwidth="narrow" endarrowlength="short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4624" behindDoc="0" locked="0" layoutInCell="1" allowOverlap="1">
              <wp:simplePos x="0" y="0"/>
              <wp:positionH relativeFrom="column">
                <wp:posOffset>-381000</wp:posOffset>
              </wp:positionH>
              <wp:positionV relativeFrom="paragraph">
                <wp:posOffset>-2568575</wp:posOffset>
              </wp:positionV>
              <wp:extent cx="410845" cy="2921635"/>
              <wp:effectExtent l="0" t="0" r="27305" b="12065"/>
              <wp:wrapNone/>
              <wp:docPr id="141" name="Rectangle 28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10845" cy="292163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 w="1905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284" o:spid="_x0000_s1026" style="position:absolute;margin-left:-30pt;margin-top:-202.25pt;width:32.35pt;height:230.0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" strokeweight="1.5pt">
              <v:fill opacity="0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298" distR="114298" simplePos="0" relativeHeight="251673600" behindDoc="0" locked="0" layoutInCell="1" allowOverlap="1">
              <wp:simplePos x="0" y="0"/>
              <wp:positionH relativeFrom="column">
                <wp:posOffset>1431289</wp:posOffset>
              </wp:positionH>
              <wp:positionV relativeFrom="paragraph">
                <wp:posOffset>-1062355</wp:posOffset>
              </wp:positionV>
              <wp:extent cx="0" cy="1424305"/>
              <wp:effectExtent l="0" t="0" r="19050" b="23495"/>
              <wp:wrapNone/>
              <wp:docPr id="140" name="Line 27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0" cy="1424305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279" o:spid="_x0000_s1026" style="position:absolute;flip:y;z-index:251673600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from="112.7pt,-83.65pt" to="112.7pt,2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" strokeweight="1.5pt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298" distR="114298" simplePos="0" relativeHeight="251672576" behindDoc="0" locked="0" layoutInCell="1" allowOverlap="1">
              <wp:simplePos x="0" y="0"/>
              <wp:positionH relativeFrom="column">
                <wp:posOffset>730249</wp:posOffset>
              </wp:positionH>
              <wp:positionV relativeFrom="paragraph">
                <wp:posOffset>-1064260</wp:posOffset>
              </wp:positionV>
              <wp:extent cx="0" cy="1424305"/>
              <wp:effectExtent l="0" t="0" r="19050" b="23495"/>
              <wp:wrapNone/>
              <wp:docPr id="139" name="Line 27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0" cy="1424305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276" o:spid="_x0000_s1026" style="position:absolute;flip:x;z-index:251672576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from="57.5pt,-83.8pt" to="57.5pt,2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" strokeweight="1.5pt">
              <v:stroke startarrowwidth="narrow" startarrowlength="short" endarrowwidth="narrow" endarrowlength="short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1552" behindDoc="0" locked="0" layoutInCell="1" allowOverlap="1">
              <wp:simplePos x="0" y="0"/>
              <wp:positionH relativeFrom="column">
                <wp:posOffset>48895</wp:posOffset>
              </wp:positionH>
              <wp:positionV relativeFrom="paragraph">
                <wp:posOffset>-683895</wp:posOffset>
              </wp:positionV>
              <wp:extent cx="309245" cy="137795"/>
              <wp:effectExtent l="0" t="0" r="0" b="0"/>
              <wp:wrapNone/>
              <wp:docPr id="138" name="Rectangle 27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09245" cy="13779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52BE6" w:rsidRDefault="00B52BE6">
                          <w:pPr>
                            <w:jc w:val="center"/>
                            <w:rPr>
                              <w:rFonts w:ascii="Arial" w:hAnsi="Arial"/>
                            </w:rPr>
                          </w:pPr>
                          <w:r>
                            <w:rPr>
                              <w:rFonts w:ascii="Arial" w:hAnsi="Arial"/>
                              <w:sz w:val="16"/>
                              <w:szCs w:val="16"/>
                            </w:rPr>
                            <w:t>Изм</w:t>
                          </w:r>
                          <w:r>
                            <w:rPr>
                              <w:rFonts w:ascii="Arial" w:hAnsi="Arial"/>
                              <w:sz w:val="16"/>
                            </w:rPr>
                            <w:t>.</w:t>
                          </w:r>
                        </w:p>
                      </w:txbxContent>
                    </wps:txbx>
                    <wps:bodyPr rot="0" vert="horz" wrap="square" lIns="12700" tIns="12700" rIns="12700" bIns="127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274" o:spid="_x0000_s1065" style="position:absolute;margin-left:3.85pt;margin-top:-53.85pt;width:24.35pt;height:10.8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" stroked="f" strokeweight="1pt">
              <v:fill opacity="0"/>
              <v:textbox inset="1pt,1pt,1pt,1pt">
                <w:txbxContent>
                  <w:p w:rsidR="00B52BE6" w:rsidRDefault="00B52BE6">
                    <w:pPr>
                      <w:jc w:val="center"/>
                      <w:rPr>
                        <w:rFonts w:ascii="Arial" w:hAnsi="Arial"/>
                      </w:rPr>
                    </w:pPr>
                    <w:r>
                      <w:rPr>
                        <w:rFonts w:ascii="Arial" w:hAnsi="Arial"/>
                        <w:sz w:val="16"/>
                        <w:szCs w:val="16"/>
                      </w:rPr>
                      <w:t>Изм</w:t>
                    </w:r>
                    <w:r>
                      <w:rPr>
                        <w:rFonts w:ascii="Arial" w:hAnsi="Arial"/>
                        <w:sz w:val="16"/>
                      </w:rPr>
                      <w:t>.</w:t>
                    </w: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0528" behindDoc="0" locked="0" layoutInCell="1" allowOverlap="1">
              <wp:simplePos x="0" y="0"/>
              <wp:positionH relativeFrom="column">
                <wp:posOffset>390525</wp:posOffset>
              </wp:positionH>
              <wp:positionV relativeFrom="paragraph">
                <wp:posOffset>-669925</wp:posOffset>
              </wp:positionV>
              <wp:extent cx="338455" cy="148590"/>
              <wp:effectExtent l="0" t="0" r="0" b="0"/>
              <wp:wrapNone/>
              <wp:docPr id="137" name="Rectangle 27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38455" cy="14859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52BE6" w:rsidRDefault="00B52BE6">
                          <w:pPr>
                            <w:jc w:val="center"/>
                            <w:rPr>
                              <w:rFonts w:ascii="Arial" w:hAnsi="Arial"/>
                              <w:sz w:val="16"/>
                            </w:rPr>
                          </w:pPr>
                          <w:r>
                            <w:rPr>
                              <w:rFonts w:ascii="Arial" w:hAnsi="Arial"/>
                              <w:sz w:val="16"/>
                            </w:rPr>
                            <w:t>Кол.уч.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273" o:spid="_x0000_s1066" style="position:absolute;margin-left:30.75pt;margin-top:-52.75pt;width:26.65pt;height:11.7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" stroked="f" strokeweight="1pt">
              <v:fill opacity="0"/>
              <v:textbox inset="0,0,0,0">
                <w:txbxContent>
                  <w:p w:rsidR="00B52BE6" w:rsidRDefault="00B52BE6">
                    <w:pPr>
                      <w:jc w:val="center"/>
                      <w:rPr>
                        <w:rFonts w:ascii="Arial" w:hAnsi="Arial"/>
                        <w:sz w:val="16"/>
                      </w:rPr>
                    </w:pPr>
                    <w:r>
                      <w:rPr>
                        <w:rFonts w:ascii="Arial" w:hAnsi="Arial"/>
                        <w:sz w:val="16"/>
                      </w:rPr>
                      <w:t>Кол.уч.</w:t>
                    </w: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9504" behindDoc="0" locked="0" layoutInCell="1" allowOverlap="1">
              <wp:simplePos x="0" y="0"/>
              <wp:positionH relativeFrom="column">
                <wp:posOffset>759460</wp:posOffset>
              </wp:positionH>
              <wp:positionV relativeFrom="paragraph">
                <wp:posOffset>-681990</wp:posOffset>
              </wp:positionV>
              <wp:extent cx="300990" cy="128270"/>
              <wp:effectExtent l="0" t="0" r="0" b="0"/>
              <wp:wrapNone/>
              <wp:docPr id="136" name="Rectangle 27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00990" cy="12827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52BE6" w:rsidRDefault="00B52BE6">
                          <w:pPr>
                            <w:jc w:val="center"/>
                            <w:rPr>
                              <w:rFonts w:ascii="Arial" w:hAnsi="Arial"/>
                            </w:rPr>
                          </w:pPr>
                          <w:r>
                            <w:rPr>
                              <w:rFonts w:ascii="Arial" w:hAnsi="Arial"/>
                              <w:sz w:val="16"/>
                            </w:rPr>
                            <w:t>Лист</w:t>
                          </w:r>
                        </w:p>
                      </w:txbxContent>
                    </wps:txbx>
                    <wps:bodyPr rot="0" vert="horz" wrap="square" lIns="12700" tIns="12700" rIns="12700" bIns="127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272" o:spid="_x0000_s1067" style="position:absolute;margin-left:59.8pt;margin-top:-53.7pt;width:23.7pt;height:10.1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" stroked="f" strokeweight="1pt">
              <v:fill opacity="0"/>
              <v:textbox inset="1pt,1pt,1pt,1pt">
                <w:txbxContent>
                  <w:p w:rsidR="00B52BE6" w:rsidRDefault="00B52BE6">
                    <w:pPr>
                      <w:jc w:val="center"/>
                      <w:rPr>
                        <w:rFonts w:ascii="Arial" w:hAnsi="Arial"/>
                      </w:rPr>
                    </w:pPr>
                    <w:r>
                      <w:rPr>
                        <w:rFonts w:ascii="Arial" w:hAnsi="Arial"/>
                        <w:sz w:val="16"/>
                      </w:rPr>
                      <w:t>Лист</w:t>
                    </w: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8480" behindDoc="0" locked="0" layoutInCell="1" allowOverlap="1">
              <wp:simplePos x="0" y="0"/>
              <wp:positionH relativeFrom="column">
                <wp:posOffset>1092200</wp:posOffset>
              </wp:positionH>
              <wp:positionV relativeFrom="paragraph">
                <wp:posOffset>-679450</wp:posOffset>
              </wp:positionV>
              <wp:extent cx="337185" cy="142875"/>
              <wp:effectExtent l="0" t="0" r="0" b="0"/>
              <wp:wrapNone/>
              <wp:docPr id="135" name="Rectangle 27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37185" cy="14287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52BE6" w:rsidRDefault="00B52BE6">
                          <w:pPr>
                            <w:jc w:val="center"/>
                            <w:rPr>
                              <w:rFonts w:ascii="Arial" w:hAnsi="Arial"/>
                            </w:rPr>
                          </w:pPr>
                          <w:r>
                            <w:rPr>
                              <w:rFonts w:ascii="Arial" w:hAnsi="Arial"/>
                              <w:sz w:val="16"/>
                            </w:rPr>
                            <w:t>№ док.</w:t>
                          </w:r>
                        </w:p>
                      </w:txbxContent>
                    </wps:txbx>
                    <wps:bodyPr rot="0" vert="horz" wrap="square" lIns="0" tIns="12700" rIns="0" bIns="127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271" o:spid="_x0000_s1068" style="position:absolute;margin-left:86pt;margin-top:-53.5pt;width:26.55pt;height:11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" stroked="f" strokeweight="1pt">
              <v:fill opacity="0"/>
              <v:textbox inset="0,1pt,0,1pt">
                <w:txbxContent>
                  <w:p w:rsidR="00B52BE6" w:rsidRDefault="00B52BE6">
                    <w:pPr>
                      <w:jc w:val="center"/>
                      <w:rPr>
                        <w:rFonts w:ascii="Arial" w:hAnsi="Arial"/>
                      </w:rPr>
                    </w:pPr>
                    <w:r>
                      <w:rPr>
                        <w:rFonts w:ascii="Arial" w:hAnsi="Arial"/>
                        <w:sz w:val="16"/>
                      </w:rPr>
                      <w:t>№ док.</w:t>
                    </w: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7456" behindDoc="0" locked="0" layoutInCell="1" allowOverlap="1">
              <wp:simplePos x="0" y="0"/>
              <wp:positionH relativeFrom="column">
                <wp:posOffset>1448435</wp:posOffset>
              </wp:positionH>
              <wp:positionV relativeFrom="paragraph">
                <wp:posOffset>-680720</wp:posOffset>
              </wp:positionV>
              <wp:extent cx="494665" cy="156845"/>
              <wp:effectExtent l="0" t="0" r="0" b="0"/>
              <wp:wrapNone/>
              <wp:docPr id="134" name="Rectangle 27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94665" cy="15684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52BE6" w:rsidRDefault="00B52BE6">
                          <w:pPr>
                            <w:jc w:val="center"/>
                            <w:rPr>
                              <w:rFonts w:ascii="Arial" w:hAnsi="Arial"/>
                            </w:rPr>
                          </w:pPr>
                          <w:r>
                            <w:rPr>
                              <w:rFonts w:ascii="Arial" w:hAnsi="Arial"/>
                              <w:sz w:val="16"/>
                            </w:rPr>
                            <w:t>Подпись</w:t>
                          </w:r>
                        </w:p>
                      </w:txbxContent>
                    </wps:txbx>
                    <wps:bodyPr rot="0" vert="horz" wrap="square" lIns="12700" tIns="12700" rIns="12700" bIns="127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270" o:spid="_x0000_s1069" style="position:absolute;margin-left:114.05pt;margin-top:-53.6pt;width:38.95pt;height:12.3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" stroked="f" strokeweight="1pt">
              <v:fill opacity="0"/>
              <v:textbox inset="1pt,1pt,1pt,1pt">
                <w:txbxContent>
                  <w:p w:rsidR="00B52BE6" w:rsidRDefault="00B52BE6">
                    <w:pPr>
                      <w:jc w:val="center"/>
                      <w:rPr>
                        <w:rFonts w:ascii="Arial" w:hAnsi="Arial"/>
                      </w:rPr>
                    </w:pPr>
                    <w:r>
                      <w:rPr>
                        <w:rFonts w:ascii="Arial" w:hAnsi="Arial"/>
                        <w:sz w:val="16"/>
                      </w:rPr>
                      <w:t>Подпись</w:t>
                    </w: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6432" behindDoc="0" locked="0" layoutInCell="1" allowOverlap="1">
              <wp:simplePos x="0" y="0"/>
              <wp:positionH relativeFrom="column">
                <wp:posOffset>1979295</wp:posOffset>
              </wp:positionH>
              <wp:positionV relativeFrom="paragraph">
                <wp:posOffset>-681990</wp:posOffset>
              </wp:positionV>
              <wp:extent cx="320040" cy="146685"/>
              <wp:effectExtent l="0" t="0" r="0" b="0"/>
              <wp:wrapNone/>
              <wp:docPr id="133" name="Rectangle 26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20040" cy="14668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52BE6" w:rsidRDefault="00B52BE6">
                          <w:pPr>
                            <w:jc w:val="center"/>
                            <w:rPr>
                              <w:rFonts w:ascii="Arial" w:hAnsi="Arial"/>
                            </w:rPr>
                          </w:pPr>
                          <w:r>
                            <w:rPr>
                              <w:rFonts w:ascii="Arial" w:hAnsi="Arial"/>
                              <w:sz w:val="16"/>
                            </w:rPr>
                            <w:t>Дата</w:t>
                          </w:r>
                        </w:p>
                      </w:txbxContent>
                    </wps:txbx>
                    <wps:bodyPr rot="0" vert="horz" wrap="square" lIns="12700" tIns="12700" rIns="12700" bIns="127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269" o:spid="_x0000_s1070" style="position:absolute;margin-left:155.85pt;margin-top:-53.7pt;width:25.2pt;height:11.5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" stroked="f" strokeweight="1pt">
              <v:fill opacity="0"/>
              <v:textbox inset="1pt,1pt,1pt,1pt">
                <w:txbxContent>
                  <w:p w:rsidR="00B52BE6" w:rsidRDefault="00B52BE6">
                    <w:pPr>
                      <w:jc w:val="center"/>
                      <w:rPr>
                        <w:rFonts w:ascii="Arial" w:hAnsi="Arial"/>
                      </w:rPr>
                    </w:pPr>
                    <w:r>
                      <w:rPr>
                        <w:rFonts w:ascii="Arial" w:hAnsi="Arial"/>
                        <w:sz w:val="16"/>
                      </w:rPr>
                      <w:t>Дата</w:t>
                    </w: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>
              <wp:simplePos x="0" y="0"/>
              <wp:positionH relativeFrom="column">
                <wp:posOffset>36830</wp:posOffset>
              </wp:positionH>
              <wp:positionV relativeFrom="paragraph">
                <wp:posOffset>-1061085</wp:posOffset>
              </wp:positionV>
              <wp:extent cx="2270760" cy="635"/>
              <wp:effectExtent l="0" t="0" r="15240" b="37465"/>
              <wp:wrapNone/>
              <wp:docPr id="132" name="Line 26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2270760" cy="635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268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.9pt,-83.55pt" to="181.7pt,-8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" strokeweight="1.5pt">
              <v:stroke startarrowwidth="narrow" startarrowlength="short" endarrowwidth="narrow" endarrowlength="short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column">
                <wp:posOffset>2308860</wp:posOffset>
              </wp:positionH>
              <wp:positionV relativeFrom="paragraph">
                <wp:posOffset>-1061085</wp:posOffset>
              </wp:positionV>
              <wp:extent cx="4191000" cy="1270"/>
              <wp:effectExtent l="0" t="0" r="19050" b="36830"/>
              <wp:wrapNone/>
              <wp:docPr id="131" name="Line 26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4191000" cy="127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267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1.8pt,-83.55pt" to="511.8pt,-8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" strokeweight="1.5pt">
              <v:stroke startarrowwidth="narrow" startarrowlength="short" endarrowwidth="narrow" endarrowlength="short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4294967294" distB="4294967294" distL="114300" distR="114300" simplePos="0" relativeHeight="251663360" behindDoc="0" locked="0" layoutInCell="1" allowOverlap="1">
              <wp:simplePos x="0" y="0"/>
              <wp:positionH relativeFrom="column">
                <wp:posOffset>38100</wp:posOffset>
              </wp:positionH>
              <wp:positionV relativeFrom="paragraph">
                <wp:posOffset>-708661</wp:posOffset>
              </wp:positionV>
              <wp:extent cx="2273935" cy="0"/>
              <wp:effectExtent l="0" t="0" r="12065" b="19050"/>
              <wp:wrapNone/>
              <wp:docPr id="130" name="Line 26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2273935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266" o:spid="_x0000_s1026" style="position:absolute;z-index:25166336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3pt,-55.8pt" to="182.05pt,-5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" strokeweight="1.5pt">
              <v:stroke startarrowwidth="narrow" startarrowlength="short" endarrowwidth="narrow" endarrowlength="short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4752340</wp:posOffset>
              </wp:positionH>
              <wp:positionV relativeFrom="paragraph">
                <wp:posOffset>-530225</wp:posOffset>
              </wp:positionV>
              <wp:extent cx="635" cy="890270"/>
              <wp:effectExtent l="0" t="0" r="37465" b="24130"/>
              <wp:wrapNone/>
              <wp:docPr id="129" name="Line 26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89027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265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74.2pt,-41.75pt" to="374.25pt,2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" strokeweight="1.5pt">
              <v:stroke startarrowwidth="narrow" startarrowlength="short" endarrowwidth="narrow" endarrowlength="short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5285740</wp:posOffset>
              </wp:positionH>
              <wp:positionV relativeFrom="paragraph">
                <wp:posOffset>-535305</wp:posOffset>
              </wp:positionV>
              <wp:extent cx="635" cy="356235"/>
              <wp:effectExtent l="0" t="0" r="37465" b="24765"/>
              <wp:wrapNone/>
              <wp:docPr id="128" name="Line 26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356235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264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16.2pt,-42.15pt" to="416.25pt,-1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" strokeweight="1.5pt">
              <v:stroke startarrowwidth="narrow" startarrowlength="short" endarrowwidth="narrow" endarrowlength="short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5808980</wp:posOffset>
              </wp:positionH>
              <wp:positionV relativeFrom="paragraph">
                <wp:posOffset>-535305</wp:posOffset>
              </wp:positionV>
              <wp:extent cx="635" cy="356235"/>
              <wp:effectExtent l="0" t="0" r="37465" b="24765"/>
              <wp:wrapNone/>
              <wp:docPr id="64" name="Line 26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356235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263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57.4pt,-42.15pt" to="457.45pt,-1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" strokeweight="1.5pt">
              <v:stroke startarrowwidth="narrow" startarrowlength="short" endarrowwidth="narrow" endarrowlength="short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4746625</wp:posOffset>
              </wp:positionH>
              <wp:positionV relativeFrom="paragraph">
                <wp:posOffset>-180975</wp:posOffset>
              </wp:positionV>
              <wp:extent cx="1746250" cy="1270"/>
              <wp:effectExtent l="0" t="0" r="25400" b="36830"/>
              <wp:wrapNone/>
              <wp:docPr id="63" name="Line 26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746250" cy="127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26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73.75pt,-14.25pt" to="511.25pt,-1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" strokeweight="1.5pt">
              <v:stroke startarrowwidth="narrow" startarrowlength="short" endarrowwidth="narrow" endarrowlength="short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38100</wp:posOffset>
              </wp:positionH>
              <wp:positionV relativeFrom="paragraph">
                <wp:posOffset>182880</wp:posOffset>
              </wp:positionV>
              <wp:extent cx="2270760" cy="635"/>
              <wp:effectExtent l="0" t="0" r="15240" b="37465"/>
              <wp:wrapNone/>
              <wp:docPr id="62" name="Line 26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2270760" cy="635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261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pt,14.4pt" to="181.8pt,1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">
              <v:stroke startarrowwidth="narrow" startarrowlength="short" endarrowwidth="narrow" endarrowlength="short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column">
                <wp:posOffset>38100</wp:posOffset>
              </wp:positionH>
              <wp:positionV relativeFrom="paragraph">
                <wp:posOffset>3810</wp:posOffset>
              </wp:positionV>
              <wp:extent cx="2270760" cy="635"/>
              <wp:effectExtent l="0" t="0" r="15240" b="37465"/>
              <wp:wrapNone/>
              <wp:docPr id="61" name="Line 26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2270760" cy="635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260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pt,.3pt" to="181.8pt,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">
              <v:stroke startarrowwidth="narrow" startarrowlength="short" endarrowwidth="narrow" endarrowlength="short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>
              <wp:simplePos x="0" y="0"/>
              <wp:positionH relativeFrom="column">
                <wp:posOffset>39370</wp:posOffset>
              </wp:positionH>
              <wp:positionV relativeFrom="paragraph">
                <wp:posOffset>-178435</wp:posOffset>
              </wp:positionV>
              <wp:extent cx="2270760" cy="1270"/>
              <wp:effectExtent l="0" t="0" r="15240" b="36830"/>
              <wp:wrapNone/>
              <wp:docPr id="60" name="Line 25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2270760" cy="127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259" o:spid="_x0000_s1026" style="position:absolute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1pt,-14.05pt" to="181.9pt,-1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">
              <v:stroke startarrowwidth="narrow" startarrowlength="short" endarrowwidth="narrow" endarrowlength="short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>
              <wp:simplePos x="0" y="0"/>
              <wp:positionH relativeFrom="column">
                <wp:posOffset>38100</wp:posOffset>
              </wp:positionH>
              <wp:positionV relativeFrom="paragraph">
                <wp:posOffset>-352425</wp:posOffset>
              </wp:positionV>
              <wp:extent cx="2270760" cy="635"/>
              <wp:effectExtent l="0" t="0" r="15240" b="37465"/>
              <wp:wrapNone/>
              <wp:docPr id="59" name="Line 25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2270760" cy="635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258" o:spid="_x0000_s1026" style="position:absolute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pt,-27.75pt" to="181.8pt,-2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">
              <v:stroke startarrowwidth="narrow" startarrowlength="short" endarrowwidth="narrow" endarrowlength="short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4294967294" distB="4294967294" distL="114300" distR="114300" simplePos="0" relativeHeight="251654144" behindDoc="0" locked="0" layoutInCell="1" allowOverlap="1">
              <wp:simplePos x="0" y="0"/>
              <wp:positionH relativeFrom="column">
                <wp:posOffset>29845</wp:posOffset>
              </wp:positionH>
              <wp:positionV relativeFrom="paragraph">
                <wp:posOffset>-531496</wp:posOffset>
              </wp:positionV>
              <wp:extent cx="6461125" cy="0"/>
              <wp:effectExtent l="0" t="0" r="15875" b="19050"/>
              <wp:wrapNone/>
              <wp:docPr id="58" name="Line 25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61125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257" o:spid="_x0000_s1026" style="position:absolute;z-index:25165414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2.35pt,-41.85pt" to="511.1pt,-4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" strokeweight="1.5pt">
              <v:stroke startarrowwidth="narrow" startarrowlength="short" endarrowwidth="narrow" endarrowlength="short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3120" behindDoc="0" locked="0" layoutInCell="1" allowOverlap="1">
              <wp:simplePos x="0" y="0"/>
              <wp:positionH relativeFrom="column">
                <wp:posOffset>4759960</wp:posOffset>
              </wp:positionH>
              <wp:positionV relativeFrom="paragraph">
                <wp:posOffset>-520700</wp:posOffset>
              </wp:positionV>
              <wp:extent cx="526415" cy="151130"/>
              <wp:effectExtent l="0" t="0" r="0" b="0"/>
              <wp:wrapNone/>
              <wp:docPr id="57" name="Rectangle 25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26415" cy="15113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52BE6" w:rsidRDefault="00B52BE6">
                          <w:pPr>
                            <w:jc w:val="center"/>
                            <w:rPr>
                              <w:rFonts w:ascii="Arial" w:hAnsi="Arial"/>
                            </w:rPr>
                          </w:pPr>
                          <w:r>
                            <w:rPr>
                              <w:rFonts w:ascii="Arial" w:hAnsi="Arial"/>
                            </w:rPr>
                            <w:t>Стадия</w:t>
                          </w:r>
                        </w:p>
                      </w:txbxContent>
                    </wps:txbx>
                    <wps:bodyPr rot="0" vert="horz" wrap="square" lIns="12700" tIns="12700" rIns="12700" bIns="127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256" o:spid="_x0000_s1071" style="position:absolute;margin-left:374.8pt;margin-top:-41pt;width:41.45pt;height:11.9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" stroked="f" strokeweight="1pt">
              <v:fill opacity="0"/>
              <v:textbox inset="1pt,1pt,1pt,1pt">
                <w:txbxContent>
                  <w:p w:rsidR="00B52BE6" w:rsidRDefault="00B52BE6">
                    <w:pPr>
                      <w:jc w:val="center"/>
                      <w:rPr>
                        <w:rFonts w:ascii="Arial" w:hAnsi="Arial"/>
                      </w:rPr>
                    </w:pPr>
                    <w:r>
                      <w:rPr>
                        <w:rFonts w:ascii="Arial" w:hAnsi="Arial"/>
                      </w:rPr>
                      <w:t>Стадия</w:t>
                    </w: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2096" behindDoc="0" locked="0" layoutInCell="1" allowOverlap="1">
              <wp:simplePos x="0" y="0"/>
              <wp:positionH relativeFrom="column">
                <wp:posOffset>38100</wp:posOffset>
              </wp:positionH>
              <wp:positionV relativeFrom="paragraph">
                <wp:posOffset>24765</wp:posOffset>
              </wp:positionV>
              <wp:extent cx="700405" cy="151765"/>
              <wp:effectExtent l="0" t="0" r="0" b="0"/>
              <wp:wrapNone/>
              <wp:docPr id="56" name="Rectangle 25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00405" cy="15176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52BE6" w:rsidRDefault="00B52BE6">
                          <w:pPr>
                            <w:jc w:val="center"/>
                            <w:rPr>
                              <w:rFonts w:ascii="Univers Cd (W1)" w:hAnsi="Univers Cd (W1)"/>
                              <w:sz w:val="18"/>
                            </w:rPr>
                          </w:pPr>
                        </w:p>
                      </w:txbxContent>
                    </wps:txbx>
                    <wps:bodyPr rot="0" vert="horz" wrap="square" lIns="12700" tIns="12700" rIns="12700" bIns="127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255" o:spid="_x0000_s1072" style="position:absolute;margin-left:3pt;margin-top:1.95pt;width:55.15pt;height:11.9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" stroked="f" strokeweight="1pt">
              <v:fill opacity="0"/>
              <v:textbox inset="1pt,1pt,1pt,1pt">
                <w:txbxContent>
                  <w:p w:rsidR="00B52BE6" w:rsidRDefault="00B52BE6">
                    <w:pPr>
                      <w:jc w:val="center"/>
                      <w:rPr>
                        <w:rFonts w:ascii="Univers Cd (W1)" w:hAnsi="Univers Cd (W1)"/>
                        <w:sz w:val="18"/>
                      </w:rPr>
                    </w:pP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1072" behindDoc="0" locked="0" layoutInCell="1" allowOverlap="1">
              <wp:simplePos x="0" y="0"/>
              <wp:positionH relativeFrom="column">
                <wp:posOffset>52705</wp:posOffset>
              </wp:positionH>
              <wp:positionV relativeFrom="paragraph">
                <wp:posOffset>-340360</wp:posOffset>
              </wp:positionV>
              <wp:extent cx="685800" cy="159385"/>
              <wp:effectExtent l="0" t="0" r="0" b="0"/>
              <wp:wrapNone/>
              <wp:docPr id="55" name="Rectangle 25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85800" cy="15938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52BE6" w:rsidRPr="00336350" w:rsidRDefault="00B52BE6" w:rsidP="00336350"/>
                      </w:txbxContent>
                    </wps:txbx>
                    <wps:bodyPr rot="0" vert="horz" wrap="square" lIns="12700" tIns="0" rIns="1270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252" o:spid="_x0000_s1073" style="position:absolute;margin-left:4.15pt;margin-top:-26.8pt;width:54pt;height:12.55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" stroked="f" strokeweight="1pt">
              <v:fill opacity="0"/>
              <v:textbox inset="1pt,0,1pt,0">
                <w:txbxContent>
                  <w:p w:rsidR="00B52BE6" w:rsidRPr="00336350" w:rsidRDefault="00B52BE6" w:rsidP="00336350"/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0048" behindDoc="0" locked="0" layoutInCell="1" allowOverlap="1">
              <wp:simplePos x="0" y="0"/>
              <wp:positionH relativeFrom="column">
                <wp:posOffset>57785</wp:posOffset>
              </wp:positionH>
              <wp:positionV relativeFrom="paragraph">
                <wp:posOffset>-512445</wp:posOffset>
              </wp:positionV>
              <wp:extent cx="661670" cy="128270"/>
              <wp:effectExtent l="0" t="0" r="0" b="0"/>
              <wp:wrapNone/>
              <wp:docPr id="54" name="Rectangle 25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61670" cy="12827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52BE6" w:rsidRPr="00336350" w:rsidRDefault="00B52BE6">
                          <w:pP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12700" tIns="0" rIns="1270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251" o:spid="_x0000_s1074" style="position:absolute;margin-left:4.55pt;margin-top:-40.35pt;width:52.1pt;height:10.1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" stroked="f" strokeweight="1pt">
              <v:fill opacity="0"/>
              <v:textbox inset="1pt,0,1pt,0">
                <w:txbxContent>
                  <w:p w:rsidR="00B52BE6" w:rsidRPr="00336350" w:rsidRDefault="00B52BE6">
                    <w:pPr>
                      <w:rPr>
                        <w:rFonts w:ascii="Arial" w:hAnsi="Arial" w:cs="Arial"/>
                        <w:sz w:val="18"/>
                        <w:szCs w:val="18"/>
                      </w:rPr>
                    </w:pP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49024" behindDoc="0" locked="0" layoutInCell="1" allowOverlap="1">
              <wp:simplePos x="0" y="0"/>
              <wp:positionH relativeFrom="column">
                <wp:posOffset>66675</wp:posOffset>
              </wp:positionH>
              <wp:positionV relativeFrom="paragraph">
                <wp:posOffset>-651510</wp:posOffset>
              </wp:positionV>
              <wp:extent cx="680720" cy="152400"/>
              <wp:effectExtent l="0" t="0" r="0" b="0"/>
              <wp:wrapNone/>
              <wp:docPr id="53" name="Rectangle 25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80720" cy="15240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52BE6" w:rsidRDefault="00B52BE6"/>
                      </w:txbxContent>
                    </wps:txbx>
                    <wps:bodyPr rot="0" vert="horz" wrap="square" lIns="12700" tIns="12700" rIns="12700" bIns="127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250" o:spid="_x0000_s1075" style="position:absolute;margin-left:5.25pt;margin-top:-51.3pt;width:53.6pt;height:12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" stroked="f" strokeweight="1pt">
              <v:fill opacity="0"/>
              <v:textbox inset="1pt,1pt,1pt,1pt">
                <w:txbxContent>
                  <w:p w:rsidR="00B52BE6" w:rsidRDefault="00B52BE6"/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48000" behindDoc="0" locked="0" layoutInCell="1" allowOverlap="1">
              <wp:simplePos x="0" y="0"/>
              <wp:positionH relativeFrom="column">
                <wp:posOffset>737870</wp:posOffset>
              </wp:positionH>
              <wp:positionV relativeFrom="paragraph">
                <wp:posOffset>-653415</wp:posOffset>
              </wp:positionV>
              <wp:extent cx="700405" cy="152400"/>
              <wp:effectExtent l="0" t="0" r="0" b="0"/>
              <wp:wrapNone/>
              <wp:docPr id="52" name="Rectangle 24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00405" cy="15240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52BE6" w:rsidRDefault="00B52BE6">
                          <w:pPr>
                            <w:rPr>
                              <w:rFonts w:ascii="Arial" w:hAnsi="Arial"/>
                              <w:lang w:val="en-US"/>
                            </w:rPr>
                          </w:pPr>
                        </w:p>
                      </w:txbxContent>
                    </wps:txbx>
                    <wps:bodyPr rot="0" vert="horz" wrap="square" lIns="12700" tIns="12700" rIns="12700" bIns="127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243" o:spid="_x0000_s1076" style="position:absolute;margin-left:58.1pt;margin-top:-51.45pt;width:55.15pt;height:12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" stroked="f" strokeweight="1pt">
              <v:fill opacity="0"/>
              <v:textbox inset="1pt,1pt,1pt,1pt">
                <w:txbxContent>
                  <w:p w:rsidR="00B52BE6" w:rsidRDefault="00B52BE6">
                    <w:pPr>
                      <w:rPr>
                        <w:rFonts w:ascii="Arial" w:hAnsi="Arial"/>
                        <w:lang w:val="en-US"/>
                      </w:rPr>
                    </w:pP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46976" behindDoc="0" locked="0" layoutInCell="1" allowOverlap="1">
              <wp:simplePos x="0" y="0"/>
              <wp:positionH relativeFrom="column">
                <wp:posOffset>859790</wp:posOffset>
              </wp:positionH>
              <wp:positionV relativeFrom="paragraph">
                <wp:posOffset>-320040</wp:posOffset>
              </wp:positionV>
              <wp:extent cx="578485" cy="150495"/>
              <wp:effectExtent l="0" t="0" r="0" b="0"/>
              <wp:wrapNone/>
              <wp:docPr id="51" name="Rectangle 23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78485" cy="15049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52BE6" w:rsidRDefault="00B52BE6">
                          <w:pPr>
                            <w:rPr>
                              <w:rFonts w:ascii="Arial" w:hAnsi="Arial" w:cs="Arial"/>
                              <w:sz w:val="18"/>
                            </w:rPr>
                          </w:pPr>
                        </w:p>
                      </w:txbxContent>
                    </wps:txbx>
                    <wps:bodyPr rot="0" vert="horz" wrap="square" lIns="12700" tIns="12700" rIns="12700" bIns="127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239" o:spid="_x0000_s1077" style="position:absolute;margin-left:67.7pt;margin-top:-25.2pt;width:45.55pt;height:11.85p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" stroked="f" strokeweight="1pt">
              <v:fill opacity="0"/>
              <v:textbox inset="1pt,1pt,1pt,1pt">
                <w:txbxContent>
                  <w:p w:rsidR="00B52BE6" w:rsidRDefault="00B52BE6">
                    <w:pPr>
                      <w:rPr>
                        <w:rFonts w:ascii="Arial" w:hAnsi="Arial" w:cs="Arial"/>
                        <w:sz w:val="18"/>
                      </w:rPr>
                    </w:pP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45952" behindDoc="0" locked="0" layoutInCell="1" allowOverlap="1">
              <wp:simplePos x="0" y="0"/>
              <wp:positionH relativeFrom="column">
                <wp:posOffset>737870</wp:posOffset>
              </wp:positionH>
              <wp:positionV relativeFrom="paragraph">
                <wp:posOffset>-147320</wp:posOffset>
              </wp:positionV>
              <wp:extent cx="700405" cy="151765"/>
              <wp:effectExtent l="0" t="0" r="0" b="0"/>
              <wp:wrapNone/>
              <wp:docPr id="50" name="Rectangle 23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00405" cy="15176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52BE6" w:rsidRDefault="00B52BE6">
                          <w:pPr>
                            <w:jc w:val="center"/>
                            <w:rPr>
                              <w:rFonts w:ascii="Univers Cd (W1)" w:hAnsi="Univers Cd (W1)"/>
                              <w:sz w:val="18"/>
                            </w:rPr>
                          </w:pPr>
                        </w:p>
                      </w:txbxContent>
                    </wps:txbx>
                    <wps:bodyPr rot="0" vert="horz" wrap="square" lIns="12700" tIns="12700" rIns="12700" bIns="127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238" o:spid="_x0000_s1078" style="position:absolute;margin-left:58.1pt;margin-top:-11.6pt;width:55.15pt;height:11.95pt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" stroked="f" strokeweight="1pt">
              <v:fill opacity="0"/>
              <v:textbox inset="1pt,1pt,1pt,1pt">
                <w:txbxContent>
                  <w:p w:rsidR="00B52BE6" w:rsidRDefault="00B52BE6">
                    <w:pPr>
                      <w:jc w:val="center"/>
                      <w:rPr>
                        <w:rFonts w:ascii="Univers Cd (W1)" w:hAnsi="Univers Cd (W1)"/>
                        <w:sz w:val="18"/>
                      </w:rPr>
                    </w:pP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44928" behindDoc="0" locked="0" layoutInCell="1" allowOverlap="1">
              <wp:simplePos x="0" y="0"/>
              <wp:positionH relativeFrom="column">
                <wp:posOffset>737870</wp:posOffset>
              </wp:positionH>
              <wp:positionV relativeFrom="paragraph">
                <wp:posOffset>24765</wp:posOffset>
              </wp:positionV>
              <wp:extent cx="700405" cy="151765"/>
              <wp:effectExtent l="0" t="0" r="0" b="0"/>
              <wp:wrapNone/>
              <wp:docPr id="49" name="Rectangle 23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00405" cy="15176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52BE6" w:rsidRPr="006314F5" w:rsidRDefault="00B52BE6">
                          <w:pPr>
                            <w:rPr>
                              <w:sz w:val="24"/>
                            </w:rPr>
                          </w:pPr>
                        </w:p>
                      </w:txbxContent>
                    </wps:txbx>
                    <wps:bodyPr rot="0" vert="horz" wrap="square" lIns="12700" tIns="12700" rIns="12700" bIns="127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237" o:spid="_x0000_s1079" style="position:absolute;margin-left:58.1pt;margin-top:1.95pt;width:55.15pt;height:11.95pt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" stroked="f" strokeweight="1pt">
              <v:fill opacity="0"/>
              <v:textbox inset="1pt,1pt,1pt,1pt">
                <w:txbxContent>
                  <w:p w:rsidR="00B52BE6" w:rsidRPr="006314F5" w:rsidRDefault="00B52BE6">
                    <w:pPr>
                      <w:rPr>
                        <w:sz w:val="24"/>
                      </w:rPr>
                    </w:pP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43904" behindDoc="0" locked="0" layoutInCell="1" allowOverlap="1">
              <wp:simplePos x="0" y="0"/>
              <wp:positionH relativeFrom="column">
                <wp:posOffset>5285740</wp:posOffset>
              </wp:positionH>
              <wp:positionV relativeFrom="paragraph">
                <wp:posOffset>-514350</wp:posOffset>
              </wp:positionV>
              <wp:extent cx="523875" cy="151130"/>
              <wp:effectExtent l="0" t="0" r="0" b="0"/>
              <wp:wrapNone/>
              <wp:docPr id="47" name="Rectangle 23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23875" cy="15113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52BE6" w:rsidRDefault="00B52BE6">
                          <w:pPr>
                            <w:jc w:val="center"/>
                            <w:rPr>
                              <w:rFonts w:ascii="Arial" w:hAnsi="Arial"/>
                            </w:rPr>
                          </w:pPr>
                          <w:r>
                            <w:rPr>
                              <w:rFonts w:ascii="Arial" w:hAnsi="Arial"/>
                            </w:rPr>
                            <w:t>Лист</w:t>
                          </w:r>
                        </w:p>
                      </w:txbxContent>
                    </wps:txbx>
                    <wps:bodyPr rot="0" vert="horz" wrap="square" lIns="12700" tIns="12700" rIns="12700" bIns="127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235" o:spid="_x0000_s1080" style="position:absolute;margin-left:416.2pt;margin-top:-40.5pt;width:41.25pt;height:11.9pt;z-index: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" stroked="f" strokeweight="1pt">
              <v:fill opacity="0"/>
              <v:textbox inset="1pt,1pt,1pt,1pt">
                <w:txbxContent>
                  <w:p w:rsidR="00B52BE6" w:rsidRDefault="00B52BE6">
                    <w:pPr>
                      <w:jc w:val="center"/>
                      <w:rPr>
                        <w:rFonts w:ascii="Arial" w:hAnsi="Arial"/>
                      </w:rPr>
                    </w:pPr>
                    <w:r>
                      <w:rPr>
                        <w:rFonts w:ascii="Arial" w:hAnsi="Arial"/>
                      </w:rPr>
                      <w:t>Лист</w:t>
                    </w: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42880" behindDoc="0" locked="0" layoutInCell="1" allowOverlap="1">
              <wp:simplePos x="0" y="0"/>
              <wp:positionH relativeFrom="column">
                <wp:posOffset>5808980</wp:posOffset>
              </wp:positionH>
              <wp:positionV relativeFrom="paragraph">
                <wp:posOffset>-514350</wp:posOffset>
              </wp:positionV>
              <wp:extent cx="661035" cy="151130"/>
              <wp:effectExtent l="0" t="0" r="0" b="0"/>
              <wp:wrapNone/>
              <wp:docPr id="44" name="Rectangle 23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61035" cy="15113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52BE6" w:rsidRDefault="00B52BE6">
                          <w:pPr>
                            <w:jc w:val="center"/>
                            <w:rPr>
                              <w:rFonts w:ascii="Arial" w:hAnsi="Arial"/>
                            </w:rPr>
                          </w:pPr>
                          <w:r>
                            <w:rPr>
                              <w:rFonts w:ascii="Arial" w:hAnsi="Arial"/>
                            </w:rPr>
                            <w:t>Листов</w:t>
                          </w:r>
                        </w:p>
                      </w:txbxContent>
                    </wps:txbx>
                    <wps:bodyPr rot="0" vert="horz" wrap="square" lIns="12700" tIns="12700" rIns="12700" bIns="127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234" o:spid="_x0000_s1081" style="position:absolute;margin-left:457.4pt;margin-top:-40.5pt;width:52.05pt;height:11.9pt;z-index: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" stroked="f" strokeweight="1pt">
              <v:fill opacity="0"/>
              <v:textbox inset="1pt,1pt,1pt,1pt">
                <w:txbxContent>
                  <w:p w:rsidR="00B52BE6" w:rsidRDefault="00B52BE6">
                    <w:pPr>
                      <w:jc w:val="center"/>
                      <w:rPr>
                        <w:rFonts w:ascii="Arial" w:hAnsi="Arial"/>
                      </w:rPr>
                    </w:pPr>
                    <w:r>
                      <w:rPr>
                        <w:rFonts w:ascii="Arial" w:hAnsi="Arial"/>
                      </w:rPr>
                      <w:t>Листов</w:t>
                    </w: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41856" behindDoc="0" locked="0" layoutInCell="1" allowOverlap="1">
              <wp:simplePos x="0" y="0"/>
              <wp:positionH relativeFrom="column">
                <wp:posOffset>5301615</wp:posOffset>
              </wp:positionH>
              <wp:positionV relativeFrom="paragraph">
                <wp:posOffset>-393700</wp:posOffset>
              </wp:positionV>
              <wp:extent cx="524510" cy="201295"/>
              <wp:effectExtent l="0" t="0" r="0" b="0"/>
              <wp:wrapNone/>
              <wp:docPr id="43" name="Rectangle 23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24510" cy="20129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52BE6" w:rsidRPr="005D7629" w:rsidRDefault="009614E0" w:rsidP="009C76C8">
                          <w:pPr>
                            <w:spacing w:line="200" w:lineRule="exact"/>
                            <w:jc w:val="center"/>
                            <w:rPr>
                              <w:rFonts w:ascii="Arial" w:hAnsi="Arial"/>
                              <w:b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sz w:val="22"/>
                              <w:szCs w:val="22"/>
                            </w:rPr>
                            <w:t>8</w:t>
                          </w:r>
                        </w:p>
                      </w:txbxContent>
                    </wps:txbx>
                    <wps:bodyPr rot="0" vert="horz" wrap="square" lIns="12700" tIns="86400" rIns="12700" bIns="127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232" o:spid="_x0000_s1082" style="position:absolute;margin-left:417.45pt;margin-top:-31pt;width:41.3pt;height:15.85pt;z-index: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" stroked="f" strokeweight="1pt">
              <v:fill opacity="0"/>
              <v:textbox inset="1pt,2.4mm,1pt,1pt">
                <w:txbxContent>
                  <w:p w:rsidR="00B52BE6" w:rsidRPr="005D7629" w:rsidRDefault="009614E0" w:rsidP="009C76C8">
                    <w:pPr>
                      <w:spacing w:line="200" w:lineRule="exact"/>
                      <w:jc w:val="center"/>
                      <w:rPr>
                        <w:rFonts w:ascii="Arial" w:hAnsi="Arial"/>
                        <w:b/>
                        <w:sz w:val="22"/>
                        <w:szCs w:val="22"/>
                      </w:rPr>
                    </w:pPr>
                    <w:r>
                      <w:rPr>
                        <w:rFonts w:ascii="Arial" w:hAnsi="Arial"/>
                        <w:b/>
                        <w:sz w:val="22"/>
                        <w:szCs w:val="22"/>
                      </w:rPr>
                      <w:t>8</w:t>
                    </w: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39808" behindDoc="0" locked="0" layoutInCell="1" allowOverlap="1">
              <wp:simplePos x="0" y="0"/>
              <wp:positionH relativeFrom="column">
                <wp:posOffset>2350770</wp:posOffset>
              </wp:positionH>
              <wp:positionV relativeFrom="paragraph">
                <wp:posOffset>-841375</wp:posOffset>
              </wp:positionV>
              <wp:extent cx="3787140" cy="186055"/>
              <wp:effectExtent l="0" t="0" r="0" b="0"/>
              <wp:wrapNone/>
              <wp:docPr id="42" name="Rectangle 2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787140" cy="18605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52BE6" w:rsidRDefault="00B52BE6">
                          <w:pPr>
                            <w:jc w:val="center"/>
                            <w:rPr>
                              <w:rFonts w:ascii="Univers Cd (W1)" w:hAnsi="Univers Cd (W1)"/>
                            </w:rPr>
                          </w:pPr>
                        </w:p>
                      </w:txbxContent>
                    </wps:txbx>
                    <wps:bodyPr rot="0" vert="horz" wrap="square" lIns="12700" tIns="12700" rIns="12700" bIns="127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225" o:spid="_x0000_s1083" style="position:absolute;margin-left:185.1pt;margin-top:-66.25pt;width:298.2pt;height:14.65pt;z-index: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" stroked="f" strokeweight="1pt">
              <v:fill opacity="0"/>
              <v:textbox inset="1pt,1pt,1pt,1pt">
                <w:txbxContent>
                  <w:p w:rsidR="00B52BE6" w:rsidRDefault="00B52BE6">
                    <w:pPr>
                      <w:jc w:val="center"/>
                      <w:rPr>
                        <w:rFonts w:ascii="Univers Cd (W1)" w:hAnsi="Univers Cd (W1)"/>
                      </w:rPr>
                    </w:pP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38784" behindDoc="0" locked="0" layoutInCell="1" allowOverlap="1">
              <wp:simplePos x="0" y="0"/>
              <wp:positionH relativeFrom="column">
                <wp:posOffset>737870</wp:posOffset>
              </wp:positionH>
              <wp:positionV relativeFrom="paragraph">
                <wp:posOffset>-491490</wp:posOffset>
              </wp:positionV>
              <wp:extent cx="669290" cy="159385"/>
              <wp:effectExtent l="0" t="0" r="0" b="0"/>
              <wp:wrapNone/>
              <wp:docPr id="41" name="Rectangle 2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69290" cy="15938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52BE6" w:rsidRDefault="00B52BE6">
                          <w:pPr>
                            <w:jc w:val="center"/>
                          </w:pPr>
                        </w:p>
                      </w:txbxContent>
                    </wps:txbx>
                    <wps:bodyPr rot="0" vert="horz" wrap="square" lIns="12700" tIns="12700" rIns="12700" bIns="127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224" o:spid="_x0000_s1084" style="position:absolute;margin-left:58.1pt;margin-top:-38.7pt;width:52.7pt;height:12.55pt;z-index:251638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" stroked="f" strokeweight="1pt">
              <v:fill opacity="0"/>
              <v:textbox inset="1pt,1pt,1pt,1pt">
                <w:txbxContent>
                  <w:p w:rsidR="00B52BE6" w:rsidRDefault="00B52BE6">
                    <w:pPr>
                      <w:jc w:val="center"/>
                    </w:pP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37760" behindDoc="0" locked="0" layoutInCell="1" allowOverlap="1">
              <wp:simplePos x="0" y="0"/>
              <wp:positionH relativeFrom="column">
                <wp:posOffset>2310765</wp:posOffset>
              </wp:positionH>
              <wp:positionV relativeFrom="paragraph">
                <wp:posOffset>-1064260</wp:posOffset>
              </wp:positionV>
              <wp:extent cx="635" cy="1424305"/>
              <wp:effectExtent l="0" t="0" r="37465" b="23495"/>
              <wp:wrapNone/>
              <wp:docPr id="40" name="Line 2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1424305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222" o:spid="_x0000_s1026" style="position:absolute;z-index:251637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1.95pt,-83.8pt" to="182pt,2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" strokeweight="1.5pt">
              <v:stroke startarrowwidth="narrow" startarrowlength="short" endarrowwidth="narrow" endarrowlength="short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36736" behindDoc="0" locked="0" layoutInCell="1" allowOverlap="1">
              <wp:simplePos x="0" y="0"/>
              <wp:positionH relativeFrom="column">
                <wp:posOffset>1958975</wp:posOffset>
              </wp:positionH>
              <wp:positionV relativeFrom="paragraph">
                <wp:posOffset>-1062355</wp:posOffset>
              </wp:positionV>
              <wp:extent cx="635" cy="1424305"/>
              <wp:effectExtent l="0" t="0" r="37465" b="23495"/>
              <wp:wrapNone/>
              <wp:docPr id="39" name="Line 2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1424305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221" o:spid="_x0000_s1026" style="position:absolute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4.25pt,-83.65pt" to="154.3pt,2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" strokeweight="1.5pt">
              <v:stroke startarrowwidth="narrow" startarrowlength="short" endarrowwidth="narrow" endarrowlength="short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35712" behindDoc="0" locked="0" layoutInCell="1" allowOverlap="1">
              <wp:simplePos x="0" y="0"/>
              <wp:positionH relativeFrom="column">
                <wp:posOffset>4748530</wp:posOffset>
              </wp:positionH>
              <wp:positionV relativeFrom="paragraph">
                <wp:posOffset>-354330</wp:posOffset>
              </wp:positionV>
              <wp:extent cx="1746250" cy="1905"/>
              <wp:effectExtent l="0" t="0" r="25400" b="36195"/>
              <wp:wrapNone/>
              <wp:docPr id="38" name="Line 2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1746250" cy="1905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220" o:spid="_x0000_s1026" style="position:absolute;flip:y;z-index:251635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73.9pt,-27.9pt" to="511.4pt,-2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" strokeweight="1.5pt">
              <v:stroke startarrowwidth="narrow" startarrowlength="short" endarrowwidth="narrow" endarrowlength="short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298" distR="114298" simplePos="0" relativeHeight="251634688" behindDoc="0" locked="0" layoutInCell="1" allowOverlap="1">
              <wp:simplePos x="0" y="0"/>
              <wp:positionH relativeFrom="column">
                <wp:posOffset>-501016</wp:posOffset>
              </wp:positionH>
              <wp:positionV relativeFrom="paragraph">
                <wp:posOffset>-4879340</wp:posOffset>
              </wp:positionV>
              <wp:extent cx="0" cy="2313940"/>
              <wp:effectExtent l="0" t="0" r="19050" b="10160"/>
              <wp:wrapNone/>
              <wp:docPr id="37" name="Line 33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0" cy="231394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331" o:spid="_x0000_s1026" style="position:absolute;flip:y;z-index:251634688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from="-39.45pt,-384.2pt" to="-39.45pt,-20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" strokeweight="1.5pt"/>
          </w:pict>
        </mc:Fallback>
      </mc:AlternateContent>
    </w:r>
    <w:r>
      <w:rPr>
        <w:noProof/>
      </w:rPr>
      <mc:AlternateContent>
        <mc:Choice Requires="wps">
          <w:drawing>
            <wp:anchor distT="4294967294" distB="4294967294" distL="114300" distR="114300" simplePos="0" relativeHeight="251633664" behindDoc="0" locked="0" layoutInCell="1" allowOverlap="1">
              <wp:simplePos x="0" y="0"/>
              <wp:positionH relativeFrom="column">
                <wp:posOffset>-509270</wp:posOffset>
              </wp:positionH>
              <wp:positionV relativeFrom="paragraph">
                <wp:posOffset>-2569846</wp:posOffset>
              </wp:positionV>
              <wp:extent cx="537845" cy="0"/>
              <wp:effectExtent l="0" t="0" r="14605" b="19050"/>
              <wp:wrapNone/>
              <wp:docPr id="36" name="Line 33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37845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333" o:spid="_x0000_s1026" style="position:absolute;z-index:2516336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-40.1pt,-202.35pt" to="2.25pt,-20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" strokeweight="1.5pt"/>
          </w:pict>
        </mc:Fallback>
      </mc:AlternateContent>
    </w:r>
    <w:r>
      <w:rPr>
        <w:noProof/>
      </w:rPr>
      <mc:AlternateContent>
        <mc:Choice Requires="wps">
          <w:drawing>
            <wp:anchor distT="4294967294" distB="4294967294" distL="114300" distR="114300" simplePos="0" relativeHeight="251632640" behindDoc="0" locked="0" layoutInCell="1" allowOverlap="1">
              <wp:simplePos x="0" y="0"/>
              <wp:positionH relativeFrom="column">
                <wp:posOffset>-511175</wp:posOffset>
              </wp:positionH>
              <wp:positionV relativeFrom="paragraph">
                <wp:posOffset>-4883786</wp:posOffset>
              </wp:positionV>
              <wp:extent cx="537845" cy="0"/>
              <wp:effectExtent l="0" t="0" r="14605" b="19050"/>
              <wp:wrapNone/>
              <wp:docPr id="35" name="Line 33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37845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332" o:spid="_x0000_s1026" style="position:absolute;z-index:2516326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-40.25pt,-384.55pt" to="2.1pt,-38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" strokeweight="1.5pt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31616" behindDoc="0" locked="0" layoutInCell="1" allowOverlap="1">
              <wp:simplePos x="0" y="0"/>
              <wp:positionH relativeFrom="column">
                <wp:posOffset>-503555</wp:posOffset>
              </wp:positionH>
              <wp:positionV relativeFrom="paragraph">
                <wp:posOffset>-3345815</wp:posOffset>
              </wp:positionV>
              <wp:extent cx="137795" cy="751840"/>
              <wp:effectExtent l="0" t="0" r="0" b="0"/>
              <wp:wrapNone/>
              <wp:docPr id="34" name="Text Box 34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7795" cy="75184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52BE6" w:rsidRDefault="00B52BE6">
                          <w:pP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Согласовано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341" o:spid="_x0000_s1085" type="#_x0000_t202" style="position:absolute;margin-left:-39.65pt;margin-top:-263.45pt;width:10.85pt;height:59.2pt;z-index:251631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" stroked="f" strokecolor="white">
              <v:fill opacity="0"/>
              <v:textbox style="layout-flow:vertical;mso-layout-flow-alt:bottom-to-top" inset="0,0,0,0">
                <w:txbxContent>
                  <w:p w:rsidR="00B52BE6" w:rsidRDefault="00B52BE6">
                    <w:pPr>
                      <w:rPr>
                        <w:rFonts w:ascii="Arial" w:hAnsi="Arial" w:cs="Arial"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>Согласовано</w:t>
                    </w:r>
                  </w:p>
                </w:txbxContent>
              </v:textbox>
            </v:shape>
          </w:pict>
        </mc:Fallback>
      </mc:AlternateContent>
    </w:r>
    <w:r w:rsidR="00B52BE6">
      <w:rPr>
        <w:noProof/>
      </w:rPr>
      <w:drawing>
        <wp:anchor distT="0" distB="0" distL="114300" distR="114300" simplePos="0" relativeHeight="251604992" behindDoc="1" locked="0" layoutInCell="1" allowOverlap="1">
          <wp:simplePos x="0" y="0"/>
          <wp:positionH relativeFrom="column">
            <wp:posOffset>1337310</wp:posOffset>
          </wp:positionH>
          <wp:positionV relativeFrom="paragraph">
            <wp:posOffset>-320040</wp:posOffset>
          </wp:positionV>
          <wp:extent cx="810895" cy="408305"/>
          <wp:effectExtent l="0" t="0" r="8255" b="0"/>
          <wp:wrapNone/>
          <wp:docPr id="99" name="Рисунок 9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0895" cy="4083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2BE6" w:rsidRDefault="00B52BE6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770D" w:rsidRDefault="001F770D">
      <w:r>
        <w:separator/>
      </w:r>
    </w:p>
  </w:footnote>
  <w:footnote w:type="continuationSeparator" w:id="0">
    <w:p w:rsidR="001F770D" w:rsidRDefault="001F77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2BE6" w:rsidRDefault="004E1DE0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08064" behindDoc="0" locked="0" layoutInCell="1" allowOverlap="1">
              <wp:simplePos x="0" y="0"/>
              <wp:positionH relativeFrom="margin">
                <wp:posOffset>-1920875</wp:posOffset>
              </wp:positionH>
              <wp:positionV relativeFrom="paragraph">
                <wp:posOffset>2010410</wp:posOffset>
              </wp:positionV>
              <wp:extent cx="10225405" cy="6659880"/>
              <wp:effectExtent l="0" t="7937" r="15557" b="15558"/>
              <wp:wrapNone/>
              <wp:docPr id="83" name="Rectangle 29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6200000">
                        <a:off x="0" y="0"/>
                        <a:ext cx="10225405" cy="6659880"/>
                      </a:xfrm>
                      <a:prstGeom prst="rect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293" o:spid="_x0000_s1026" style="position:absolute;margin-left:-151.25pt;margin-top:158.3pt;width:805.15pt;height:524.4pt;rotation:-90;z-index:2516080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" filled="f" strokeweight="1.5pt">
              <w10:wrap anchorx="margin"/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2BE6" w:rsidRDefault="00B52BE6">
    <w:pPr>
      <w:pStyle w:val="a5"/>
    </w:pPr>
  </w:p>
  <w:p w:rsidR="00B52BE6" w:rsidRDefault="004E1DE0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709440" behindDoc="1" locked="0" layoutInCell="1" allowOverlap="1">
              <wp:simplePos x="0" y="0"/>
              <wp:positionH relativeFrom="column">
                <wp:posOffset>-1808480</wp:posOffset>
              </wp:positionH>
              <wp:positionV relativeFrom="paragraph">
                <wp:posOffset>2017395</wp:posOffset>
              </wp:positionV>
              <wp:extent cx="10140950" cy="6461125"/>
              <wp:effectExtent l="0" t="7938" r="23813" b="23812"/>
              <wp:wrapNone/>
              <wp:docPr id="177" name="Rectangle 2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-5400000">
                        <a:off x="0" y="0"/>
                        <a:ext cx="10140950" cy="646112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 w="1905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217" o:spid="_x0000_s1026" style="position:absolute;margin-left:-142.4pt;margin-top:158.85pt;width:798.5pt;height:508.75pt;rotation:-90;z-index:-251607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" strokeweight="1.5pt">
              <v:fill opacity="0"/>
            </v:rect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2BE6" w:rsidRDefault="004E1DE0">
    <w:pPr>
      <w:pStyle w:val="a5"/>
    </w:pPr>
    <w:r>
      <w:rPr>
        <w:noProof/>
      </w:rPr>
      <mc:AlternateContent>
        <mc:Choice Requires="wpg">
          <w:drawing>
            <wp:anchor distT="0" distB="0" distL="114300" distR="114300" simplePos="0" relativeHeight="251629568" behindDoc="0" locked="0" layoutInCell="1" allowOverlap="1">
              <wp:simplePos x="0" y="0"/>
              <wp:positionH relativeFrom="column">
                <wp:posOffset>-445135</wp:posOffset>
              </wp:positionH>
              <wp:positionV relativeFrom="paragraph">
                <wp:posOffset>226060</wp:posOffset>
              </wp:positionV>
              <wp:extent cx="10114280" cy="7088505"/>
              <wp:effectExtent l="0" t="0" r="20320" b="17145"/>
              <wp:wrapNone/>
              <wp:docPr id="3" name="Group 11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0114280" cy="7088505"/>
                        <a:chOff x="284" y="454"/>
                        <a:chExt cx="16271" cy="11163"/>
                      </a:xfrm>
                    </wpg:grpSpPr>
                    <wpg:grpSp>
                      <wpg:cNvPr id="4" name="Group 1112"/>
                      <wpg:cNvGrpSpPr>
                        <a:grpSpLocks/>
                      </wpg:cNvGrpSpPr>
                      <wpg:grpSpPr bwMode="auto">
                        <a:xfrm>
                          <a:off x="287" y="454"/>
                          <a:ext cx="4856" cy="679"/>
                          <a:chOff x="287" y="454"/>
                          <a:chExt cx="4856" cy="679"/>
                        </a:xfrm>
                      </wpg:grpSpPr>
                      <wps:wsp>
                        <wps:cNvPr id="5" name="Rectangle 1113"/>
                        <wps:cNvSpPr>
                          <a:spLocks noChangeArrowheads="1"/>
                        </wps:cNvSpPr>
                        <wps:spPr bwMode="auto">
                          <a:xfrm>
                            <a:off x="287" y="454"/>
                            <a:ext cx="4856" cy="679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Line 1114"/>
                        <wps:cNvCnPr>
                          <a:cxnSpLocks noChangeShapeType="1"/>
                        </wps:cNvCnPr>
                        <wps:spPr bwMode="auto">
                          <a:xfrm>
                            <a:off x="291" y="741"/>
                            <a:ext cx="4852" cy="1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 type="none" w="sm" len="sm"/>
                            <a:tailEnd type="none" w="sm" len="sm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" name="Line 1115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1715" y="454"/>
                            <a:ext cx="0" cy="677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 type="none" w="sm" len="sm"/>
                            <a:tailEnd type="none" w="sm" len="sm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" name="Line 1116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3711" y="454"/>
                            <a:ext cx="0" cy="668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 type="none" w="sm" len="sm"/>
                            <a:tailEnd type="none" w="sm" len="sm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" name="Rectangle 1117"/>
                        <wps:cNvSpPr>
                          <a:spLocks noChangeArrowheads="1"/>
                        </wps:cNvSpPr>
                        <wps:spPr bwMode="auto">
                          <a:xfrm>
                            <a:off x="3713" y="477"/>
                            <a:ext cx="1382" cy="2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52BE6" w:rsidRDefault="00B52BE6">
                              <w:pPr>
                                <w:jc w:val="center"/>
                                <w:rPr>
                                  <w:rFonts w:ascii="Arial CYR" w:hAnsi="Arial CYR"/>
                                  <w:sz w:val="18"/>
                                </w:rPr>
                              </w:pPr>
                              <w:r>
                                <w:rPr>
                                  <w:rFonts w:ascii="Arial CYR" w:hAnsi="Arial CYR"/>
                                  <w:sz w:val="18"/>
                                </w:rPr>
                                <w:t>Взам. инв. №</w:t>
                              </w:r>
                            </w:p>
                            <w:p w:rsidR="00B52BE6" w:rsidRDefault="00B52BE6">
                              <w:pPr>
                                <w:jc w:val="center"/>
                                <w:rPr>
                                  <w:rFonts w:ascii="Arial CYR" w:hAnsi="Arial CYR"/>
                                  <w:sz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10" name="Rectangle 1118"/>
                        <wps:cNvSpPr>
                          <a:spLocks noChangeArrowheads="1"/>
                        </wps:cNvSpPr>
                        <wps:spPr bwMode="auto">
                          <a:xfrm>
                            <a:off x="2007" y="477"/>
                            <a:ext cx="1269" cy="2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52BE6" w:rsidRDefault="00B52BE6">
                              <w:pPr>
                                <w:jc w:val="center"/>
                                <w:rPr>
                                  <w:rFonts w:ascii="Arial CYR" w:hAnsi="Arial CYR"/>
                                  <w:sz w:val="18"/>
                                </w:rPr>
                              </w:pPr>
                              <w:r>
                                <w:rPr>
                                  <w:rFonts w:ascii="Arial CYR" w:hAnsi="Arial CYR"/>
                                  <w:sz w:val="18"/>
                                </w:rPr>
                                <w:t>Подп. и дата</w:t>
                              </w:r>
                            </w:p>
                            <w:p w:rsidR="00B52BE6" w:rsidRDefault="00B52BE6">
                              <w:pPr>
                                <w:jc w:val="center"/>
                                <w:rPr>
                                  <w:rFonts w:ascii="Arial CYR" w:hAnsi="Arial CYR"/>
                                  <w:sz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11" name="Rectangle 1119"/>
                        <wps:cNvSpPr>
                          <a:spLocks noChangeArrowheads="1"/>
                        </wps:cNvSpPr>
                        <wps:spPr bwMode="auto">
                          <a:xfrm>
                            <a:off x="315" y="499"/>
                            <a:ext cx="1375" cy="2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52BE6" w:rsidRDefault="00B52BE6">
                              <w:pPr>
                                <w:jc w:val="center"/>
                                <w:rPr>
                                  <w:rFonts w:ascii="Arial CYR" w:hAnsi="Arial CYR"/>
                                  <w:sz w:val="18"/>
                                </w:rPr>
                              </w:pPr>
                              <w:r>
                                <w:rPr>
                                  <w:rFonts w:ascii="Arial CYR" w:hAnsi="Arial CYR"/>
                                  <w:sz w:val="18"/>
                                </w:rPr>
                                <w:t>Инв.№ подл.</w:t>
                              </w:r>
                            </w:p>
                            <w:p w:rsidR="00B52BE6" w:rsidRDefault="00B52BE6">
                              <w:pPr>
                                <w:jc w:val="center"/>
                                <w:rPr>
                                  <w:rFonts w:ascii="Arial CYR" w:hAnsi="Arial CYR"/>
                                </w:rPr>
                              </w:pP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</wpg:grpSp>
                    <wps:wsp>
                      <wps:cNvPr id="12" name="Line 1120"/>
                      <wps:cNvCnPr>
                        <a:cxnSpLocks noChangeShapeType="1"/>
                      </wps:cNvCnPr>
                      <wps:spPr bwMode="auto">
                        <a:xfrm>
                          <a:off x="1149" y="1150"/>
                          <a:ext cx="1" cy="10458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3" name="Line 1121"/>
                      <wps:cNvCnPr>
                        <a:cxnSpLocks noChangeShapeType="1"/>
                      </wps:cNvCnPr>
                      <wps:spPr bwMode="auto">
                        <a:xfrm flipH="1">
                          <a:off x="292" y="11075"/>
                          <a:ext cx="861" cy="1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4" name="Line 1122"/>
                      <wps:cNvCnPr>
                        <a:cxnSpLocks noChangeShapeType="1"/>
                      </wps:cNvCnPr>
                      <wps:spPr bwMode="auto">
                        <a:xfrm flipH="1">
                          <a:off x="859" y="11075"/>
                          <a:ext cx="9" cy="542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5" name="Rectangle 1123"/>
                      <wps:cNvSpPr>
                        <a:spLocks noChangeArrowheads="1"/>
                      </wps:cNvSpPr>
                      <wps:spPr bwMode="auto">
                        <a:xfrm>
                          <a:off x="561" y="4908"/>
                          <a:ext cx="311" cy="613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52BE6" w:rsidRDefault="00B52BE6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06 – 2906 – 85 - ОВ.ПЗ</w:t>
                            </w:r>
                          </w:p>
                          <w:p w:rsidR="00B52BE6" w:rsidRDefault="00B52BE6">
                            <w:pPr>
                              <w:rPr>
                                <w:rFonts w:ascii="Arial CYR" w:hAnsi="Arial CYR"/>
                                <w:b/>
                              </w:rPr>
                            </w:pPr>
                          </w:p>
                          <w:p w:rsidR="00B52BE6" w:rsidRDefault="00B52BE6">
                            <w:pPr>
                              <w:rPr>
                                <w:rFonts w:ascii="Arial CYR" w:hAnsi="Arial CYR"/>
                                <w:b/>
                              </w:rPr>
                            </w:pPr>
                          </w:p>
                          <w:p w:rsidR="00B52BE6" w:rsidRDefault="00B52BE6">
                            <w:pPr>
                              <w:rPr>
                                <w:rFonts w:ascii="Arial CYR" w:hAnsi="Arial CYR"/>
                                <w:b/>
                              </w:rPr>
                            </w:pPr>
                          </w:p>
                          <w:p w:rsidR="00B52BE6" w:rsidRDefault="00B52BE6">
                            <w:pPr>
                              <w:rPr>
                                <w:rFonts w:ascii="Arial CYR" w:hAnsi="Arial CYR"/>
                                <w:b/>
                              </w:rPr>
                            </w:pPr>
                          </w:p>
                          <w:p w:rsidR="00B52BE6" w:rsidRDefault="00B52BE6">
                            <w:pPr>
                              <w:rPr>
                                <w:rFonts w:ascii="Arial CYR" w:hAnsi="Arial CYR"/>
                                <w:b/>
                              </w:rPr>
                            </w:pPr>
                          </w:p>
                          <w:p w:rsidR="00B52BE6" w:rsidRDefault="00B52BE6">
                            <w:pPr>
                              <w:rPr>
                                <w:rFonts w:ascii="Arial CYR" w:hAnsi="Arial CYR"/>
                                <w:b/>
                              </w:rPr>
                            </w:pPr>
                          </w:p>
                          <w:p w:rsidR="00B52BE6" w:rsidRDefault="00B52BE6">
                            <w:pPr>
                              <w:rPr>
                                <w:rFonts w:ascii="Arial CYR" w:hAnsi="Arial CYR"/>
                                <w:b/>
                              </w:rPr>
                            </w:pPr>
                          </w:p>
                          <w:p w:rsidR="00B52BE6" w:rsidRDefault="00B52BE6">
                            <w:pPr>
                              <w:rPr>
                                <w:rFonts w:ascii="Arial CYR" w:hAnsi="Arial CYR"/>
                                <w:b/>
                              </w:rPr>
                            </w:pPr>
                          </w:p>
                          <w:p w:rsidR="00B52BE6" w:rsidRDefault="00B52BE6">
                            <w:pPr>
                              <w:rPr>
                                <w:rFonts w:ascii="Arial CYR" w:hAnsi="Arial CYR"/>
                                <w:b/>
                              </w:rPr>
                            </w:pPr>
                          </w:p>
                          <w:p w:rsidR="00B52BE6" w:rsidRDefault="00B52BE6">
                            <w:pPr>
                              <w:rPr>
                                <w:rFonts w:ascii="Arial CYR" w:hAnsi="Arial CYR"/>
                                <w:b/>
                              </w:rPr>
                            </w:pPr>
                          </w:p>
                          <w:p w:rsidR="00B52BE6" w:rsidRDefault="00B52BE6">
                            <w:pPr>
                              <w:rPr>
                                <w:rFonts w:ascii="Arial CYR" w:hAnsi="Arial CYR"/>
                                <w:b/>
                              </w:rPr>
                            </w:pPr>
                          </w:p>
                          <w:p w:rsidR="00B52BE6" w:rsidRDefault="00B52BE6">
                            <w:pPr>
                              <w:rPr>
                                <w:rFonts w:ascii="Arial CYR" w:hAnsi="Arial CYR"/>
                                <w:b/>
                              </w:rPr>
                            </w:pPr>
                          </w:p>
                          <w:p w:rsidR="00B52BE6" w:rsidRDefault="00B52BE6">
                            <w:pPr>
                              <w:rPr>
                                <w:rFonts w:ascii="Arial CYR" w:hAnsi="Arial CYR"/>
                                <w:b/>
                              </w:rPr>
                            </w:pPr>
                          </w:p>
                          <w:p w:rsidR="00B52BE6" w:rsidRDefault="00B52BE6">
                            <w:pPr>
                              <w:rPr>
                                <w:rFonts w:ascii="Arial CYR" w:hAnsi="Arial CYR"/>
                                <w:b/>
                              </w:rPr>
                            </w:pPr>
                          </w:p>
                          <w:p w:rsidR="00B52BE6" w:rsidRDefault="00B52BE6">
                            <w:pPr>
                              <w:rPr>
                                <w:rFonts w:ascii="Arial CYR" w:hAnsi="Arial CYR"/>
                                <w:b/>
                              </w:rPr>
                            </w:pPr>
                          </w:p>
                          <w:p w:rsidR="00B52BE6" w:rsidRDefault="00B52BE6">
                            <w:pPr>
                              <w:rPr>
                                <w:rFonts w:ascii="Arial CYR" w:hAnsi="Arial CYR"/>
                                <w:b/>
                              </w:rPr>
                            </w:pPr>
                          </w:p>
                          <w:p w:rsidR="00B52BE6" w:rsidRDefault="00B52BE6">
                            <w:pPr>
                              <w:rPr>
                                <w:rFonts w:ascii="Arial CYR" w:hAnsi="Arial CYR"/>
                                <w:b/>
                              </w:rPr>
                            </w:pPr>
                          </w:p>
                          <w:p w:rsidR="00B52BE6" w:rsidRDefault="00B52BE6">
                            <w:pPr>
                              <w:rPr>
                                <w:rFonts w:ascii="Arial CYR" w:hAnsi="Arial CYR"/>
                                <w:b/>
                              </w:rPr>
                            </w:pPr>
                          </w:p>
                          <w:p w:rsidR="00B52BE6" w:rsidRDefault="00B52BE6">
                            <w:pPr>
                              <w:rPr>
                                <w:rFonts w:ascii="Arial CYR" w:hAnsi="Arial CYR"/>
                                <w:b/>
                              </w:rPr>
                            </w:pPr>
                          </w:p>
                          <w:p w:rsidR="00B52BE6" w:rsidRDefault="00B52BE6">
                            <w:pPr>
                              <w:rPr>
                                <w:rFonts w:ascii="Arial CYR" w:hAnsi="Arial CYR"/>
                                <w:b/>
                              </w:rPr>
                            </w:pPr>
                          </w:p>
                          <w:p w:rsidR="00B52BE6" w:rsidRDefault="00B52BE6">
                            <w:pPr>
                              <w:rPr>
                                <w:rFonts w:ascii="Arial CYR" w:hAnsi="Arial CYR"/>
                                <w:b/>
                              </w:rPr>
                            </w:pPr>
                          </w:p>
                          <w:p w:rsidR="00B52BE6" w:rsidRDefault="00B52BE6">
                            <w:pPr>
                              <w:rPr>
                                <w:rFonts w:ascii="Arial CYR" w:hAnsi="Arial CYR"/>
                                <w:b/>
                              </w:rPr>
                            </w:pPr>
                            <w:r>
                              <w:rPr>
                                <w:rFonts w:ascii="Arial CYR" w:hAnsi="Arial CYR"/>
                                <w:b/>
                              </w:rPr>
                              <w:t>05 – 3905 -ТХ.ПЗ</w:t>
                            </w:r>
                          </w:p>
                        </w:txbxContent>
                      </wps:txbx>
                      <wps:bodyPr rot="0" vert="vert" wrap="square" lIns="12700" tIns="12700" rIns="12700" bIns="12700" anchor="t" anchorCtr="0" upright="1">
                        <a:noAutofit/>
                      </wps:bodyPr>
                    </wps:wsp>
                    <wpg:grpSp>
                      <wpg:cNvPr id="16" name="Group 1124"/>
                      <wpg:cNvGrpSpPr>
                        <a:grpSpLocks/>
                      </wpg:cNvGrpSpPr>
                      <wpg:grpSpPr bwMode="auto">
                        <a:xfrm>
                          <a:off x="284" y="1139"/>
                          <a:ext cx="16271" cy="10469"/>
                          <a:chOff x="284" y="1139"/>
                          <a:chExt cx="16271" cy="10469"/>
                        </a:xfrm>
                      </wpg:grpSpPr>
                      <wps:wsp>
                        <wps:cNvPr id="17" name="Rectangle 1125"/>
                        <wps:cNvSpPr>
                          <a:spLocks noChangeArrowheads="1"/>
                        </wps:cNvSpPr>
                        <wps:spPr bwMode="auto">
                          <a:xfrm>
                            <a:off x="284" y="1139"/>
                            <a:ext cx="16271" cy="10469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Rectangle 1126"/>
                        <wps:cNvSpPr>
                          <a:spLocks noChangeArrowheads="1"/>
                        </wps:cNvSpPr>
                        <wps:spPr bwMode="auto">
                          <a:xfrm>
                            <a:off x="880" y="11107"/>
                            <a:ext cx="249" cy="4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52BE6" w:rsidRDefault="00B52BE6">
                              <w:pPr>
                                <w:jc w:val="center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sz w:val="16"/>
                                </w:rPr>
                                <w:t>Лист</w:t>
                              </w:r>
                            </w:p>
                          </w:txbxContent>
                        </wps:txbx>
                        <wps:bodyPr rot="0" vert="vert" wrap="square" lIns="12700" tIns="12700" rIns="12700" bIns="12700" anchor="t" anchorCtr="0" upright="1">
                          <a:noAutofit/>
                        </wps:bodyPr>
                      </wps:wsp>
                    </wpg:grpSp>
                    <wps:wsp>
                      <wps:cNvPr id="19" name="Rectangle 1127"/>
                      <wps:cNvSpPr>
                        <a:spLocks noChangeArrowheads="1"/>
                      </wps:cNvSpPr>
                      <wps:spPr bwMode="auto">
                        <a:xfrm>
                          <a:off x="381" y="11174"/>
                          <a:ext cx="364" cy="36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52BE6" w:rsidRPr="00736098" w:rsidRDefault="00B52BE6" w:rsidP="00736098">
                            <w:pPr>
                              <w:rPr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vert" wrap="square" lIns="12700" tIns="12700" rIns="12700" bIns="12700" anchor="t" anchorCtr="0" upright="1">
                        <a:noAutofit/>
                      </wps:bodyPr>
                    </wps:wsp>
                    <wpg:grpSp>
                      <wpg:cNvPr id="20" name="Group 1128"/>
                      <wpg:cNvGrpSpPr>
                        <a:grpSpLocks/>
                      </wpg:cNvGrpSpPr>
                      <wpg:grpSpPr bwMode="auto">
                        <a:xfrm>
                          <a:off x="292" y="1141"/>
                          <a:ext cx="861" cy="3706"/>
                          <a:chOff x="292" y="1141"/>
                          <a:chExt cx="861" cy="3706"/>
                        </a:xfrm>
                      </wpg:grpSpPr>
                      <wps:wsp>
                        <wps:cNvPr id="21" name="Line 1129"/>
                        <wps:cNvCnPr>
                          <a:cxnSpLocks noChangeShapeType="1"/>
                        </wps:cNvCnPr>
                        <wps:spPr bwMode="auto">
                          <a:xfrm flipH="1">
                            <a:off x="292" y="1731"/>
                            <a:ext cx="861" cy="1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 type="none" w="sm" len="sm"/>
                            <a:tailEnd type="none" w="sm" len="sm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" name="Line 1130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292" y="2299"/>
                            <a:ext cx="861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 type="none" w="sm" len="sm"/>
                            <a:tailEnd type="none" w="sm" len="sm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" name="Line 1131"/>
                        <wps:cNvCnPr>
                          <a:cxnSpLocks noChangeShapeType="1"/>
                        </wps:cNvCnPr>
                        <wps:spPr bwMode="auto">
                          <a:xfrm flipH="1">
                            <a:off x="292" y="2864"/>
                            <a:ext cx="861" cy="1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 type="none" w="sm" len="sm"/>
                            <a:tailEnd type="none" w="sm" len="sm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" name="Line 1132"/>
                        <wps:cNvCnPr>
                          <a:cxnSpLocks noChangeShapeType="1"/>
                        </wps:cNvCnPr>
                        <wps:spPr bwMode="auto">
                          <a:xfrm flipH="1">
                            <a:off x="292" y="3430"/>
                            <a:ext cx="861" cy="1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 type="none" w="sm" len="sm"/>
                            <a:tailEnd type="none" w="sm" len="sm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" name="Line 1133"/>
                        <wps:cNvCnPr>
                          <a:cxnSpLocks noChangeShapeType="1"/>
                        </wps:cNvCnPr>
                        <wps:spPr bwMode="auto">
                          <a:xfrm flipH="1">
                            <a:off x="292" y="4279"/>
                            <a:ext cx="861" cy="1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 type="none" w="sm" len="sm"/>
                            <a:tailEnd type="none" w="sm" len="sm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" name="Line 1134"/>
                        <wps:cNvCnPr>
                          <a:cxnSpLocks noChangeShapeType="1"/>
                        </wps:cNvCnPr>
                        <wps:spPr bwMode="auto">
                          <a:xfrm flipH="1">
                            <a:off x="292" y="4846"/>
                            <a:ext cx="861" cy="1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 type="none" w="sm" len="sm"/>
                            <a:tailEnd type="none" w="sm" len="sm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" name="Line 1135"/>
                        <wps:cNvCnPr>
                          <a:cxnSpLocks noChangeShapeType="1"/>
                        </wps:cNvCnPr>
                        <wps:spPr bwMode="auto">
                          <a:xfrm flipH="1">
                            <a:off x="859" y="1165"/>
                            <a:ext cx="7" cy="3681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 type="none" w="sm" len="sm"/>
                            <a:tailEnd type="none" w="sm" len="sm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" name="Line 1136"/>
                        <wps:cNvCnPr>
                          <a:cxnSpLocks noChangeShapeType="1"/>
                        </wps:cNvCnPr>
                        <wps:spPr bwMode="auto">
                          <a:xfrm>
                            <a:off x="578" y="1165"/>
                            <a:ext cx="0" cy="3682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 type="none" w="sm" len="sm"/>
                            <a:tailEnd type="none" w="sm" len="sm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" name="Rectangle 1137"/>
                        <wps:cNvSpPr>
                          <a:spLocks noChangeArrowheads="1"/>
                        </wps:cNvSpPr>
                        <wps:spPr bwMode="auto">
                          <a:xfrm>
                            <a:off x="314" y="4302"/>
                            <a:ext cx="247" cy="5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52BE6" w:rsidRDefault="00B52BE6">
                              <w:pPr>
                                <w:jc w:val="center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sz w:val="16"/>
                                </w:rPr>
                                <w:t>Дата</w:t>
                              </w:r>
                            </w:p>
                          </w:txbxContent>
                        </wps:txbx>
                        <wps:bodyPr rot="0" vert="vert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30" name="Rectangle 1138"/>
                        <wps:cNvSpPr>
                          <a:spLocks noChangeArrowheads="1"/>
                        </wps:cNvSpPr>
                        <wps:spPr bwMode="auto">
                          <a:xfrm>
                            <a:off x="298" y="3443"/>
                            <a:ext cx="263" cy="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52BE6" w:rsidRDefault="00B52BE6">
                              <w:pPr>
                                <w:jc w:val="center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sz w:val="16"/>
                                </w:rPr>
                                <w:t>Подпись</w:t>
                              </w:r>
                            </w:p>
                          </w:txbxContent>
                        </wps:txbx>
                        <wps:bodyPr rot="0" vert="vert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31" name="Rectangle 1139"/>
                        <wps:cNvSpPr>
                          <a:spLocks noChangeArrowheads="1"/>
                        </wps:cNvSpPr>
                        <wps:spPr bwMode="auto">
                          <a:xfrm>
                            <a:off x="299" y="2836"/>
                            <a:ext cx="264" cy="6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52BE6" w:rsidRDefault="00B52BE6">
                              <w:pPr>
                                <w:pStyle w:val="a8"/>
                              </w:pPr>
                              <w:r>
                                <w:t>№ док.</w:t>
                              </w:r>
                            </w:p>
                          </w:txbxContent>
                        </wps:txbx>
                        <wps:bodyPr rot="0" vert="vert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32" name="Rectangle 1140"/>
                        <wps:cNvSpPr>
                          <a:spLocks noChangeArrowheads="1"/>
                        </wps:cNvSpPr>
                        <wps:spPr bwMode="auto">
                          <a:xfrm>
                            <a:off x="313" y="2314"/>
                            <a:ext cx="244" cy="5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52BE6" w:rsidRDefault="00B52BE6">
                              <w:pPr>
                                <w:jc w:val="center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sz w:val="16"/>
                                </w:rPr>
                                <w:t>Лист</w:t>
                              </w:r>
                            </w:p>
                          </w:txbxContent>
                        </wps:txbx>
                        <wps:bodyPr rot="0" vert="vert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33" name="Rectangle 1141"/>
                        <wps:cNvSpPr>
                          <a:spLocks noChangeArrowheads="1"/>
                        </wps:cNvSpPr>
                        <wps:spPr bwMode="auto">
                          <a:xfrm>
                            <a:off x="321" y="1715"/>
                            <a:ext cx="245" cy="5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52BE6" w:rsidRDefault="00B52BE6">
                              <w:pPr>
                                <w:pStyle w:val="a8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sz w:val="14"/>
                                </w:rPr>
                                <w:t>Колл.уч.</w:t>
                              </w:r>
                            </w:p>
                          </w:txbxContent>
                        </wps:txbx>
                        <wps:bodyPr rot="0" vert="vert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142" name="Rectangle 1142"/>
                        <wps:cNvSpPr>
                          <a:spLocks noChangeArrowheads="1"/>
                        </wps:cNvSpPr>
                        <wps:spPr bwMode="auto">
                          <a:xfrm>
                            <a:off x="329" y="1184"/>
                            <a:ext cx="237" cy="5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52BE6" w:rsidRDefault="00B52BE6">
                              <w:pPr>
                                <w:jc w:val="center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sz w:val="16"/>
                                </w:rPr>
                                <w:t>Изм.</w:t>
                              </w:r>
                            </w:p>
                          </w:txbxContent>
                        </wps:txbx>
                        <wps:bodyPr rot="0" vert="vert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143" name="Line 1143"/>
                        <wps:cNvCnPr>
                          <a:cxnSpLocks noChangeShapeType="1"/>
                        </wps:cNvCnPr>
                        <wps:spPr bwMode="auto">
                          <a:xfrm flipH="1">
                            <a:off x="292" y="1141"/>
                            <a:ext cx="861" cy="1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 type="none" w="sm" len="sm"/>
                            <a:tailEnd type="none" w="sm" len="sm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111" o:spid="_x0000_s1086" style="position:absolute;margin-left:-35.05pt;margin-top:17.8pt;width:796.4pt;height:558.15pt;z-index:251629568" coordorigin="284,454" coordsize="16271,111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">
              <v:group id="Group 1112" o:spid="_x0000_s1087" style="position:absolute;left:287;top:454;width:4856;height:679" coordorigin="287,454" coordsize="4856,67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<v:rect id="Rectangle 1113" o:spid="_x0000_s1088" style="position:absolute;left:287;top:454;width:4856;height:6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ntEmsMA&#10;AADaAAAADwAAAGRycy9kb3ducmV2LnhtbESPT4vCMBTE7wt+h/AWvCxr6l+0axQRBPEgbF1kj4/m&#10;2Rabl5JErd/eCILHYWZ+w8yXranFlZyvLCvo9xIQxLnVFRcK/g6b7ykIH5A11pZJwZ08LBedjzmm&#10;2t74l65ZKESEsE9RQRlCk0rp85IM+p5tiKN3ss5giNIVUju8Rbip5SBJJtJgxXGhxIbWJeXn7GIU&#10;7Ebj5D8c+/YwPQ9ne1d/HSe7i1Ldz3b1AyJQG97hV3urFYzheSXeALl4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ntEmsMAAADaAAAADwAAAAAAAAAAAAAAAACYAgAAZHJzL2Rv&#10;d25yZXYueG1sUEsFBgAAAAAEAAQA9QAAAIgDAAAAAA==&#10;" filled="f" strokeweight="1pt"/>
                <v:line id="Line 1114" o:spid="_x0000_s1089" style="position:absolute;visibility:visible;mso-wrap-style:square" from="291,741" to="5143,7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iOrusAAAADaAAAADwAAAGRycy9kb3ducmV2LnhtbESPzYrCQBCE7wu+w9DC3taJghKyjiKC&#10;IHiQVWGvTaZNgpmekOn8+PbOwoLHoqq+otbb0dWqpzZUng3MZwko4tzbigsDt+vhKwUVBNli7ZkM&#10;PCnAdjP5WGNm/cA/1F+kUBHCIUMDpUiTaR3ykhyGmW+Io3f3rUOJsi20bXGIcFfrRZKstMOK40KJ&#10;De1Lyh+Xzhno5H6i8dalv5TyUob0vHT92ZjP6bj7BiU0yjv83z5aAyv4uxJvgN68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M4jq7rAAAAA2gAAAA8AAAAAAAAAAAAAAAAA&#10;oQIAAGRycy9kb3ducmV2LnhtbFBLBQYAAAAABAAEAPkAAACOAwAAAAA=&#10;" strokeweight="1pt">
                  <v:stroke startarrowwidth="narrow" startarrowlength="short" endarrowwidth="narrow" endarrowlength="short"/>
                </v:line>
                <v:line id="Line 1115" o:spid="_x0000_s1090" style="position:absolute;flip:x y;visibility:visible;mso-wrap-style:square" from="1715,454" to="1715,11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V7+tsIAAADaAAAADwAAAGRycy9kb3ducmV2LnhtbESPzWrDMBCE74G+g9hCb4mcQJ3gRjYh&#10;pLQ99BAnD7BY65/GWhlJtd23rwqFHIeZ+YbZF7PpxUjOd5YVrFcJCOLK6o4bBdfL63IHwgdkjb1l&#10;UvBDHor8YbHHTNuJzzSWoRERwj5DBW0IQyalr1oy6Fd2II5ebZ3BEKVrpHY4Rbjp5SZJUmmw47jQ&#10;4kDHlqpb+W0U+M/u+eSTj1If021tan34wrdJqafH+fACItAc7uH/9rtWsIW/K/EGyPwX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yV7+tsIAAADaAAAADwAAAAAAAAAAAAAA&#10;AAChAgAAZHJzL2Rvd25yZXYueG1sUEsFBgAAAAAEAAQA+QAAAJADAAAAAA==&#10;" strokeweight="1pt">
                  <v:stroke startarrowwidth="narrow" startarrowlength="short" endarrowwidth="narrow" endarrowlength="short"/>
                </v:line>
                <v:line id="Line 1116" o:spid="_x0000_s1091" style="position:absolute;flip:x y;visibility:visible;mso-wrap-style:square" from="3711,454" to="3711,11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MFqxL4AAADaAAAADwAAAGRycy9kb3ducmV2LnhtbERPy4rCMBTdC/MP4Q64s6kDo0M1liIj&#10;owsX1vmAS3P70OamNNHWvzcLweXhvNfpaFpxp941lhXMoxgEcWF1w5WC//Nu9gPCeWSNrWVS8CAH&#10;6eZjssZE24FPdM99JUIIuwQV1N53iZSuqMmgi2xHHLjS9gZ9gH0ldY9DCDet/IrjhTTYcGiosaNt&#10;TcU1vxkF7th8/7r4kOvtYlmaUmcX/BuUmn6O2QqEp9G/xS/3XisIW8OVcAPk5gk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C4wWrEvgAAANoAAAAPAAAAAAAAAAAAAAAAAKEC&#10;AABkcnMvZG93bnJldi54bWxQSwUGAAAAAAQABAD5AAAAjAMAAAAA&#10;" strokeweight="1pt">
                  <v:stroke startarrowwidth="narrow" startarrowlength="short" endarrowwidth="narrow" endarrowlength="short"/>
                </v:line>
                <v:rect id="Rectangle 1117" o:spid="_x0000_s1092" style="position:absolute;left:3713;top:477;width:1382;height:24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otaScIA&#10;AADaAAAADwAAAGRycy9kb3ducmV2LnhtbESPW4vCMBSE34X9D+Es+KapgrdqlHVBEJ+87L4fmmPb&#10;tTmJTbbWf28EwcdhZr5hFqvWVKKh2peWFQz6CQjizOqScwU/p01vCsIHZI2VZVJwJw+r5Udngam2&#10;Nz5Qcwy5iBD2KSooQnCplD4ryKDvW0ccvbOtDYYo61zqGm8Rbio5TJKxNFhyXCjQ0XdB2eX4bxRc&#10;BtdR86cnu9l0zOvhbu9+3cYp1f1sv+YgArXhHX61t1rBDJ5X4g2Qy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Si1pJwgAAANoAAAAPAAAAAAAAAAAAAAAAAJgCAABkcnMvZG93&#10;bnJldi54bWxQSwUGAAAAAAQABAD1AAAAhwMAAAAA&#10;" filled="f" stroked="f" strokeweight="1pt">
                  <v:textbox inset="1pt,1pt,1pt,1pt">
                    <w:txbxContent>
                      <w:p w:rsidR="00B52BE6" w:rsidRDefault="00B52BE6">
                        <w:pPr>
                          <w:jc w:val="center"/>
                          <w:rPr>
                            <w:rFonts w:ascii="Arial CYR" w:hAnsi="Arial CYR"/>
                            <w:sz w:val="18"/>
                          </w:rPr>
                        </w:pPr>
                        <w:r>
                          <w:rPr>
                            <w:rFonts w:ascii="Arial CYR" w:hAnsi="Arial CYR"/>
                            <w:sz w:val="18"/>
                          </w:rPr>
                          <w:t>Взам. инв. №</w:t>
                        </w:r>
                      </w:p>
                      <w:p w:rsidR="00B52BE6" w:rsidRDefault="00B52BE6">
                        <w:pPr>
                          <w:jc w:val="center"/>
                          <w:rPr>
                            <w:rFonts w:ascii="Arial CYR" w:hAnsi="Arial CYR"/>
                            <w:sz w:val="18"/>
                          </w:rPr>
                        </w:pPr>
                      </w:p>
                    </w:txbxContent>
                  </v:textbox>
                </v:rect>
                <v:rect id="Rectangle 1118" o:spid="_x0000_s1093" style="position:absolute;left:2007;top:477;width:1269;height:24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aKssMMA&#10;AADbAAAADwAAAGRycy9kb3ducmV2LnhtbESPQW/CMAyF75P4D5GRuI0UJBgUAmKTkCZOGxt3qzFt&#10;oXGyJivdv58PSNxsvef3Pq+3vWtUR22sPRuYjDNQxIW3NZcGvr/2zwtQMSFbbDyTgT+KsN0MntaY&#10;W3/jT+qOqVQSwjFHA1VKIdc6FhU5jGMfiEU7+9ZhkrUttW3xJuGu0dMsm2uHNUtDhYHeKiqux19n&#10;4Dr5mXUX+3JYLub8Oj18hFPYB2NGw363ApWoTw/z/frdCr7Qyy8ygN78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aKssMMAAADbAAAADwAAAAAAAAAAAAAAAACYAgAAZHJzL2Rv&#10;d25yZXYueG1sUEsFBgAAAAAEAAQA9QAAAIgDAAAAAA==&#10;" filled="f" stroked="f" strokeweight="1pt">
                  <v:textbox inset="1pt,1pt,1pt,1pt">
                    <w:txbxContent>
                      <w:p w:rsidR="00B52BE6" w:rsidRDefault="00B52BE6">
                        <w:pPr>
                          <w:jc w:val="center"/>
                          <w:rPr>
                            <w:rFonts w:ascii="Arial CYR" w:hAnsi="Arial CYR"/>
                            <w:sz w:val="18"/>
                          </w:rPr>
                        </w:pPr>
                        <w:r>
                          <w:rPr>
                            <w:rFonts w:ascii="Arial CYR" w:hAnsi="Arial CYR"/>
                            <w:sz w:val="18"/>
                          </w:rPr>
                          <w:t>Подп. и дата</w:t>
                        </w:r>
                      </w:p>
                      <w:p w:rsidR="00B52BE6" w:rsidRDefault="00B52BE6">
                        <w:pPr>
                          <w:jc w:val="center"/>
                          <w:rPr>
                            <w:rFonts w:ascii="Arial CYR" w:hAnsi="Arial CYR"/>
                            <w:sz w:val="18"/>
                          </w:rPr>
                        </w:pPr>
                      </w:p>
                    </w:txbxContent>
                  </v:textbox>
                </v:rect>
                <v:rect id="Rectangle 1119" o:spid="_x0000_s1094" style="position:absolute;left:315;top:499;width:1375;height:21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u4JK8EA&#10;AADbAAAADwAAAGRycy9kb3ducmV2LnhtbERPS2vCQBC+F/wPywi91U2EWo1uxApC8dT6uA/ZMYnJ&#10;zm6za0z/fbdQ8DYf33NW68G0oqfO15YVpJMEBHFhdc2lgtNx9zIH4QOyxtYyKfghD+t89LTCTNs7&#10;f1F/CKWIIewzVFCF4DIpfVGRQT+xjjhyF9sZDBF2pdQd3mO4aeU0SWbSYM2xoUJH24qK5nAzCpr0&#10;+7W/6rf9Yj7j9+n+053dzin1PB42SxCBhvAQ/7s/dJyfwt8v8QCZ/w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LuCSvBAAAA2wAAAA8AAAAAAAAAAAAAAAAAmAIAAGRycy9kb3du&#10;cmV2LnhtbFBLBQYAAAAABAAEAPUAAACGAwAAAAA=&#10;" filled="f" stroked="f" strokeweight="1pt">
                  <v:textbox inset="1pt,1pt,1pt,1pt">
                    <w:txbxContent>
                      <w:p w:rsidR="00B52BE6" w:rsidRDefault="00B52BE6">
                        <w:pPr>
                          <w:jc w:val="center"/>
                          <w:rPr>
                            <w:rFonts w:ascii="Arial CYR" w:hAnsi="Arial CYR"/>
                            <w:sz w:val="18"/>
                          </w:rPr>
                        </w:pPr>
                        <w:r>
                          <w:rPr>
                            <w:rFonts w:ascii="Arial CYR" w:hAnsi="Arial CYR"/>
                            <w:sz w:val="18"/>
                          </w:rPr>
                          <w:t>Инв.№ подл.</w:t>
                        </w:r>
                      </w:p>
                      <w:p w:rsidR="00B52BE6" w:rsidRDefault="00B52BE6">
                        <w:pPr>
                          <w:jc w:val="center"/>
                          <w:rPr>
                            <w:rFonts w:ascii="Arial CYR" w:hAnsi="Arial CYR"/>
                          </w:rPr>
                        </w:pPr>
                      </w:p>
                    </w:txbxContent>
                  </v:textbox>
                </v:rect>
              </v:group>
              <v:line id="Line 1120" o:spid="_x0000_s1095" style="position:absolute;visibility:visible;mso-wrap-style:square" from="1149,1150" to="1150,116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EQVb74AAADbAAAADwAAAGRycy9kb3ducmV2LnhtbERPS4vCMBC+C/6HMII3TRWU0jWKCIKw&#10;B1kV9jo0Y1tsJqWZPvbfm4WFvc3H95zdYXS16qkNlWcDq2UCijj3tuLCwON+XqSggiBbrD2TgR8K&#10;cNhPJzvMrB/4i/qbFCqGcMjQQCnSZFqHvCSHYekb4sg9fetQImwLbVscYrir9TpJttphxbGhxIZO&#10;JeWvW+cMdPL8pPHRpd+U8kaG9Lpx/dWY+Ww8foASGuVf/Oe+2Dh/Db+/xAP0/g0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DgRBVvvgAAANsAAAAPAAAAAAAAAAAAAAAAAKEC&#10;AABkcnMvZG93bnJldi54bWxQSwUGAAAAAAQABAD5AAAAjAMAAAAA&#10;" strokeweight="1pt">
                <v:stroke startarrowwidth="narrow" startarrowlength="short" endarrowwidth="narrow" endarrowlength="short"/>
              </v:line>
              <v:line id="Line 1121" o:spid="_x0000_s1096" style="position:absolute;flip:x;visibility:visible;mso-wrap-style:square" from="292,11075" to="1153,110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a0E4sEAAADbAAAADwAAAGRycy9kb3ducmV2LnhtbERPTWuDQBC9F/Iflgn0UuqaFGQxrhIC&#10;hUJPNSW9Du5EJe6scbfG/PtuodDbPN7nFNViBzHT5HvHGjZJCoK4cabnVsPn8fVZgfAB2eDgmDTc&#10;yUNVrh4KzI278QfNdWhFDGGfo4YuhDGX0jcdWfSJG4kjd3aTxRDh1Eoz4S2G20Fu0zSTFnuODR2O&#10;dOioudTfVkPj1Old3b822fWYbVX/JOvZSq0f18t+ByLQEv7Ff+43E+e/wO8v8QBZ/g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lrQTiwQAAANsAAAAPAAAAAAAAAAAAAAAA&#10;AKECAABkcnMvZG93bnJldi54bWxQSwUGAAAAAAQABAD5AAAAjwMAAAAA&#10;" strokeweight="1pt">
                <v:stroke startarrowwidth="narrow" startarrowlength="short" endarrowwidth="narrow" endarrowlength="short"/>
              </v:line>
              <v:line id="Line 1122" o:spid="_x0000_s1097" style="position:absolute;flip:x;visibility:visible;mso-wrap-style:square" from="859,11075" to="868,116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kSclsEAAADbAAAADwAAAGRycy9kb3ducmV2LnhtbERPTWuDQBC9F/Iflgn0UuqaUGQxrhIC&#10;hUJPNSW9Du5EJe6scbfG/PtuodDbPN7nFNViBzHT5HvHGjZJCoK4cabnVsPn8fVZgfAB2eDgmDTc&#10;yUNVrh4KzI278QfNdWhFDGGfo4YuhDGX0jcdWfSJG4kjd3aTxRDh1Eoz4S2G20Fu0zSTFnuODR2O&#10;dOioudTfVkPj1Old3b822fWYbVX/JOvZSq0f18t+ByLQEv7Ff+43E+e/wO8v8QBZ/g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qRJyWwQAAANsAAAAPAAAAAAAAAAAAAAAA&#10;AKECAABkcnMvZG93bnJldi54bWxQSwUGAAAAAAQABAD5AAAAjwMAAAAA&#10;" strokeweight="1pt">
                <v:stroke startarrowwidth="narrow" startarrowlength="short" endarrowwidth="narrow" endarrowlength="short"/>
              </v:line>
              <v:rect id="Rectangle 1123" o:spid="_x0000_s1098" style="position:absolute;left:561;top:4908;width:311;height:61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Ti1cMA&#10;AADbAAAADwAAAGRycy9kb3ducmV2LnhtbERP22oCMRB9F/oPYQp906yCWrZmFylYKghSL7R9GzbT&#10;zdLNZElSXf/eFATf5nCusyh724oT+dA4VjAeZSCIK6cbrhUc9qvhM4gQkTW2jknBhQKUxcNggbl2&#10;Z/6g0y7WIoVwyFGBibHLpQyVIYth5DrixP04bzEm6GupPZ5TuG3lJMtm0mLDqcFgR6+Gqt/dn1Xw&#10;+X3YmOPXGreXqaf527Ydu+VRqafHfvkCIlIf7+Kb+12n+VP4/yUdIIsr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NTi1cMAAADbAAAADwAAAAAAAAAAAAAAAACYAgAAZHJzL2Rv&#10;d25yZXYueG1sUEsFBgAAAAAEAAQA9QAAAIgDAAAAAA==&#10;" filled="f" stroked="f" strokeweight="1pt">
                <v:textbox style="layout-flow:vertical" inset="1pt,1pt,1pt,1pt">
                  <w:txbxContent>
                    <w:p w:rsidR="00B52BE6" w:rsidRDefault="00B52BE6">
                      <w:pPr>
                        <w:jc w:val="center"/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06 – 2906 – 85 - ОВ.ПЗ</w:t>
                      </w:r>
                    </w:p>
                    <w:p w:rsidR="00B52BE6" w:rsidRDefault="00B52BE6">
                      <w:pPr>
                        <w:rPr>
                          <w:rFonts w:ascii="Arial CYR" w:hAnsi="Arial CYR"/>
                          <w:b/>
                        </w:rPr>
                      </w:pPr>
                    </w:p>
                    <w:p w:rsidR="00B52BE6" w:rsidRDefault="00B52BE6">
                      <w:pPr>
                        <w:rPr>
                          <w:rFonts w:ascii="Arial CYR" w:hAnsi="Arial CYR"/>
                          <w:b/>
                        </w:rPr>
                      </w:pPr>
                    </w:p>
                    <w:p w:rsidR="00B52BE6" w:rsidRDefault="00B52BE6">
                      <w:pPr>
                        <w:rPr>
                          <w:rFonts w:ascii="Arial CYR" w:hAnsi="Arial CYR"/>
                          <w:b/>
                        </w:rPr>
                      </w:pPr>
                    </w:p>
                    <w:p w:rsidR="00B52BE6" w:rsidRDefault="00B52BE6">
                      <w:pPr>
                        <w:rPr>
                          <w:rFonts w:ascii="Arial CYR" w:hAnsi="Arial CYR"/>
                          <w:b/>
                        </w:rPr>
                      </w:pPr>
                    </w:p>
                    <w:p w:rsidR="00B52BE6" w:rsidRDefault="00B52BE6">
                      <w:pPr>
                        <w:rPr>
                          <w:rFonts w:ascii="Arial CYR" w:hAnsi="Arial CYR"/>
                          <w:b/>
                        </w:rPr>
                      </w:pPr>
                    </w:p>
                    <w:p w:rsidR="00B52BE6" w:rsidRDefault="00B52BE6">
                      <w:pPr>
                        <w:rPr>
                          <w:rFonts w:ascii="Arial CYR" w:hAnsi="Arial CYR"/>
                          <w:b/>
                        </w:rPr>
                      </w:pPr>
                    </w:p>
                    <w:p w:rsidR="00B52BE6" w:rsidRDefault="00B52BE6">
                      <w:pPr>
                        <w:rPr>
                          <w:rFonts w:ascii="Arial CYR" w:hAnsi="Arial CYR"/>
                          <w:b/>
                        </w:rPr>
                      </w:pPr>
                    </w:p>
                    <w:p w:rsidR="00B52BE6" w:rsidRDefault="00B52BE6">
                      <w:pPr>
                        <w:rPr>
                          <w:rFonts w:ascii="Arial CYR" w:hAnsi="Arial CYR"/>
                          <w:b/>
                        </w:rPr>
                      </w:pPr>
                    </w:p>
                    <w:p w:rsidR="00B52BE6" w:rsidRDefault="00B52BE6">
                      <w:pPr>
                        <w:rPr>
                          <w:rFonts w:ascii="Arial CYR" w:hAnsi="Arial CYR"/>
                          <w:b/>
                        </w:rPr>
                      </w:pPr>
                    </w:p>
                    <w:p w:rsidR="00B52BE6" w:rsidRDefault="00B52BE6">
                      <w:pPr>
                        <w:rPr>
                          <w:rFonts w:ascii="Arial CYR" w:hAnsi="Arial CYR"/>
                          <w:b/>
                        </w:rPr>
                      </w:pPr>
                    </w:p>
                    <w:p w:rsidR="00B52BE6" w:rsidRDefault="00B52BE6">
                      <w:pPr>
                        <w:rPr>
                          <w:rFonts w:ascii="Arial CYR" w:hAnsi="Arial CYR"/>
                          <w:b/>
                        </w:rPr>
                      </w:pPr>
                    </w:p>
                    <w:p w:rsidR="00B52BE6" w:rsidRDefault="00B52BE6">
                      <w:pPr>
                        <w:rPr>
                          <w:rFonts w:ascii="Arial CYR" w:hAnsi="Arial CYR"/>
                          <w:b/>
                        </w:rPr>
                      </w:pPr>
                    </w:p>
                    <w:p w:rsidR="00B52BE6" w:rsidRDefault="00B52BE6">
                      <w:pPr>
                        <w:rPr>
                          <w:rFonts w:ascii="Arial CYR" w:hAnsi="Arial CYR"/>
                          <w:b/>
                        </w:rPr>
                      </w:pPr>
                    </w:p>
                    <w:p w:rsidR="00B52BE6" w:rsidRDefault="00B52BE6">
                      <w:pPr>
                        <w:rPr>
                          <w:rFonts w:ascii="Arial CYR" w:hAnsi="Arial CYR"/>
                          <w:b/>
                        </w:rPr>
                      </w:pPr>
                    </w:p>
                    <w:p w:rsidR="00B52BE6" w:rsidRDefault="00B52BE6">
                      <w:pPr>
                        <w:rPr>
                          <w:rFonts w:ascii="Arial CYR" w:hAnsi="Arial CYR"/>
                          <w:b/>
                        </w:rPr>
                      </w:pPr>
                    </w:p>
                    <w:p w:rsidR="00B52BE6" w:rsidRDefault="00B52BE6">
                      <w:pPr>
                        <w:rPr>
                          <w:rFonts w:ascii="Arial CYR" w:hAnsi="Arial CYR"/>
                          <w:b/>
                        </w:rPr>
                      </w:pPr>
                    </w:p>
                    <w:p w:rsidR="00B52BE6" w:rsidRDefault="00B52BE6">
                      <w:pPr>
                        <w:rPr>
                          <w:rFonts w:ascii="Arial CYR" w:hAnsi="Arial CYR"/>
                          <w:b/>
                        </w:rPr>
                      </w:pPr>
                    </w:p>
                    <w:p w:rsidR="00B52BE6" w:rsidRDefault="00B52BE6">
                      <w:pPr>
                        <w:rPr>
                          <w:rFonts w:ascii="Arial CYR" w:hAnsi="Arial CYR"/>
                          <w:b/>
                        </w:rPr>
                      </w:pPr>
                    </w:p>
                    <w:p w:rsidR="00B52BE6" w:rsidRDefault="00B52BE6">
                      <w:pPr>
                        <w:rPr>
                          <w:rFonts w:ascii="Arial CYR" w:hAnsi="Arial CYR"/>
                          <w:b/>
                        </w:rPr>
                      </w:pPr>
                    </w:p>
                    <w:p w:rsidR="00B52BE6" w:rsidRDefault="00B52BE6">
                      <w:pPr>
                        <w:rPr>
                          <w:rFonts w:ascii="Arial CYR" w:hAnsi="Arial CYR"/>
                          <w:b/>
                        </w:rPr>
                      </w:pPr>
                    </w:p>
                    <w:p w:rsidR="00B52BE6" w:rsidRDefault="00B52BE6">
                      <w:pPr>
                        <w:rPr>
                          <w:rFonts w:ascii="Arial CYR" w:hAnsi="Arial CYR"/>
                          <w:b/>
                        </w:rPr>
                      </w:pPr>
                    </w:p>
                    <w:p w:rsidR="00B52BE6" w:rsidRDefault="00B52BE6">
                      <w:pPr>
                        <w:rPr>
                          <w:rFonts w:ascii="Arial CYR" w:hAnsi="Arial CYR"/>
                          <w:b/>
                        </w:rPr>
                      </w:pPr>
                      <w:r>
                        <w:rPr>
                          <w:rFonts w:ascii="Arial CYR" w:hAnsi="Arial CYR"/>
                          <w:b/>
                        </w:rPr>
                        <w:t>05 – 3905 -ТХ.ПЗ</w:t>
                      </w:r>
                    </w:p>
                  </w:txbxContent>
                </v:textbox>
              </v:rect>
              <v:group id="Group 1124" o:spid="_x0000_s1099" style="position:absolute;left:284;top:1139;width:16271;height:10469" coordorigin="284,1139" coordsize="16271,1046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Zj/9cMAAADb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xO4/RIO&#10;kP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NmP/1wwAAANsAAAAP&#10;AAAAAAAAAAAAAAAAAKoCAABkcnMvZG93bnJldi54bWxQSwUGAAAAAAQABAD6AAAAmgMAAAAA&#10;">
                <v:rect id="Rectangle 1125" o:spid="_x0000_s1100" style="position:absolute;left:284;top:1139;width:16271;height:104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HlbMsMA&#10;AADbAAAADwAAAGRycy9kb3ducmV2LnhtbERPS2sCMRC+C/6HMIVepGbtw8fWuEihUDwI1SIeh824&#10;u7iZLEn20X/fFARv8/E9Z50NphYdOV9ZVjCbJiCIc6srLhT8HD+fliB8QNZYWyYFv+Qh24xHa0y1&#10;7fmbukMoRAxhn6KCMoQmldLnJRn0U9sQR+5incEQoSukdtjHcFPL5ySZS4MVx4YSG/ooKb8eWqNg&#10;9/qWnMNpZo/L68tq7+rJab5rlXp8GLbvIAIN4S6+ub90nL+A/1/iAXLz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HlbMsMAAADbAAAADwAAAAAAAAAAAAAAAACYAgAAZHJzL2Rv&#10;d25yZXYueG1sUEsFBgAAAAAEAAQA9QAAAIgDAAAAAA==&#10;" filled="f" strokeweight="1pt"/>
                <v:rect id="Rectangle 1126" o:spid="_x0000_s1101" style="position:absolute;left:880;top:11107;width:249;height:4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tVNS8UA&#10;AADbAAAADwAAAGRycy9kb3ducmV2LnhtbESPQWsCMRCF74X+hzBCbzVrobasRpFCSwuC1CrV27AZ&#10;N4ubyZKkuv575yD0NsN7894303nvW3WimJrABkbDAhRxFWzDtYHNz/vjK6iUkS22gcnAhRLMZ/d3&#10;UyxtOPM3nda5VhLCqUQDLueu1DpVjjymYeiIRTuE6DHLGmttI54l3Lf6qSjG2mPD0uCwozdH1XH9&#10;5w387jdLt9194eryHOnlY9WOwmJrzMOgX0xAZerzv/l2/WkFX2DlFxlAz6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u1U1LxQAAANsAAAAPAAAAAAAAAAAAAAAAAJgCAABkcnMv&#10;ZG93bnJldi54bWxQSwUGAAAAAAQABAD1AAAAigMAAAAA&#10;" filled="f" stroked="f" strokeweight="1pt">
                  <v:textbox style="layout-flow:vertical" inset="1pt,1pt,1pt,1pt">
                    <w:txbxContent>
                      <w:p w:rsidR="00B52BE6" w:rsidRDefault="00B52BE6">
                        <w:pPr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Лист</w:t>
                        </w:r>
                      </w:p>
                    </w:txbxContent>
                  </v:textbox>
                </v:rect>
              </v:group>
              <v:rect id="Rectangle 1127" o:spid="_x0000_s1102" style="position:absolute;left:381;top:11174;width:364;height:3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Zno0MIA&#10;AADbAAAADwAAAGRycy9kb3ducmV2LnhtbERPTWsCMRC9C/0PYQq9uVmF2ro1ihQsCoJoFfU2bKab&#10;pZvJkqS6/vumUPA2j/c5k1lnG3EhH2rHCgZZDoK4dLrmSsH+c9F/BREissbGMSm4UYDZ9KE3wUK7&#10;K2/psouVSCEcClRgYmwLKUNpyGLIXEucuC/nLcYEfSW1x2sKt40c5vlIWqw5NRhs6d1Q+b37sQqO&#10;5/3aHE4r3NyePb18bJqBmx+Uenrs5m8gInXxLv53L3WaP4a/X9IBcvo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BmejQwgAAANsAAAAPAAAAAAAAAAAAAAAAAJgCAABkcnMvZG93&#10;bnJldi54bWxQSwUGAAAAAAQABAD1AAAAhwMAAAAA&#10;" filled="f" stroked="f" strokeweight="1pt">
                <v:textbox style="layout-flow:vertical" inset="1pt,1pt,1pt,1pt">
                  <w:txbxContent>
                    <w:p w:rsidR="00B52BE6" w:rsidRPr="00736098" w:rsidRDefault="00B52BE6" w:rsidP="00736098">
                      <w:pPr>
                        <w:rPr>
                          <w:szCs w:val="22"/>
                        </w:rPr>
                      </w:pPr>
                    </w:p>
                  </w:txbxContent>
                </v:textbox>
              </v:rect>
              <v:group id="Group 1128" o:spid="_x0000_s1103" style="position:absolute;left:292;top:1141;width:861;height:3706" coordorigin="292,1141" coordsize="861,370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1EIp8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+v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CNRCKfCAAAA2wAAAA8A&#10;AAAAAAAAAAAAAAAAqgIAAGRycy9kb3ducmV2LnhtbFBLBQYAAAAABAAEAPoAAACZAwAAAAA=&#10;">
                <v:line id="Line 1129" o:spid="_x0000_s1104" style="position:absolute;flip:x;visibility:visible;mso-wrap-style:square" from="292,1731" to="1153,17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F/1s8EAAADbAAAADwAAAGRycy9kb3ducmV2LnhtbESPQYvCMBSE7wv+h/AEL4um7aGUahQR&#10;BMGTdVmvj+bZFpuX2sRa/70RFvY4zMw3zGozmlYM1LvGsoJ4EYEgLq1uuFLwc97PMxDOI2tsLZOC&#10;FznYrCdfK8y1ffKJhsJXIkDY5aig9r7LpXRlTQbdwnbEwbva3qAPsq+k7vEZ4KaVSRSl0mDDYaHG&#10;jnY1lbfiYRSUNvs9Zq9LnN7PaZI137IYjFRqNh23SxCeRv8f/msftIIkhs+X8APk+g0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0X/WzwQAAANsAAAAPAAAAAAAAAAAAAAAA&#10;AKECAABkcnMvZG93bnJldi54bWxQSwUGAAAAAAQABAD5AAAAjwMAAAAA&#10;" strokeweight="1pt">
                  <v:stroke startarrowwidth="narrow" startarrowlength="short" endarrowwidth="narrow" endarrowlength="short"/>
                </v:line>
                <v:line id="Line 1130" o:spid="_x0000_s1105" style="position:absolute;flip:x y;visibility:visible;mso-wrap-style:square" from="292,2299" to="1153,22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TEhkcMAAADbAAAADwAAAGRycy9kb3ducmV2LnhtbESPzWrDMBCE74W8g9hAb40cQ9PiRAnB&#10;pLQ95FCnD7BY65/EWhlJsd23rwKBHIeZ+YbZ7CbTiYGcby0rWC4SEMSl1S3XCn5PHy/vIHxA1thZ&#10;JgV/5GG3nT1tMNN25B8ailCLCGGfoYImhD6T0pcNGfQL2xNHr7LOYIjS1VI7HCPcdDJNkpU02HJc&#10;aLCnvKHyUlyNAn9sXw8++S50vnqrTKX3Z/wclXqeT/s1iEBTeITv7S+tIE3h9iX+ALn9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UxIZHDAAAA2wAAAA8AAAAAAAAAAAAA&#10;AAAAoQIAAGRycy9kb3ducmV2LnhtbFBLBQYAAAAABAAEAPkAAACRAwAAAAA=&#10;" strokeweight="1pt">
                  <v:stroke startarrowwidth="narrow" startarrowlength="short" endarrowwidth="narrow" endarrowlength="short"/>
                </v:line>
                <v:line id="Line 1131" o:spid="_x0000_s1106" style="position:absolute;flip:x;visibility:visible;mso-wrap-style:square" from="292,2864" to="1153,286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8HOX8MAAADbAAAADwAAAGRycy9kb3ducmV2LnhtbESPzWrDMBCE74G+g9hCLqGR44IRrpUQ&#10;CoVCT3VCel2srW1irVxL9c/bR4VCjsPMfMMUh9l2YqTBt4417LYJCOLKmZZrDefT25MC4QOywc4x&#10;aVjIw2H/sCowN27iTxrLUIsIYZ+jhiaEPpfSVw1Z9FvXE0fv2w0WQ5RDLc2AU4TbTqZJkkmLLceF&#10;Bnt6bai6lr9WQ+XU5UMtX7vs55Slqt3IcrRS6/XjfHwBEWgO9/B/+91oSJ/h70v8AXJ/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vBzl/DAAAA2wAAAA8AAAAAAAAAAAAA&#10;AAAAoQIAAGRycy9kb3ducmV2LnhtbFBLBQYAAAAABAAEAPkAAACRAwAAAAA=&#10;" strokeweight="1pt">
                  <v:stroke startarrowwidth="narrow" startarrowlength="short" endarrowwidth="narrow" endarrowlength="short"/>
                </v:line>
                <v:line id="Line 1132" o:spid="_x0000_s1107" style="position:absolute;flip:x;visibility:visible;mso-wrap-style:square" from="292,3430" to="1153,34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ChWK8MAAADbAAAADwAAAGRycy9kb3ducmV2LnhtbESPzWrDMBCE74G+g9hCLqGRY4oRrpUQ&#10;CoVCT3VCel2srW1irVxL9c/bR4VCjsPMfMMUh9l2YqTBt4417LYJCOLKmZZrDefT25MC4QOywc4x&#10;aVjIw2H/sCowN27iTxrLUIsIYZ+jhiaEPpfSVw1Z9FvXE0fv2w0WQ5RDLc2AU4TbTqZJkkmLLceF&#10;Bnt6bai6lr9WQ+XU5UMtX7vs55Slqt3IcrRS6/XjfHwBEWgO9/B/+91oSJ/h70v8AXJ/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QoVivDAAAA2wAAAA8AAAAAAAAAAAAA&#10;AAAAoQIAAGRycy9kb3ducmV2LnhtbFBLBQYAAAAABAAEAPkAAACRAwAAAAA=&#10;" strokeweight="1pt">
                  <v:stroke startarrowwidth="narrow" startarrowlength="short" endarrowwidth="narrow" endarrowlength="short"/>
                </v:line>
                <v:line id="Line 1133" o:spid="_x0000_s1108" style="position:absolute;flip:x;visibility:visible;mso-wrap-style:square" from="292,4279" to="1153,42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2TzsMMAAADbAAAADwAAAGRycy9kb3ducmV2LnhtbESPzWrDMBCE74G+g9hCLqGRY6gRrpUQ&#10;CoVCT3VCel2srW1irVxL9c/bR4VCjsPMfMMUh9l2YqTBt4417LYJCOLKmZZrDefT25MC4QOywc4x&#10;aVjIw2H/sCowN27iTxrLUIsIYZ+jhiaEPpfSVw1Z9FvXE0fv2w0WQ5RDLc2AU4TbTqZJkkmLLceF&#10;Bnt6bai6lr9WQ+XU5UMtX7vs55Slqt3IcrRS6/XjfHwBEWgO9/B/+91oSJ/h70v8AXJ/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tk87DDAAAA2wAAAA8AAAAAAAAAAAAA&#10;AAAAoQIAAGRycy9kb3ducmV2LnhtbFBLBQYAAAAABAAEAPkAAACRAwAAAAA=&#10;" strokeweight="1pt">
                  <v:stroke startarrowwidth="narrow" startarrowlength="short" endarrowwidth="narrow" endarrowlength="short"/>
                </v:line>
                <v:line id="Line 1134" o:spid="_x0000_s1109" style="position:absolute;flip:x;visibility:visible;mso-wrap-style:square" from="292,4846" to="1153,48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7Ztx8IAAADbAAAADwAAAGRycy9kb3ducmV2LnhtbESPQYvCMBSE7wv+h/AEL4um7aGUahQR&#10;hIU9WUWvj+bZFpuX2sS2/vvNwsIeh5n5htnsJtOKgXrXWFYQryIQxKXVDVcKLufjMgPhPLLG1jIp&#10;eJOD3Xb2scFc25FPNBS+EgHCLkcFtfddLqUrazLoVrYjDt7d9gZ9kH0ldY9jgJtWJlGUSoMNh4Ua&#10;OzrUVD6Kl1FQ2uz6nb1vcfo8p0nWfMpiMFKpxXzar0F4mvx/+K/9pRUkKfx+CT9Abn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+7Ztx8IAAADbAAAADwAAAAAAAAAAAAAA&#10;AAChAgAAZHJzL2Rvd25yZXYueG1sUEsFBgAAAAAEAAQA+QAAAJADAAAAAA==&#10;" strokeweight="1pt">
                  <v:stroke startarrowwidth="narrow" startarrowlength="short" endarrowwidth="narrow" endarrowlength="short"/>
                </v:line>
                <v:line id="Line 1135" o:spid="_x0000_s1110" style="position:absolute;flip:x;visibility:visible;mso-wrap-style:square" from="859,1165" to="866,484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PrIXMIAAADbAAAADwAAAGRycy9kb3ducmV2LnhtbESPQYvCMBSE7wv+h/CEvSya2kO3VKOI&#10;IAierIteH82zLTYvtYm1/vuNIHgcZuYbZrEaTCN66lxtWcFsGoEgLqyuuVTwd9xOUhDOI2tsLJOC&#10;JzlYLUdfC8y0ffCB+tyXIkDYZaig8r7NpHRFRQbd1LbEwbvYzqAPsiul7vAR4KaRcRQl0mDNYaHC&#10;ljYVFdf8bhQUNj3t0+d5ltyOSZzWPzLvjVTqezys5yA8Df4Tfrd3WkH8C68v4QfI5T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lPrIXMIAAADbAAAADwAAAAAAAAAAAAAA&#10;AAChAgAAZHJzL2Rvd25yZXYueG1sUEsFBgAAAAAEAAQA+QAAAJADAAAAAA==&#10;" strokeweight="1pt">
                  <v:stroke startarrowwidth="narrow" startarrowlength="short" endarrowwidth="narrow" endarrowlength="short"/>
                </v:line>
                <v:line id="Line 1136" o:spid="_x0000_s1111" style="position:absolute;visibility:visible;mso-wrap-style:square" from="578,1165" to="578,48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8DoOL0AAADbAAAADwAAAGRycy9kb3ducmV2LnhtbERPS4vCMBC+C/6HMII3TRWUUo0igrCw&#10;B1kVvA7N2BabSWmmj/33m4Owx4/vvT+OrlY9taHybGC1TEAR595WXBh43C+LFFQQZIu1ZzLwSwGO&#10;h+lkj5n1A/9Qf5NCxRAOGRooRZpM65CX5DAsfUMcuZdvHUqEbaFti0MMd7VeJ8lWO6w4NpTY0Lmk&#10;/H3rnIFOXt80Prr0SSlvZEivG9dfjZnPxtMOlNAo/+KP+8saWMex8Uv8AfrwBw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E/A6Di9AAAA2wAAAA8AAAAAAAAAAAAAAAAAoQIA&#10;AGRycy9kb3ducmV2LnhtbFBLBQYAAAAABAAEAPkAAACLAwAAAAA=&#10;" strokeweight="1pt">
                  <v:stroke startarrowwidth="narrow" startarrowlength="short" endarrowwidth="narrow" endarrowlength="short"/>
                </v:line>
                <v:rect id="Rectangle 1137" o:spid="_x0000_s1112" style="position:absolute;left:314;top:4302;width:247;height:5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/UibcQA&#10;AADbAAAADwAAAGRycy9kb3ducmV2LnhtbESPQWsCMRSE7wX/Q3hCbzWrYG23RhFBaaEgWkV7e2ye&#10;m8XNy5Kkuv57Iwg9DjPzDTOetrYWZ/Khcqyg38tAEBdOV1wq2P4sXt5AhIissXZMCq4UYDrpPI0x&#10;1+7CazpvYikShEOOCkyMTS5lKAxZDD3XECfv6LzFmKQvpfZ4SXBby0GWvUqLFacFgw3NDRWnzZ9V&#10;sP/dfpvd4QtX16Gn0XJV991sp9Rzt519gIjUxv/wo/2pFQze4f4l/QA5u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/1Im3EAAAA2wAAAA8AAAAAAAAAAAAAAAAAmAIAAGRycy9k&#10;b3ducmV2LnhtbFBLBQYAAAAABAAEAPUAAACJAwAAAAA=&#10;" filled="f" stroked="f" strokeweight="1pt">
                  <v:textbox style="layout-flow:vertical" inset="1pt,1pt,1pt,1pt">
                    <w:txbxContent>
                      <w:p w:rsidR="00B52BE6" w:rsidRDefault="00B52BE6">
                        <w:pPr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Дата</w:t>
                        </w:r>
                      </w:p>
                    </w:txbxContent>
                  </v:textbox>
                </v:rect>
                <v:rect id="Rectangle 1138" o:spid="_x0000_s1113" style="position:absolute;left:298;top:3443;width:263;height:8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xYdLcEA&#10;AADbAAAADwAAAGRycy9kb3ducmV2LnhtbERPy2oCMRTdF/yHcIXuakbFWkajiKAoCOKLtrvL5DoZ&#10;nNwMSarj3zeLQpeH857OW1uLO/lQOVbQ72UgiAunKy4VnE+rtw8QISJrrB2TgicFmM86L1PMtXvw&#10;ge7HWIoUwiFHBSbGJpcyFIYshp5riBN3dd5iTNCXUnt8pHBby0GWvUuLFacGgw0tDRW3449V8Pl9&#10;3pnL1xb3z5Gn8Xpf993iotRrt11MQERq47/4z73RCoZpffqSfoCc/Q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sWHS3BAAAA2wAAAA8AAAAAAAAAAAAAAAAAmAIAAGRycy9kb3du&#10;cmV2LnhtbFBLBQYAAAAABAAEAPUAAACGAwAAAAA=&#10;" filled="f" stroked="f" strokeweight="1pt">
                  <v:textbox style="layout-flow:vertical" inset="1pt,1pt,1pt,1pt">
                    <w:txbxContent>
                      <w:p w:rsidR="00B52BE6" w:rsidRDefault="00B52BE6">
                        <w:pPr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Подпись</w:t>
                        </w:r>
                      </w:p>
                    </w:txbxContent>
                  </v:textbox>
                </v:rect>
                <v:rect id="Rectangle 1139" o:spid="_x0000_s1114" style="position:absolute;left:299;top:2836;width:264;height:6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Fq4tsUA&#10;AADbAAAADwAAAGRycy9kb3ducmV2LnhtbESP3WoCMRSE7wu+QziCdzW7LdayNYoUWhQEqT9U7w6b&#10;083SzcmSRF3f3giFXg4z8w0zmXW2EWfyoXasIB9mIIhLp2uuFOy2H4+vIEJE1tg4JgVXCjCb9h4m&#10;WGh34S86b2IlEoRDgQpMjG0hZSgNWQxD1xIn78d5izFJX0nt8ZLgtpFPWfYiLdacFgy29G6o/N2c&#10;rILv425l9oclrq8jT+PPdZO7+V6pQb+bv4GI1MX/8F97oRU853D/kn6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Wri2xQAAANsAAAAPAAAAAAAAAAAAAAAAAJgCAABkcnMv&#10;ZG93bnJldi54bWxQSwUGAAAAAAQABAD1AAAAigMAAAAA&#10;" filled="f" stroked="f" strokeweight="1pt">
                  <v:textbox style="layout-flow:vertical" inset="1pt,1pt,1pt,1pt">
                    <w:txbxContent>
                      <w:p w:rsidR="00B52BE6" w:rsidRDefault="00B52BE6">
                        <w:pPr>
                          <w:pStyle w:val="a8"/>
                        </w:pPr>
                        <w:r>
                          <w:t>№ док.</w:t>
                        </w:r>
                      </w:p>
                    </w:txbxContent>
                  </v:textbox>
                </v:rect>
                <v:rect id="Rectangle 1140" o:spid="_x0000_s1115" style="position:absolute;left:313;top:2314;width:244;height:5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IgmwcQA&#10;AADbAAAADwAAAGRycy9kb3ducmV2LnhtbESPQWsCMRSE7wX/Q3hCbzWrUlu2RhFBaaEgWkV7e2ye&#10;m8XNy5Kkuv57Iwg9DjPzDTOetrYWZ/Khcqyg38tAEBdOV1wq2P4sXt5BhIissXZMCq4UYDrpPI0x&#10;1+7CazpvYikShEOOCkyMTS5lKAxZDD3XECfv6LzFmKQvpfZ4SXBby0GWjaTFitOCwYbmhorT5s8q&#10;2P9uv83u8IWr66unt+Wq7rvZTqnnbjv7ABGpjf/hR/tTKxgO4P4l/QA5u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SIJsHEAAAA2wAAAA8AAAAAAAAAAAAAAAAAmAIAAGRycy9k&#10;b3ducmV2LnhtbFBLBQYAAAAABAAEAPUAAACJAwAAAAA=&#10;" filled="f" stroked="f" strokeweight="1pt">
                  <v:textbox style="layout-flow:vertical" inset="1pt,1pt,1pt,1pt">
                    <w:txbxContent>
                      <w:p w:rsidR="00B52BE6" w:rsidRDefault="00B52BE6">
                        <w:pPr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Лист</w:t>
                        </w:r>
                      </w:p>
                    </w:txbxContent>
                  </v:textbox>
                </v:rect>
                <v:rect id="Rectangle 1141" o:spid="_x0000_s1116" style="position:absolute;left:321;top:1715;width:245;height:5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8SDWsQA&#10;AADbAAAADwAAAGRycy9kb3ducmV2LnhtbESP3WoCMRSE7wu+QziCdzWr0h+2RhFBaaEgWkV7d9gc&#10;N4ubkyWJur69EQq9HGbmG2Y8bW0tLuRD5VjBoJ+BIC6crrhUsP1ZPL+DCBFZY+2YFNwowHTSeRpj&#10;rt2V13TZxFIkCIccFZgYm1zKUBiyGPquIU7e0XmLMUlfSu3xmuC2lsMse5UWK04LBhuaGypOm7NV&#10;sP/dfpvd4QtXtxdPb8tVPXCznVK9bjv7ABGpjf/hv/anVjAaweNL+gFyc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vEg1rEAAAA2wAAAA8AAAAAAAAAAAAAAAAAmAIAAGRycy9k&#10;b3ducmV2LnhtbFBLBQYAAAAABAAEAPUAAACJAwAAAAA=&#10;" filled="f" stroked="f" strokeweight="1pt">
                  <v:textbox style="layout-flow:vertical" inset="1pt,1pt,1pt,1pt">
                    <w:txbxContent>
                      <w:p w:rsidR="00B52BE6" w:rsidRDefault="00B52BE6">
                        <w:pPr>
                          <w:pStyle w:val="a8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Колл.уч.</w:t>
                        </w:r>
                      </w:p>
                    </w:txbxContent>
                  </v:textbox>
                </v:rect>
                <v:rect id="Rectangle 1142" o:spid="_x0000_s1117" style="position:absolute;left:329;top:1184;width:237;height:5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b77XsMA&#10;AADcAAAADwAAAGRycy9kb3ducmV2LnhtbERPTWsCMRC9F/wPYYTealaxtmyNIoLSQkG0ivY2bMbN&#10;4mayJKmu/94IQm/zeJ8znra2FmfyoXKsoN/LQBAXTldcKtj+LF7eQYSIrLF2TAquFGA66TyNMdfu&#10;wms6b2IpUgiHHBWYGJtcylAYshh6riFO3NF5izFBX0rt8ZLCbS0HWTaSFitODQYbmhsqTps/q2D/&#10;u/02u8MXrq6vnt6Wq7rvZjulnrvt7ANEpDb+ix/uT53mDwdwfyZdICc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b77XsMAAADcAAAADwAAAAAAAAAAAAAAAACYAgAAZHJzL2Rv&#10;d25yZXYueG1sUEsFBgAAAAAEAAQA9QAAAIgDAAAAAA==&#10;" filled="f" stroked="f" strokeweight="1pt">
                  <v:textbox style="layout-flow:vertical" inset="1pt,1pt,1pt,1pt">
                    <w:txbxContent>
                      <w:p w:rsidR="00B52BE6" w:rsidRDefault="00B52BE6">
                        <w:pPr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Изм.</w:t>
                        </w:r>
                      </w:p>
                    </w:txbxContent>
                  </v:textbox>
                </v:rect>
                <v:line id="Line 1143" o:spid="_x0000_s1118" style="position:absolute;flip:x;visibility:visible;mso-wrap-style:square" from="292,1141" to="1153,11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Zwww8EAAADcAAAADwAAAGRycy9kb3ducmV2LnhtbERPS4vCMBC+C/6HMAtexKY+KKVrFBEE&#10;YU9W0evQzLZlm0ltYq3/frOw4G0+vuest4NpRE+dqy0rmEcxCOLC6ppLBZfzYZaCcB5ZY2OZFLzI&#10;wXYzHq0x0/bJJ+pzX4oQwi5DBZX3bSalKyoy6CLbEgfu23YGfYBdKXWHzxBuGrmI40QarDk0VNjS&#10;vqLiJ38YBYVNr1/p6zZP7udkkdZTmfdGKjX5GHafIDwN/i3+dx91mL9awt8z4QK5+QU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xnDDDwQAAANwAAAAPAAAAAAAAAAAAAAAA&#10;AKECAABkcnMvZG93bnJldi54bWxQSwUGAAAAAAQABAD5AAAAjwMAAAAA&#10;" strokeweight="1pt">
                  <v:stroke startarrowwidth="narrow" startarrowlength="short" endarrowwidth="narrow" endarrowlength="short"/>
                </v:line>
              </v:group>
            </v:group>
          </w:pict>
        </mc:Fallback>
      </mc:AlternateConten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2BE6" w:rsidRPr="00C82C9C" w:rsidRDefault="00B52BE6" w:rsidP="00C82C9C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2"/>
    <w:lvl w:ilvl="0">
      <w:start w:val="9"/>
      <w:numFmt w:val="decimal"/>
      <w:lvlText w:val="%1"/>
      <w:lvlJc w:val="left"/>
      <w:pPr>
        <w:tabs>
          <w:tab w:val="num" w:pos="-141"/>
        </w:tabs>
        <w:ind w:left="-141" w:hanging="360"/>
      </w:pPr>
      <w:rPr>
        <w:rFonts w:cs="Arial"/>
      </w:rPr>
    </w:lvl>
    <w:lvl w:ilvl="1">
      <w:start w:val="2"/>
      <w:numFmt w:val="decimal"/>
      <w:lvlText w:val="%1.%2"/>
      <w:lvlJc w:val="left"/>
      <w:pPr>
        <w:tabs>
          <w:tab w:val="num" w:pos="426"/>
        </w:tabs>
        <w:ind w:left="426" w:hanging="360"/>
      </w:pPr>
      <w:rPr>
        <w:rFonts w:cs="Arial"/>
      </w:rPr>
    </w:lvl>
    <w:lvl w:ilvl="2">
      <w:start w:val="1"/>
      <w:numFmt w:val="decimal"/>
      <w:lvlText w:val="%1.%2.%3"/>
      <w:lvlJc w:val="left"/>
      <w:pPr>
        <w:tabs>
          <w:tab w:val="num" w:pos="1353"/>
        </w:tabs>
        <w:ind w:left="1353" w:hanging="720"/>
      </w:pPr>
      <w:rPr>
        <w:rFonts w:cs="Arial"/>
      </w:rPr>
    </w:lvl>
    <w:lvl w:ilvl="3">
      <w:start w:val="1"/>
      <w:numFmt w:val="decimal"/>
      <w:lvlText w:val="%1.%2.%3.%4"/>
      <w:lvlJc w:val="left"/>
      <w:pPr>
        <w:tabs>
          <w:tab w:val="num" w:pos="2280"/>
        </w:tabs>
        <w:ind w:left="2280" w:hanging="1080"/>
      </w:pPr>
      <w:rPr>
        <w:rFonts w:cs="Arial"/>
      </w:rPr>
    </w:lvl>
    <w:lvl w:ilvl="4">
      <w:start w:val="1"/>
      <w:numFmt w:val="decimal"/>
      <w:lvlText w:val="%1.%2.%3.%4.%5"/>
      <w:lvlJc w:val="left"/>
      <w:pPr>
        <w:tabs>
          <w:tab w:val="num" w:pos="2847"/>
        </w:tabs>
        <w:ind w:left="2847" w:hanging="1080"/>
      </w:pPr>
      <w:rPr>
        <w:rFonts w:cs="Arial"/>
      </w:rPr>
    </w:lvl>
    <w:lvl w:ilvl="5">
      <w:start w:val="1"/>
      <w:numFmt w:val="decimal"/>
      <w:lvlText w:val="%1.%2.%3.%4.%5.%6"/>
      <w:lvlJc w:val="left"/>
      <w:pPr>
        <w:tabs>
          <w:tab w:val="num" w:pos="3774"/>
        </w:tabs>
        <w:ind w:left="3774" w:hanging="1440"/>
      </w:pPr>
      <w:rPr>
        <w:rFonts w:cs="Arial"/>
      </w:rPr>
    </w:lvl>
    <w:lvl w:ilvl="6">
      <w:start w:val="1"/>
      <w:numFmt w:val="decimal"/>
      <w:lvlText w:val="%1.%2.%3.%4.%5.%6.%7"/>
      <w:lvlJc w:val="left"/>
      <w:pPr>
        <w:tabs>
          <w:tab w:val="num" w:pos="4341"/>
        </w:tabs>
        <w:ind w:left="4341" w:hanging="1440"/>
      </w:pPr>
      <w:rPr>
        <w:rFonts w:cs="Arial"/>
      </w:rPr>
    </w:lvl>
    <w:lvl w:ilvl="7">
      <w:start w:val="1"/>
      <w:numFmt w:val="decimal"/>
      <w:lvlText w:val="%1.%2.%3.%4.%5.%6.%7.%8"/>
      <w:lvlJc w:val="left"/>
      <w:pPr>
        <w:tabs>
          <w:tab w:val="num" w:pos="5268"/>
        </w:tabs>
        <w:ind w:left="5268" w:hanging="1800"/>
      </w:pPr>
      <w:rPr>
        <w:rFonts w:cs="Arial"/>
      </w:rPr>
    </w:lvl>
    <w:lvl w:ilvl="8">
      <w:start w:val="1"/>
      <w:numFmt w:val="decimal"/>
      <w:lvlText w:val="%1.%2.%3.%4.%5.%6.%7.%8.%9"/>
      <w:lvlJc w:val="left"/>
      <w:pPr>
        <w:tabs>
          <w:tab w:val="num" w:pos="5835"/>
        </w:tabs>
        <w:ind w:left="5835" w:hanging="1800"/>
      </w:pPr>
      <w:rPr>
        <w:rFonts w:cs="Arial"/>
      </w:rPr>
    </w:lvl>
  </w:abstractNum>
  <w:abstractNum w:abstractNumId="1">
    <w:nsid w:val="00000002"/>
    <w:multiLevelType w:val="multilevel"/>
    <w:tmpl w:val="00000002"/>
    <w:name w:val="WW8Num5"/>
    <w:lvl w:ilvl="0">
      <w:start w:val="1"/>
      <w:numFmt w:val="decimal"/>
      <w:lvlText w:val="%1"/>
      <w:lvlJc w:val="left"/>
      <w:pPr>
        <w:tabs>
          <w:tab w:val="num" w:pos="525"/>
        </w:tabs>
        <w:ind w:left="525" w:hanging="525"/>
      </w:pPr>
    </w:lvl>
    <w:lvl w:ilvl="1">
      <w:start w:val="1"/>
      <w:numFmt w:val="decimal"/>
      <w:lvlText w:val="%1.%2"/>
      <w:lvlJc w:val="left"/>
      <w:pPr>
        <w:tabs>
          <w:tab w:val="num" w:pos="1365"/>
        </w:tabs>
        <w:ind w:left="1365" w:hanging="525"/>
      </w:pPr>
    </w:lvl>
    <w:lvl w:ilvl="2">
      <w:start w:val="1"/>
      <w:numFmt w:val="decimal"/>
      <w:lvlText w:val="%1.%2.%3"/>
      <w:lvlJc w:val="left"/>
      <w:pPr>
        <w:tabs>
          <w:tab w:val="num" w:pos="2400"/>
        </w:tabs>
        <w:ind w:left="2400" w:hanging="720"/>
      </w:pPr>
    </w:lvl>
    <w:lvl w:ilvl="3">
      <w:start w:val="1"/>
      <w:numFmt w:val="decimal"/>
      <w:lvlText w:val="%1.%2.%3.%4"/>
      <w:lvlJc w:val="left"/>
      <w:pPr>
        <w:tabs>
          <w:tab w:val="num" w:pos="3600"/>
        </w:tabs>
        <w:ind w:left="3600" w:hanging="1080"/>
      </w:pPr>
    </w:lvl>
    <w:lvl w:ilvl="4">
      <w:start w:val="1"/>
      <w:numFmt w:val="decimal"/>
      <w:lvlText w:val="%1.%2.%3.%4.%5"/>
      <w:lvlJc w:val="left"/>
      <w:pPr>
        <w:tabs>
          <w:tab w:val="num" w:pos="4440"/>
        </w:tabs>
        <w:ind w:left="4440" w:hanging="1080"/>
      </w:pPr>
    </w:lvl>
    <w:lvl w:ilvl="5">
      <w:start w:val="1"/>
      <w:numFmt w:val="decimal"/>
      <w:lvlText w:val="%1.%2.%3.%4.%5.%6"/>
      <w:lvlJc w:val="left"/>
      <w:pPr>
        <w:tabs>
          <w:tab w:val="num" w:pos="5640"/>
        </w:tabs>
        <w:ind w:left="56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6480"/>
        </w:tabs>
        <w:ind w:left="648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7680"/>
        </w:tabs>
        <w:ind w:left="768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8520"/>
        </w:tabs>
        <w:ind w:left="8520" w:hanging="1800"/>
      </w:pPr>
    </w:lvl>
  </w:abstractNum>
  <w:abstractNum w:abstractNumId="2">
    <w:nsid w:val="0567606E"/>
    <w:multiLevelType w:val="hybridMultilevel"/>
    <w:tmpl w:val="6B04FE1A"/>
    <w:lvl w:ilvl="0" w:tplc="BEE844AC">
      <w:start w:val="1"/>
      <w:numFmt w:val="bullet"/>
      <w:lvlText w:val="-"/>
      <w:lvlJc w:val="left"/>
      <w:pPr>
        <w:ind w:left="1287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09547AA0"/>
    <w:multiLevelType w:val="hybridMultilevel"/>
    <w:tmpl w:val="31948312"/>
    <w:lvl w:ilvl="0" w:tplc="B296A1D6"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0C6F221D"/>
    <w:multiLevelType w:val="hybridMultilevel"/>
    <w:tmpl w:val="ABFC5658"/>
    <w:lvl w:ilvl="0" w:tplc="BEE844AC">
      <w:start w:val="1"/>
      <w:numFmt w:val="bullet"/>
      <w:lvlText w:val="-"/>
      <w:lvlJc w:val="left"/>
      <w:pPr>
        <w:ind w:left="1429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5982A6E"/>
    <w:multiLevelType w:val="multilevel"/>
    <w:tmpl w:val="CEA65EC6"/>
    <w:lvl w:ilvl="0">
      <w:start w:val="1"/>
      <w:numFmt w:val="bullet"/>
      <w:lvlText w:val="-"/>
      <w:lvlJc w:val="left"/>
      <w:pPr>
        <w:tabs>
          <w:tab w:val="num" w:pos="525"/>
        </w:tabs>
        <w:ind w:left="525" w:hanging="525"/>
      </w:pPr>
      <w:rPr>
        <w:rFonts w:ascii="Arial" w:hAnsi="Arial" w:hint="default"/>
      </w:rPr>
    </w:lvl>
    <w:lvl w:ilvl="1">
      <w:start w:val="1"/>
      <w:numFmt w:val="bullet"/>
      <w:lvlText w:val="-"/>
      <w:lvlJc w:val="left"/>
      <w:pPr>
        <w:tabs>
          <w:tab w:val="num" w:pos="1365"/>
        </w:tabs>
        <w:ind w:left="1365" w:hanging="525"/>
      </w:pPr>
      <w:rPr>
        <w:rFonts w:ascii="Arial" w:hAnsi="Arial" w:hint="default"/>
      </w:rPr>
    </w:lvl>
    <w:lvl w:ilvl="2">
      <w:start w:val="1"/>
      <w:numFmt w:val="decimal"/>
      <w:lvlText w:val="%1.%2.%3"/>
      <w:lvlJc w:val="left"/>
      <w:pPr>
        <w:tabs>
          <w:tab w:val="num" w:pos="2400"/>
        </w:tabs>
        <w:ind w:left="2400" w:hanging="720"/>
      </w:pPr>
    </w:lvl>
    <w:lvl w:ilvl="3">
      <w:start w:val="1"/>
      <w:numFmt w:val="decimal"/>
      <w:lvlText w:val="%1.%2.%3.%4"/>
      <w:lvlJc w:val="left"/>
      <w:pPr>
        <w:tabs>
          <w:tab w:val="num" w:pos="3600"/>
        </w:tabs>
        <w:ind w:left="3600" w:hanging="1080"/>
      </w:pPr>
    </w:lvl>
    <w:lvl w:ilvl="4">
      <w:start w:val="1"/>
      <w:numFmt w:val="decimal"/>
      <w:lvlText w:val="%1.%2.%3.%4.%5"/>
      <w:lvlJc w:val="left"/>
      <w:pPr>
        <w:tabs>
          <w:tab w:val="num" w:pos="4440"/>
        </w:tabs>
        <w:ind w:left="4440" w:hanging="1080"/>
      </w:pPr>
    </w:lvl>
    <w:lvl w:ilvl="5">
      <w:start w:val="1"/>
      <w:numFmt w:val="decimal"/>
      <w:lvlText w:val="%1.%2.%3.%4.%5.%6"/>
      <w:lvlJc w:val="left"/>
      <w:pPr>
        <w:tabs>
          <w:tab w:val="num" w:pos="5640"/>
        </w:tabs>
        <w:ind w:left="56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6480"/>
        </w:tabs>
        <w:ind w:left="648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7680"/>
        </w:tabs>
        <w:ind w:left="768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8520"/>
        </w:tabs>
        <w:ind w:left="8520" w:hanging="1800"/>
      </w:pPr>
    </w:lvl>
  </w:abstractNum>
  <w:abstractNum w:abstractNumId="6">
    <w:nsid w:val="189A7D25"/>
    <w:multiLevelType w:val="hybridMultilevel"/>
    <w:tmpl w:val="7604DE62"/>
    <w:lvl w:ilvl="0" w:tplc="C6FC3D2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194241B3"/>
    <w:multiLevelType w:val="hybridMultilevel"/>
    <w:tmpl w:val="40F69B66"/>
    <w:lvl w:ilvl="0" w:tplc="B296A1D6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A9E5262"/>
    <w:multiLevelType w:val="hybridMultilevel"/>
    <w:tmpl w:val="66AE9EF2"/>
    <w:lvl w:ilvl="0" w:tplc="B296A1D6"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1AFA15CB"/>
    <w:multiLevelType w:val="hybridMultilevel"/>
    <w:tmpl w:val="992843B8"/>
    <w:lvl w:ilvl="0" w:tplc="B296A1D6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63A3960"/>
    <w:multiLevelType w:val="hybridMultilevel"/>
    <w:tmpl w:val="CFDE10A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275511CB"/>
    <w:multiLevelType w:val="hybridMultilevel"/>
    <w:tmpl w:val="724EA3A6"/>
    <w:lvl w:ilvl="0" w:tplc="B296A1D6">
      <w:numFmt w:val="bullet"/>
      <w:lvlText w:val="-"/>
      <w:lvlJc w:val="left"/>
      <w:pPr>
        <w:ind w:left="159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31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3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5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7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9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1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3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59" w:hanging="360"/>
      </w:pPr>
      <w:rPr>
        <w:rFonts w:ascii="Wingdings" w:hAnsi="Wingdings" w:hint="default"/>
      </w:rPr>
    </w:lvl>
  </w:abstractNum>
  <w:abstractNum w:abstractNumId="12">
    <w:nsid w:val="27B7402F"/>
    <w:multiLevelType w:val="hybridMultilevel"/>
    <w:tmpl w:val="01B4B732"/>
    <w:lvl w:ilvl="0" w:tplc="C6FC3D22">
      <w:start w:val="1"/>
      <w:numFmt w:val="bullet"/>
      <w:lvlText w:val=""/>
      <w:lvlJc w:val="left"/>
      <w:pPr>
        <w:ind w:left="14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10" w:hanging="360"/>
      </w:pPr>
      <w:rPr>
        <w:rFonts w:ascii="Wingdings" w:hAnsi="Wingdings" w:hint="default"/>
      </w:rPr>
    </w:lvl>
  </w:abstractNum>
  <w:abstractNum w:abstractNumId="13">
    <w:nsid w:val="2BE35B6A"/>
    <w:multiLevelType w:val="hybridMultilevel"/>
    <w:tmpl w:val="8FDC5970"/>
    <w:lvl w:ilvl="0" w:tplc="B296A1D6">
      <w:numFmt w:val="bullet"/>
      <w:lvlText w:val="-"/>
      <w:lvlJc w:val="left"/>
      <w:pPr>
        <w:ind w:left="1287" w:hanging="360"/>
      </w:pPr>
      <w:rPr>
        <w:rFonts w:hint="default"/>
      </w:rPr>
    </w:lvl>
    <w:lvl w:ilvl="1" w:tplc="B268B4F4">
      <w:numFmt w:val="bullet"/>
      <w:lvlText w:val="•"/>
      <w:lvlJc w:val="left"/>
      <w:pPr>
        <w:ind w:left="2352" w:hanging="705"/>
      </w:pPr>
      <w:rPr>
        <w:rFonts w:ascii="Times New Roman" w:eastAsiaTheme="minorEastAsia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2D1A0BC1"/>
    <w:multiLevelType w:val="hybridMultilevel"/>
    <w:tmpl w:val="218AF2DE"/>
    <w:lvl w:ilvl="0" w:tplc="B296A1D6"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2D4A1ACF"/>
    <w:multiLevelType w:val="hybridMultilevel"/>
    <w:tmpl w:val="767AC1F8"/>
    <w:lvl w:ilvl="0" w:tplc="B296A1D6">
      <w:numFmt w:val="bullet"/>
      <w:lvlText w:val="-"/>
      <w:lvlJc w:val="left"/>
      <w:pPr>
        <w:ind w:left="100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6">
    <w:nsid w:val="2D526C3C"/>
    <w:multiLevelType w:val="hybridMultilevel"/>
    <w:tmpl w:val="125E21F4"/>
    <w:lvl w:ilvl="0" w:tplc="BEE844AC">
      <w:start w:val="1"/>
      <w:numFmt w:val="bullet"/>
      <w:lvlText w:val="-"/>
      <w:lvlJc w:val="left"/>
      <w:pPr>
        <w:ind w:left="1854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7">
    <w:nsid w:val="33811C4B"/>
    <w:multiLevelType w:val="hybridMultilevel"/>
    <w:tmpl w:val="38268C26"/>
    <w:lvl w:ilvl="0" w:tplc="BEE844AC">
      <w:start w:val="1"/>
      <w:numFmt w:val="bullet"/>
      <w:lvlText w:val="-"/>
      <w:lvlJc w:val="left"/>
      <w:pPr>
        <w:ind w:left="1287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>
    <w:nsid w:val="36C318F9"/>
    <w:multiLevelType w:val="hybridMultilevel"/>
    <w:tmpl w:val="5D1C807E"/>
    <w:lvl w:ilvl="0" w:tplc="C6FC3D2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>
    <w:nsid w:val="484E1FF5"/>
    <w:multiLevelType w:val="hybridMultilevel"/>
    <w:tmpl w:val="57E8E9D8"/>
    <w:lvl w:ilvl="0" w:tplc="B296A1D6">
      <w:numFmt w:val="bullet"/>
      <w:lvlText w:val="-"/>
      <w:lvlJc w:val="left"/>
      <w:pPr>
        <w:ind w:left="159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31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3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5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7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9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1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3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59" w:hanging="360"/>
      </w:pPr>
      <w:rPr>
        <w:rFonts w:ascii="Wingdings" w:hAnsi="Wingdings" w:hint="default"/>
      </w:rPr>
    </w:lvl>
  </w:abstractNum>
  <w:abstractNum w:abstractNumId="20">
    <w:nsid w:val="49FF109F"/>
    <w:multiLevelType w:val="hybridMultilevel"/>
    <w:tmpl w:val="C67C2B3E"/>
    <w:lvl w:ilvl="0" w:tplc="B296A1D6">
      <w:numFmt w:val="bullet"/>
      <w:lvlText w:val="-"/>
      <w:lvlJc w:val="left"/>
      <w:pPr>
        <w:ind w:left="128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>
    <w:nsid w:val="4C0B15C5"/>
    <w:multiLevelType w:val="hybridMultilevel"/>
    <w:tmpl w:val="D2408350"/>
    <w:lvl w:ilvl="0" w:tplc="BEE844AC">
      <w:start w:val="1"/>
      <w:numFmt w:val="bullet"/>
      <w:lvlText w:val="-"/>
      <w:lvlJc w:val="left"/>
      <w:pPr>
        <w:ind w:left="1287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>
    <w:nsid w:val="4E525714"/>
    <w:multiLevelType w:val="hybridMultilevel"/>
    <w:tmpl w:val="E460F572"/>
    <w:lvl w:ilvl="0" w:tplc="B296A1D6"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52357596"/>
    <w:multiLevelType w:val="hybridMultilevel"/>
    <w:tmpl w:val="B7AA6278"/>
    <w:lvl w:ilvl="0" w:tplc="C6FC3D2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>
    <w:nsid w:val="544A6F84"/>
    <w:multiLevelType w:val="hybridMultilevel"/>
    <w:tmpl w:val="E17E30C8"/>
    <w:lvl w:ilvl="0" w:tplc="C6FC3D2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>
    <w:nsid w:val="59527404"/>
    <w:multiLevelType w:val="hybridMultilevel"/>
    <w:tmpl w:val="349236FA"/>
    <w:lvl w:ilvl="0" w:tplc="BEE844AC">
      <w:start w:val="1"/>
      <w:numFmt w:val="bullet"/>
      <w:lvlText w:val="-"/>
      <w:lvlJc w:val="left"/>
      <w:pPr>
        <w:ind w:left="1287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>
    <w:nsid w:val="60543358"/>
    <w:multiLevelType w:val="hybridMultilevel"/>
    <w:tmpl w:val="F7E49C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4B71189"/>
    <w:multiLevelType w:val="hybridMultilevel"/>
    <w:tmpl w:val="E424F090"/>
    <w:lvl w:ilvl="0" w:tplc="BEE844AC">
      <w:start w:val="1"/>
      <w:numFmt w:val="bullet"/>
      <w:lvlText w:val="-"/>
      <w:lvlJc w:val="left"/>
      <w:pPr>
        <w:ind w:left="1429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65E84885"/>
    <w:multiLevelType w:val="multilevel"/>
    <w:tmpl w:val="009A6A6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>
    <w:nsid w:val="66D07F77"/>
    <w:multiLevelType w:val="hybridMultilevel"/>
    <w:tmpl w:val="7C901A46"/>
    <w:lvl w:ilvl="0" w:tplc="B296A1D6">
      <w:numFmt w:val="bullet"/>
      <w:lvlText w:val="-"/>
      <w:lvlJc w:val="left"/>
      <w:pPr>
        <w:ind w:left="128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>
    <w:nsid w:val="687F18BF"/>
    <w:multiLevelType w:val="hybridMultilevel"/>
    <w:tmpl w:val="38849EC4"/>
    <w:lvl w:ilvl="0" w:tplc="B296A1D6"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>
    <w:nsid w:val="751456DB"/>
    <w:multiLevelType w:val="hybridMultilevel"/>
    <w:tmpl w:val="B7EC753A"/>
    <w:lvl w:ilvl="0" w:tplc="B296A1D6">
      <w:numFmt w:val="bullet"/>
      <w:lvlText w:val="-"/>
      <w:lvlJc w:val="left"/>
      <w:pPr>
        <w:ind w:left="159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31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3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5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7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9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1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3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59" w:hanging="360"/>
      </w:pPr>
      <w:rPr>
        <w:rFonts w:ascii="Wingdings" w:hAnsi="Wingdings" w:hint="default"/>
      </w:rPr>
    </w:lvl>
  </w:abstractNum>
  <w:abstractNum w:abstractNumId="32">
    <w:nsid w:val="75580943"/>
    <w:multiLevelType w:val="hybridMultilevel"/>
    <w:tmpl w:val="F5E84EDA"/>
    <w:lvl w:ilvl="0" w:tplc="B296A1D6"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4"/>
  </w:num>
  <w:num w:numId="3">
    <w:abstractNumId w:val="16"/>
  </w:num>
  <w:num w:numId="4">
    <w:abstractNumId w:val="17"/>
  </w:num>
  <w:num w:numId="5">
    <w:abstractNumId w:val="10"/>
  </w:num>
  <w:num w:numId="6">
    <w:abstractNumId w:val="25"/>
  </w:num>
  <w:num w:numId="7">
    <w:abstractNumId w:val="21"/>
  </w:num>
  <w:num w:numId="8">
    <w:abstractNumId w:val="2"/>
  </w:num>
  <w:num w:numId="9">
    <w:abstractNumId w:val="28"/>
  </w:num>
  <w:num w:numId="10">
    <w:abstractNumId w:val="5"/>
  </w:num>
  <w:num w:numId="11">
    <w:abstractNumId w:val="13"/>
  </w:num>
  <w:num w:numId="12">
    <w:abstractNumId w:val="19"/>
  </w:num>
  <w:num w:numId="13">
    <w:abstractNumId w:val="31"/>
  </w:num>
  <w:num w:numId="14">
    <w:abstractNumId w:val="11"/>
  </w:num>
  <w:num w:numId="15">
    <w:abstractNumId w:val="29"/>
  </w:num>
  <w:num w:numId="16">
    <w:abstractNumId w:val="8"/>
  </w:num>
  <w:num w:numId="17">
    <w:abstractNumId w:val="15"/>
  </w:num>
  <w:num w:numId="18">
    <w:abstractNumId w:val="9"/>
  </w:num>
  <w:num w:numId="19">
    <w:abstractNumId w:val="22"/>
  </w:num>
  <w:num w:numId="20">
    <w:abstractNumId w:val="26"/>
  </w:num>
  <w:num w:numId="21">
    <w:abstractNumId w:val="3"/>
  </w:num>
  <w:num w:numId="22">
    <w:abstractNumId w:val="7"/>
  </w:num>
  <w:num w:numId="23">
    <w:abstractNumId w:val="14"/>
  </w:num>
  <w:num w:numId="24">
    <w:abstractNumId w:val="30"/>
  </w:num>
  <w:num w:numId="25">
    <w:abstractNumId w:val="20"/>
  </w:num>
  <w:num w:numId="26">
    <w:abstractNumId w:val="32"/>
  </w:num>
  <w:num w:numId="27">
    <w:abstractNumId w:val="24"/>
  </w:num>
  <w:num w:numId="28">
    <w:abstractNumId w:val="23"/>
  </w:num>
  <w:num w:numId="29">
    <w:abstractNumId w:val="12"/>
  </w:num>
  <w:num w:numId="30">
    <w:abstractNumId w:val="18"/>
  </w:num>
  <w:num w:numId="31">
    <w:abstractNumId w:val="6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rawingGridHorizontalSpacing w:val="181"/>
  <w:drawingGridVerticalSpacing w:val="181"/>
  <w:displayHorizontalDrawingGridEvery w:val="0"/>
  <w:displayVerticalDrawingGridEvery w:val="0"/>
  <w:doNotUseMarginsForDrawingGridOrigin/>
  <w:drawingGridVerticalOrigin w:val="1985"/>
  <w:noPunctuationKerning/>
  <w:characterSpacingControl w:val="doNotCompress"/>
  <w:hdrShapeDefaults>
    <o:shapedefaults v:ext="edit" spidmax="2193" style="mso-position-vertical-relative:page" fill="f" fillcolor="white" stroke="f" strokecolor="white">
      <v:fill color="white" on="f"/>
      <v:stroke color="white" on="f"/>
      <o:colormru v:ext="edit" colors="#8b8b8b,#eaeaea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36E7"/>
    <w:rsid w:val="0000010E"/>
    <w:rsid w:val="0000077E"/>
    <w:rsid w:val="00000D51"/>
    <w:rsid w:val="000040CA"/>
    <w:rsid w:val="0000537C"/>
    <w:rsid w:val="0000568C"/>
    <w:rsid w:val="00005783"/>
    <w:rsid w:val="00006416"/>
    <w:rsid w:val="000064CB"/>
    <w:rsid w:val="00010588"/>
    <w:rsid w:val="00010B40"/>
    <w:rsid w:val="00011C74"/>
    <w:rsid w:val="000127C7"/>
    <w:rsid w:val="00013CD2"/>
    <w:rsid w:val="00014E35"/>
    <w:rsid w:val="0001607B"/>
    <w:rsid w:val="000173EB"/>
    <w:rsid w:val="00017F1C"/>
    <w:rsid w:val="000200D8"/>
    <w:rsid w:val="00022C20"/>
    <w:rsid w:val="0002311D"/>
    <w:rsid w:val="00023E86"/>
    <w:rsid w:val="00026347"/>
    <w:rsid w:val="000273F8"/>
    <w:rsid w:val="00027852"/>
    <w:rsid w:val="00030628"/>
    <w:rsid w:val="000312F1"/>
    <w:rsid w:val="00033B51"/>
    <w:rsid w:val="00034270"/>
    <w:rsid w:val="0003563B"/>
    <w:rsid w:val="000423D4"/>
    <w:rsid w:val="00042848"/>
    <w:rsid w:val="00042F14"/>
    <w:rsid w:val="00043B45"/>
    <w:rsid w:val="000468E3"/>
    <w:rsid w:val="00046CC3"/>
    <w:rsid w:val="00047463"/>
    <w:rsid w:val="00047D00"/>
    <w:rsid w:val="000505A7"/>
    <w:rsid w:val="00051006"/>
    <w:rsid w:val="000510A7"/>
    <w:rsid w:val="00051EFE"/>
    <w:rsid w:val="00052693"/>
    <w:rsid w:val="00052FC7"/>
    <w:rsid w:val="000542B6"/>
    <w:rsid w:val="00055B28"/>
    <w:rsid w:val="00060924"/>
    <w:rsid w:val="000617D3"/>
    <w:rsid w:val="00061801"/>
    <w:rsid w:val="00063E85"/>
    <w:rsid w:val="0006501A"/>
    <w:rsid w:val="000659A7"/>
    <w:rsid w:val="00066671"/>
    <w:rsid w:val="00067DB5"/>
    <w:rsid w:val="000701CF"/>
    <w:rsid w:val="000725C9"/>
    <w:rsid w:val="00072791"/>
    <w:rsid w:val="00073F88"/>
    <w:rsid w:val="000741CD"/>
    <w:rsid w:val="00074982"/>
    <w:rsid w:val="00074E6E"/>
    <w:rsid w:val="000750F0"/>
    <w:rsid w:val="000805CD"/>
    <w:rsid w:val="0008110D"/>
    <w:rsid w:val="0008154B"/>
    <w:rsid w:val="000818CF"/>
    <w:rsid w:val="00082D0E"/>
    <w:rsid w:val="00083A88"/>
    <w:rsid w:val="00084264"/>
    <w:rsid w:val="000867DE"/>
    <w:rsid w:val="000873BE"/>
    <w:rsid w:val="00087BEE"/>
    <w:rsid w:val="000903DE"/>
    <w:rsid w:val="000927B6"/>
    <w:rsid w:val="000929B4"/>
    <w:rsid w:val="000929DB"/>
    <w:rsid w:val="00093BB4"/>
    <w:rsid w:val="00094E4C"/>
    <w:rsid w:val="00095269"/>
    <w:rsid w:val="00096B4D"/>
    <w:rsid w:val="00096D65"/>
    <w:rsid w:val="00096E96"/>
    <w:rsid w:val="000974CE"/>
    <w:rsid w:val="00097530"/>
    <w:rsid w:val="000975F2"/>
    <w:rsid w:val="000A09D1"/>
    <w:rsid w:val="000A0D88"/>
    <w:rsid w:val="000A1656"/>
    <w:rsid w:val="000A188C"/>
    <w:rsid w:val="000A440B"/>
    <w:rsid w:val="000A5DD7"/>
    <w:rsid w:val="000A5F22"/>
    <w:rsid w:val="000A7815"/>
    <w:rsid w:val="000A7FAE"/>
    <w:rsid w:val="000B0D1B"/>
    <w:rsid w:val="000B1FA0"/>
    <w:rsid w:val="000B211D"/>
    <w:rsid w:val="000B4660"/>
    <w:rsid w:val="000B4977"/>
    <w:rsid w:val="000B4D84"/>
    <w:rsid w:val="000B526B"/>
    <w:rsid w:val="000B5C46"/>
    <w:rsid w:val="000B6523"/>
    <w:rsid w:val="000B6E6C"/>
    <w:rsid w:val="000C265C"/>
    <w:rsid w:val="000C33FC"/>
    <w:rsid w:val="000C4627"/>
    <w:rsid w:val="000C662A"/>
    <w:rsid w:val="000C6F0E"/>
    <w:rsid w:val="000C7D40"/>
    <w:rsid w:val="000D0C95"/>
    <w:rsid w:val="000D1DF2"/>
    <w:rsid w:val="000D2643"/>
    <w:rsid w:val="000D35AC"/>
    <w:rsid w:val="000D4269"/>
    <w:rsid w:val="000D4C8E"/>
    <w:rsid w:val="000D5D65"/>
    <w:rsid w:val="000D68DD"/>
    <w:rsid w:val="000E085E"/>
    <w:rsid w:val="000E088E"/>
    <w:rsid w:val="000E297B"/>
    <w:rsid w:val="000E3A3A"/>
    <w:rsid w:val="000E4298"/>
    <w:rsid w:val="000E6F9C"/>
    <w:rsid w:val="000E7378"/>
    <w:rsid w:val="000F2669"/>
    <w:rsid w:val="000F574E"/>
    <w:rsid w:val="000F678F"/>
    <w:rsid w:val="000F708A"/>
    <w:rsid w:val="00103D3B"/>
    <w:rsid w:val="0010753B"/>
    <w:rsid w:val="001075C1"/>
    <w:rsid w:val="00110FA9"/>
    <w:rsid w:val="00112009"/>
    <w:rsid w:val="00112F1B"/>
    <w:rsid w:val="00114EDD"/>
    <w:rsid w:val="00115265"/>
    <w:rsid w:val="00116FEC"/>
    <w:rsid w:val="0012075C"/>
    <w:rsid w:val="0012100F"/>
    <w:rsid w:val="00121182"/>
    <w:rsid w:val="001213C0"/>
    <w:rsid w:val="001220A3"/>
    <w:rsid w:val="0012228B"/>
    <w:rsid w:val="001236E7"/>
    <w:rsid w:val="00123ED6"/>
    <w:rsid w:val="001243D9"/>
    <w:rsid w:val="0012574C"/>
    <w:rsid w:val="00127710"/>
    <w:rsid w:val="00133DEB"/>
    <w:rsid w:val="0013597A"/>
    <w:rsid w:val="00136144"/>
    <w:rsid w:val="001413B6"/>
    <w:rsid w:val="001413C5"/>
    <w:rsid w:val="001413E5"/>
    <w:rsid w:val="00142A0D"/>
    <w:rsid w:val="00142A36"/>
    <w:rsid w:val="00143F33"/>
    <w:rsid w:val="00145C36"/>
    <w:rsid w:val="00146F4B"/>
    <w:rsid w:val="001472E2"/>
    <w:rsid w:val="00147972"/>
    <w:rsid w:val="001502AE"/>
    <w:rsid w:val="001513DA"/>
    <w:rsid w:val="00153082"/>
    <w:rsid w:val="00155741"/>
    <w:rsid w:val="0015697E"/>
    <w:rsid w:val="00156FDB"/>
    <w:rsid w:val="00157127"/>
    <w:rsid w:val="0015713C"/>
    <w:rsid w:val="00157361"/>
    <w:rsid w:val="00157976"/>
    <w:rsid w:val="0016052B"/>
    <w:rsid w:val="00160C45"/>
    <w:rsid w:val="001619D2"/>
    <w:rsid w:val="00162B1B"/>
    <w:rsid w:val="001642E9"/>
    <w:rsid w:val="0016502C"/>
    <w:rsid w:val="001656A1"/>
    <w:rsid w:val="00166A64"/>
    <w:rsid w:val="0017203A"/>
    <w:rsid w:val="001720AF"/>
    <w:rsid w:val="00174C3B"/>
    <w:rsid w:val="00175088"/>
    <w:rsid w:val="0017596A"/>
    <w:rsid w:val="00175E3A"/>
    <w:rsid w:val="00181912"/>
    <w:rsid w:val="00183020"/>
    <w:rsid w:val="00184AC7"/>
    <w:rsid w:val="00187944"/>
    <w:rsid w:val="00187EC6"/>
    <w:rsid w:val="00190FAD"/>
    <w:rsid w:val="00191C1A"/>
    <w:rsid w:val="00192FEA"/>
    <w:rsid w:val="001937F9"/>
    <w:rsid w:val="0019387F"/>
    <w:rsid w:val="00194449"/>
    <w:rsid w:val="00194838"/>
    <w:rsid w:val="00194B4F"/>
    <w:rsid w:val="001959E3"/>
    <w:rsid w:val="0019612A"/>
    <w:rsid w:val="001977C9"/>
    <w:rsid w:val="00197BDF"/>
    <w:rsid w:val="001A0261"/>
    <w:rsid w:val="001A0CE3"/>
    <w:rsid w:val="001A3573"/>
    <w:rsid w:val="001A37EE"/>
    <w:rsid w:val="001A3B72"/>
    <w:rsid w:val="001A4A78"/>
    <w:rsid w:val="001A4BAF"/>
    <w:rsid w:val="001A4FC0"/>
    <w:rsid w:val="001A5D46"/>
    <w:rsid w:val="001A76E2"/>
    <w:rsid w:val="001B27E5"/>
    <w:rsid w:val="001B4B60"/>
    <w:rsid w:val="001B4BD3"/>
    <w:rsid w:val="001B572D"/>
    <w:rsid w:val="001B7865"/>
    <w:rsid w:val="001C34A7"/>
    <w:rsid w:val="001C722A"/>
    <w:rsid w:val="001D065E"/>
    <w:rsid w:val="001D0A02"/>
    <w:rsid w:val="001D0C71"/>
    <w:rsid w:val="001D0EE3"/>
    <w:rsid w:val="001D17E3"/>
    <w:rsid w:val="001D21A9"/>
    <w:rsid w:val="001D44F2"/>
    <w:rsid w:val="001D4E1E"/>
    <w:rsid w:val="001D5134"/>
    <w:rsid w:val="001D54CF"/>
    <w:rsid w:val="001D68FD"/>
    <w:rsid w:val="001D6D18"/>
    <w:rsid w:val="001D7D9E"/>
    <w:rsid w:val="001E2A0A"/>
    <w:rsid w:val="001E3836"/>
    <w:rsid w:val="001E3B35"/>
    <w:rsid w:val="001E6BD0"/>
    <w:rsid w:val="001F02A8"/>
    <w:rsid w:val="001F06A1"/>
    <w:rsid w:val="001F139F"/>
    <w:rsid w:val="001F2348"/>
    <w:rsid w:val="001F504A"/>
    <w:rsid w:val="001F770D"/>
    <w:rsid w:val="00205987"/>
    <w:rsid w:val="00206435"/>
    <w:rsid w:val="0021075C"/>
    <w:rsid w:val="00210CB9"/>
    <w:rsid w:val="0021514A"/>
    <w:rsid w:val="00216CA0"/>
    <w:rsid w:val="002172EB"/>
    <w:rsid w:val="002231F2"/>
    <w:rsid w:val="00223E1B"/>
    <w:rsid w:val="0022453C"/>
    <w:rsid w:val="00224B7A"/>
    <w:rsid w:val="0022503B"/>
    <w:rsid w:val="0022599F"/>
    <w:rsid w:val="00225BCF"/>
    <w:rsid w:val="00226AF5"/>
    <w:rsid w:val="002362FE"/>
    <w:rsid w:val="00236D85"/>
    <w:rsid w:val="0023726D"/>
    <w:rsid w:val="0024068F"/>
    <w:rsid w:val="00242CC2"/>
    <w:rsid w:val="002434B8"/>
    <w:rsid w:val="00244E4F"/>
    <w:rsid w:val="002462F4"/>
    <w:rsid w:val="00246FCD"/>
    <w:rsid w:val="002502CA"/>
    <w:rsid w:val="00250F14"/>
    <w:rsid w:val="00251B69"/>
    <w:rsid w:val="00251F7F"/>
    <w:rsid w:val="00252803"/>
    <w:rsid w:val="00252D99"/>
    <w:rsid w:val="00253AB1"/>
    <w:rsid w:val="00253B0A"/>
    <w:rsid w:val="00253E5C"/>
    <w:rsid w:val="00254519"/>
    <w:rsid w:val="0025496B"/>
    <w:rsid w:val="0025522C"/>
    <w:rsid w:val="00257049"/>
    <w:rsid w:val="00257813"/>
    <w:rsid w:val="0026135E"/>
    <w:rsid w:val="00261368"/>
    <w:rsid w:val="002613AC"/>
    <w:rsid w:val="00262D8D"/>
    <w:rsid w:val="002634E8"/>
    <w:rsid w:val="00264695"/>
    <w:rsid w:val="00264F86"/>
    <w:rsid w:val="002701A4"/>
    <w:rsid w:val="0027044E"/>
    <w:rsid w:val="0027052C"/>
    <w:rsid w:val="002707A6"/>
    <w:rsid w:val="00271C1D"/>
    <w:rsid w:val="00271D1F"/>
    <w:rsid w:val="0027298B"/>
    <w:rsid w:val="00272FD5"/>
    <w:rsid w:val="00273E09"/>
    <w:rsid w:val="0027480E"/>
    <w:rsid w:val="002748EC"/>
    <w:rsid w:val="002776C9"/>
    <w:rsid w:val="002806FA"/>
    <w:rsid w:val="00281343"/>
    <w:rsid w:val="0028186F"/>
    <w:rsid w:val="002820FE"/>
    <w:rsid w:val="00283073"/>
    <w:rsid w:val="00284478"/>
    <w:rsid w:val="00284F85"/>
    <w:rsid w:val="002901D2"/>
    <w:rsid w:val="002904E3"/>
    <w:rsid w:val="00290912"/>
    <w:rsid w:val="002913CA"/>
    <w:rsid w:val="002917B9"/>
    <w:rsid w:val="00293148"/>
    <w:rsid w:val="00293766"/>
    <w:rsid w:val="0029745F"/>
    <w:rsid w:val="002A248B"/>
    <w:rsid w:val="002A3263"/>
    <w:rsid w:val="002A3815"/>
    <w:rsid w:val="002A3B62"/>
    <w:rsid w:val="002A488F"/>
    <w:rsid w:val="002A55D4"/>
    <w:rsid w:val="002A76A5"/>
    <w:rsid w:val="002B0D43"/>
    <w:rsid w:val="002B1289"/>
    <w:rsid w:val="002B1CC8"/>
    <w:rsid w:val="002B4081"/>
    <w:rsid w:val="002B603B"/>
    <w:rsid w:val="002B7C42"/>
    <w:rsid w:val="002C3243"/>
    <w:rsid w:val="002C3AD1"/>
    <w:rsid w:val="002C5AFE"/>
    <w:rsid w:val="002C6359"/>
    <w:rsid w:val="002C7B15"/>
    <w:rsid w:val="002D125C"/>
    <w:rsid w:val="002D19DB"/>
    <w:rsid w:val="002D2C91"/>
    <w:rsid w:val="002D56E4"/>
    <w:rsid w:val="002D735E"/>
    <w:rsid w:val="002E0B92"/>
    <w:rsid w:val="002E155D"/>
    <w:rsid w:val="002E2011"/>
    <w:rsid w:val="002E2A6D"/>
    <w:rsid w:val="002E2F14"/>
    <w:rsid w:val="002E314A"/>
    <w:rsid w:val="002E31D5"/>
    <w:rsid w:val="002E578F"/>
    <w:rsid w:val="002E5A3D"/>
    <w:rsid w:val="002E70C1"/>
    <w:rsid w:val="002E7894"/>
    <w:rsid w:val="002F0CB0"/>
    <w:rsid w:val="002F1912"/>
    <w:rsid w:val="002F20E6"/>
    <w:rsid w:val="002F28F7"/>
    <w:rsid w:val="002F2E78"/>
    <w:rsid w:val="002F3FC9"/>
    <w:rsid w:val="002F436E"/>
    <w:rsid w:val="002F52A2"/>
    <w:rsid w:val="002F6BA1"/>
    <w:rsid w:val="00300F01"/>
    <w:rsid w:val="00301232"/>
    <w:rsid w:val="0030239B"/>
    <w:rsid w:val="0030403A"/>
    <w:rsid w:val="003046E0"/>
    <w:rsid w:val="003052D8"/>
    <w:rsid w:val="003064D4"/>
    <w:rsid w:val="00307963"/>
    <w:rsid w:val="003100DF"/>
    <w:rsid w:val="00312C3B"/>
    <w:rsid w:val="00313B40"/>
    <w:rsid w:val="00315204"/>
    <w:rsid w:val="0031598D"/>
    <w:rsid w:val="00317A43"/>
    <w:rsid w:val="0032049E"/>
    <w:rsid w:val="003225B1"/>
    <w:rsid w:val="003235D3"/>
    <w:rsid w:val="00324E8C"/>
    <w:rsid w:val="00325944"/>
    <w:rsid w:val="00325E94"/>
    <w:rsid w:val="003276CF"/>
    <w:rsid w:val="00327D59"/>
    <w:rsid w:val="003313A3"/>
    <w:rsid w:val="00332700"/>
    <w:rsid w:val="00332E03"/>
    <w:rsid w:val="00333615"/>
    <w:rsid w:val="003337A5"/>
    <w:rsid w:val="00333D63"/>
    <w:rsid w:val="00336350"/>
    <w:rsid w:val="00342BF4"/>
    <w:rsid w:val="003442A9"/>
    <w:rsid w:val="0034524F"/>
    <w:rsid w:val="00345FA5"/>
    <w:rsid w:val="0034667B"/>
    <w:rsid w:val="0034698D"/>
    <w:rsid w:val="003469EB"/>
    <w:rsid w:val="00352E2A"/>
    <w:rsid w:val="00353589"/>
    <w:rsid w:val="0035669A"/>
    <w:rsid w:val="003570F9"/>
    <w:rsid w:val="00357EB4"/>
    <w:rsid w:val="00357F89"/>
    <w:rsid w:val="003601EE"/>
    <w:rsid w:val="003617C9"/>
    <w:rsid w:val="00361B3D"/>
    <w:rsid w:val="0036497C"/>
    <w:rsid w:val="00364A34"/>
    <w:rsid w:val="003656FF"/>
    <w:rsid w:val="00365F2E"/>
    <w:rsid w:val="003665D8"/>
    <w:rsid w:val="0037010F"/>
    <w:rsid w:val="003707EC"/>
    <w:rsid w:val="0037082D"/>
    <w:rsid w:val="00370FCC"/>
    <w:rsid w:val="00371F35"/>
    <w:rsid w:val="00372D7B"/>
    <w:rsid w:val="00375AAE"/>
    <w:rsid w:val="00377D56"/>
    <w:rsid w:val="00380C14"/>
    <w:rsid w:val="00380EBC"/>
    <w:rsid w:val="0038307C"/>
    <w:rsid w:val="0038525B"/>
    <w:rsid w:val="003852C7"/>
    <w:rsid w:val="00390AC4"/>
    <w:rsid w:val="00390D7E"/>
    <w:rsid w:val="00395C56"/>
    <w:rsid w:val="003976CC"/>
    <w:rsid w:val="003A1205"/>
    <w:rsid w:val="003A1899"/>
    <w:rsid w:val="003A2E8D"/>
    <w:rsid w:val="003A4EBA"/>
    <w:rsid w:val="003A5EEA"/>
    <w:rsid w:val="003A77DB"/>
    <w:rsid w:val="003A792B"/>
    <w:rsid w:val="003A7964"/>
    <w:rsid w:val="003A7C5F"/>
    <w:rsid w:val="003B103D"/>
    <w:rsid w:val="003B1450"/>
    <w:rsid w:val="003B1A37"/>
    <w:rsid w:val="003B4B73"/>
    <w:rsid w:val="003B5AA7"/>
    <w:rsid w:val="003B6F28"/>
    <w:rsid w:val="003C0893"/>
    <w:rsid w:val="003C32FD"/>
    <w:rsid w:val="003C4A32"/>
    <w:rsid w:val="003C4ECE"/>
    <w:rsid w:val="003D09FF"/>
    <w:rsid w:val="003D5CBF"/>
    <w:rsid w:val="003E279D"/>
    <w:rsid w:val="003E29AB"/>
    <w:rsid w:val="003E2D88"/>
    <w:rsid w:val="003F12FF"/>
    <w:rsid w:val="003F132C"/>
    <w:rsid w:val="003F15BE"/>
    <w:rsid w:val="003F204F"/>
    <w:rsid w:val="003F3433"/>
    <w:rsid w:val="003F3943"/>
    <w:rsid w:val="003F4310"/>
    <w:rsid w:val="003F4CE5"/>
    <w:rsid w:val="003F5E94"/>
    <w:rsid w:val="003F7006"/>
    <w:rsid w:val="00401E30"/>
    <w:rsid w:val="004020A6"/>
    <w:rsid w:val="00402B27"/>
    <w:rsid w:val="00405051"/>
    <w:rsid w:val="004050F3"/>
    <w:rsid w:val="00406A87"/>
    <w:rsid w:val="00406C90"/>
    <w:rsid w:val="004112A1"/>
    <w:rsid w:val="00411869"/>
    <w:rsid w:val="0041419C"/>
    <w:rsid w:val="00415EC2"/>
    <w:rsid w:val="0041644A"/>
    <w:rsid w:val="00417DF4"/>
    <w:rsid w:val="00417E06"/>
    <w:rsid w:val="004211A0"/>
    <w:rsid w:val="00423397"/>
    <w:rsid w:val="004243DE"/>
    <w:rsid w:val="00425FC3"/>
    <w:rsid w:val="00427DB0"/>
    <w:rsid w:val="004304FF"/>
    <w:rsid w:val="004309F8"/>
    <w:rsid w:val="00430A60"/>
    <w:rsid w:val="00431506"/>
    <w:rsid w:val="004324D1"/>
    <w:rsid w:val="0043297C"/>
    <w:rsid w:val="00433D76"/>
    <w:rsid w:val="00434352"/>
    <w:rsid w:val="00435BFC"/>
    <w:rsid w:val="00436923"/>
    <w:rsid w:val="0044177F"/>
    <w:rsid w:val="004428AE"/>
    <w:rsid w:val="0044296C"/>
    <w:rsid w:val="004433CF"/>
    <w:rsid w:val="00444E2F"/>
    <w:rsid w:val="0044605E"/>
    <w:rsid w:val="004470D6"/>
    <w:rsid w:val="00453A23"/>
    <w:rsid w:val="00454F56"/>
    <w:rsid w:val="00455AF7"/>
    <w:rsid w:val="004565F9"/>
    <w:rsid w:val="00460C99"/>
    <w:rsid w:val="004633A6"/>
    <w:rsid w:val="0046416B"/>
    <w:rsid w:val="00464CE2"/>
    <w:rsid w:val="004662C4"/>
    <w:rsid w:val="00467377"/>
    <w:rsid w:val="00467512"/>
    <w:rsid w:val="0046782F"/>
    <w:rsid w:val="00470089"/>
    <w:rsid w:val="004701DC"/>
    <w:rsid w:val="00470545"/>
    <w:rsid w:val="00471F77"/>
    <w:rsid w:val="00474AA1"/>
    <w:rsid w:val="00476100"/>
    <w:rsid w:val="004762BF"/>
    <w:rsid w:val="00476A7B"/>
    <w:rsid w:val="004772C3"/>
    <w:rsid w:val="0047752B"/>
    <w:rsid w:val="00477AD0"/>
    <w:rsid w:val="004803CD"/>
    <w:rsid w:val="0048075F"/>
    <w:rsid w:val="00480B4F"/>
    <w:rsid w:val="00480D0E"/>
    <w:rsid w:val="00481419"/>
    <w:rsid w:val="00483CBB"/>
    <w:rsid w:val="004854D8"/>
    <w:rsid w:val="004868C8"/>
    <w:rsid w:val="004913C0"/>
    <w:rsid w:val="004917F2"/>
    <w:rsid w:val="00492E4A"/>
    <w:rsid w:val="004935E4"/>
    <w:rsid w:val="004973B4"/>
    <w:rsid w:val="00497432"/>
    <w:rsid w:val="004A17E6"/>
    <w:rsid w:val="004A1908"/>
    <w:rsid w:val="004A2437"/>
    <w:rsid w:val="004A4911"/>
    <w:rsid w:val="004A5CAF"/>
    <w:rsid w:val="004A63BF"/>
    <w:rsid w:val="004A6D3A"/>
    <w:rsid w:val="004B02CC"/>
    <w:rsid w:val="004B060A"/>
    <w:rsid w:val="004B2B3E"/>
    <w:rsid w:val="004B3088"/>
    <w:rsid w:val="004B34F0"/>
    <w:rsid w:val="004B47A7"/>
    <w:rsid w:val="004B732A"/>
    <w:rsid w:val="004B7850"/>
    <w:rsid w:val="004C0706"/>
    <w:rsid w:val="004C2486"/>
    <w:rsid w:val="004C2E9E"/>
    <w:rsid w:val="004C355C"/>
    <w:rsid w:val="004C378E"/>
    <w:rsid w:val="004C43A7"/>
    <w:rsid w:val="004C4B30"/>
    <w:rsid w:val="004C5E68"/>
    <w:rsid w:val="004C5ECD"/>
    <w:rsid w:val="004C6815"/>
    <w:rsid w:val="004D01A4"/>
    <w:rsid w:val="004D075B"/>
    <w:rsid w:val="004D0D34"/>
    <w:rsid w:val="004D0F41"/>
    <w:rsid w:val="004D1396"/>
    <w:rsid w:val="004D2148"/>
    <w:rsid w:val="004D2609"/>
    <w:rsid w:val="004D3B67"/>
    <w:rsid w:val="004D7DDA"/>
    <w:rsid w:val="004E162B"/>
    <w:rsid w:val="004E1DD8"/>
    <w:rsid w:val="004E1DE0"/>
    <w:rsid w:val="004E35CE"/>
    <w:rsid w:val="004E48CB"/>
    <w:rsid w:val="004E4FAB"/>
    <w:rsid w:val="004E5097"/>
    <w:rsid w:val="004E519A"/>
    <w:rsid w:val="004E676F"/>
    <w:rsid w:val="004E6EC3"/>
    <w:rsid w:val="004F3481"/>
    <w:rsid w:val="004F67BF"/>
    <w:rsid w:val="004F6B66"/>
    <w:rsid w:val="00500C3F"/>
    <w:rsid w:val="00501364"/>
    <w:rsid w:val="00501625"/>
    <w:rsid w:val="00502467"/>
    <w:rsid w:val="005027F6"/>
    <w:rsid w:val="00503920"/>
    <w:rsid w:val="00504249"/>
    <w:rsid w:val="00504AF4"/>
    <w:rsid w:val="005055D9"/>
    <w:rsid w:val="00507E36"/>
    <w:rsid w:val="0051132F"/>
    <w:rsid w:val="00512643"/>
    <w:rsid w:val="00513924"/>
    <w:rsid w:val="00513981"/>
    <w:rsid w:val="005142CE"/>
    <w:rsid w:val="005166FF"/>
    <w:rsid w:val="00517128"/>
    <w:rsid w:val="0052127C"/>
    <w:rsid w:val="00522751"/>
    <w:rsid w:val="00523702"/>
    <w:rsid w:val="00524DB8"/>
    <w:rsid w:val="00524EE4"/>
    <w:rsid w:val="00525E74"/>
    <w:rsid w:val="00527171"/>
    <w:rsid w:val="00527864"/>
    <w:rsid w:val="00530E5A"/>
    <w:rsid w:val="00532A0F"/>
    <w:rsid w:val="00533DFD"/>
    <w:rsid w:val="00533E17"/>
    <w:rsid w:val="0053483F"/>
    <w:rsid w:val="00534A4B"/>
    <w:rsid w:val="00535E41"/>
    <w:rsid w:val="00537B48"/>
    <w:rsid w:val="005410C2"/>
    <w:rsid w:val="00541DE8"/>
    <w:rsid w:val="00542F31"/>
    <w:rsid w:val="00543385"/>
    <w:rsid w:val="005447F5"/>
    <w:rsid w:val="005455A4"/>
    <w:rsid w:val="00547B1A"/>
    <w:rsid w:val="00547FCA"/>
    <w:rsid w:val="00550DF4"/>
    <w:rsid w:val="005511AE"/>
    <w:rsid w:val="00552016"/>
    <w:rsid w:val="00553443"/>
    <w:rsid w:val="00553967"/>
    <w:rsid w:val="00556126"/>
    <w:rsid w:val="0056063A"/>
    <w:rsid w:val="00560ACF"/>
    <w:rsid w:val="00561CC2"/>
    <w:rsid w:val="00564032"/>
    <w:rsid w:val="00565C1F"/>
    <w:rsid w:val="00566CE8"/>
    <w:rsid w:val="00567166"/>
    <w:rsid w:val="005675CB"/>
    <w:rsid w:val="00571AC6"/>
    <w:rsid w:val="00573D38"/>
    <w:rsid w:val="005773ED"/>
    <w:rsid w:val="00583824"/>
    <w:rsid w:val="00586B83"/>
    <w:rsid w:val="00586E89"/>
    <w:rsid w:val="00587EB5"/>
    <w:rsid w:val="005905E4"/>
    <w:rsid w:val="0059105A"/>
    <w:rsid w:val="005933F6"/>
    <w:rsid w:val="00597DB4"/>
    <w:rsid w:val="005A0620"/>
    <w:rsid w:val="005A1CAF"/>
    <w:rsid w:val="005A1DCF"/>
    <w:rsid w:val="005A3134"/>
    <w:rsid w:val="005A4C2E"/>
    <w:rsid w:val="005A513B"/>
    <w:rsid w:val="005A5A68"/>
    <w:rsid w:val="005A753E"/>
    <w:rsid w:val="005B1936"/>
    <w:rsid w:val="005B29B1"/>
    <w:rsid w:val="005B42A9"/>
    <w:rsid w:val="005B44E9"/>
    <w:rsid w:val="005B5744"/>
    <w:rsid w:val="005B622C"/>
    <w:rsid w:val="005B6A9D"/>
    <w:rsid w:val="005B702B"/>
    <w:rsid w:val="005B7884"/>
    <w:rsid w:val="005B7B3D"/>
    <w:rsid w:val="005C151D"/>
    <w:rsid w:val="005C1C2C"/>
    <w:rsid w:val="005C2336"/>
    <w:rsid w:val="005C3D17"/>
    <w:rsid w:val="005C46C2"/>
    <w:rsid w:val="005C7060"/>
    <w:rsid w:val="005D21E9"/>
    <w:rsid w:val="005D2599"/>
    <w:rsid w:val="005D461A"/>
    <w:rsid w:val="005D5419"/>
    <w:rsid w:val="005D7379"/>
    <w:rsid w:val="005D7629"/>
    <w:rsid w:val="005E09FE"/>
    <w:rsid w:val="005E1A9C"/>
    <w:rsid w:val="005E3801"/>
    <w:rsid w:val="005E3E43"/>
    <w:rsid w:val="005E44E9"/>
    <w:rsid w:val="005E4C07"/>
    <w:rsid w:val="005E7AF9"/>
    <w:rsid w:val="005F16E5"/>
    <w:rsid w:val="005F286D"/>
    <w:rsid w:val="005F2B82"/>
    <w:rsid w:val="005F53FA"/>
    <w:rsid w:val="005F77B6"/>
    <w:rsid w:val="00601291"/>
    <w:rsid w:val="00601320"/>
    <w:rsid w:val="00601456"/>
    <w:rsid w:val="00603D67"/>
    <w:rsid w:val="006065C5"/>
    <w:rsid w:val="00610725"/>
    <w:rsid w:val="00610E48"/>
    <w:rsid w:val="00610E75"/>
    <w:rsid w:val="00611A4B"/>
    <w:rsid w:val="006121DB"/>
    <w:rsid w:val="006140D7"/>
    <w:rsid w:val="00614DF7"/>
    <w:rsid w:val="0061618F"/>
    <w:rsid w:val="006165C4"/>
    <w:rsid w:val="00616693"/>
    <w:rsid w:val="00616B5B"/>
    <w:rsid w:val="006211B2"/>
    <w:rsid w:val="0062208B"/>
    <w:rsid w:val="00624DA6"/>
    <w:rsid w:val="00625C8B"/>
    <w:rsid w:val="006272AD"/>
    <w:rsid w:val="00627C33"/>
    <w:rsid w:val="006300DA"/>
    <w:rsid w:val="006314F5"/>
    <w:rsid w:val="00632385"/>
    <w:rsid w:val="00632836"/>
    <w:rsid w:val="006330FD"/>
    <w:rsid w:val="00633728"/>
    <w:rsid w:val="006339BD"/>
    <w:rsid w:val="006344C2"/>
    <w:rsid w:val="006345B8"/>
    <w:rsid w:val="00634EB2"/>
    <w:rsid w:val="0063560D"/>
    <w:rsid w:val="006362FF"/>
    <w:rsid w:val="00642D17"/>
    <w:rsid w:val="00643279"/>
    <w:rsid w:val="006438C8"/>
    <w:rsid w:val="0064467D"/>
    <w:rsid w:val="006455A5"/>
    <w:rsid w:val="00645762"/>
    <w:rsid w:val="00646708"/>
    <w:rsid w:val="00647F6E"/>
    <w:rsid w:val="00650E9A"/>
    <w:rsid w:val="006518AE"/>
    <w:rsid w:val="00651C13"/>
    <w:rsid w:val="00654E6D"/>
    <w:rsid w:val="006601CF"/>
    <w:rsid w:val="00660E65"/>
    <w:rsid w:val="00660EAD"/>
    <w:rsid w:val="0066197A"/>
    <w:rsid w:val="00665DCF"/>
    <w:rsid w:val="00666270"/>
    <w:rsid w:val="0067082E"/>
    <w:rsid w:val="00672430"/>
    <w:rsid w:val="00672FE2"/>
    <w:rsid w:val="0067475D"/>
    <w:rsid w:val="006765A4"/>
    <w:rsid w:val="00676D61"/>
    <w:rsid w:val="00676F8A"/>
    <w:rsid w:val="00677475"/>
    <w:rsid w:val="00680C11"/>
    <w:rsid w:val="0068611C"/>
    <w:rsid w:val="006876CD"/>
    <w:rsid w:val="00687990"/>
    <w:rsid w:val="00691466"/>
    <w:rsid w:val="00692BC6"/>
    <w:rsid w:val="00693217"/>
    <w:rsid w:val="00694302"/>
    <w:rsid w:val="0069433E"/>
    <w:rsid w:val="006946DD"/>
    <w:rsid w:val="00694977"/>
    <w:rsid w:val="00696644"/>
    <w:rsid w:val="00697054"/>
    <w:rsid w:val="00697278"/>
    <w:rsid w:val="0069734B"/>
    <w:rsid w:val="0069788C"/>
    <w:rsid w:val="006A021C"/>
    <w:rsid w:val="006A337F"/>
    <w:rsid w:val="006A3497"/>
    <w:rsid w:val="006A3562"/>
    <w:rsid w:val="006A419C"/>
    <w:rsid w:val="006A5F13"/>
    <w:rsid w:val="006A601D"/>
    <w:rsid w:val="006A6706"/>
    <w:rsid w:val="006A7C96"/>
    <w:rsid w:val="006B04DD"/>
    <w:rsid w:val="006B0CD4"/>
    <w:rsid w:val="006B14CC"/>
    <w:rsid w:val="006B254B"/>
    <w:rsid w:val="006B3B66"/>
    <w:rsid w:val="006B3DD0"/>
    <w:rsid w:val="006B47BF"/>
    <w:rsid w:val="006B492D"/>
    <w:rsid w:val="006B4969"/>
    <w:rsid w:val="006B6386"/>
    <w:rsid w:val="006B6A9F"/>
    <w:rsid w:val="006B6BA7"/>
    <w:rsid w:val="006C0551"/>
    <w:rsid w:val="006C087A"/>
    <w:rsid w:val="006C09F0"/>
    <w:rsid w:val="006C0ADD"/>
    <w:rsid w:val="006C1632"/>
    <w:rsid w:val="006C2EE9"/>
    <w:rsid w:val="006C3B90"/>
    <w:rsid w:val="006C3E52"/>
    <w:rsid w:val="006C4727"/>
    <w:rsid w:val="006C555C"/>
    <w:rsid w:val="006C61A7"/>
    <w:rsid w:val="006C63A3"/>
    <w:rsid w:val="006C710C"/>
    <w:rsid w:val="006D0668"/>
    <w:rsid w:val="006D2962"/>
    <w:rsid w:val="006D3283"/>
    <w:rsid w:val="006D3458"/>
    <w:rsid w:val="006D48F2"/>
    <w:rsid w:val="006D7360"/>
    <w:rsid w:val="006D756C"/>
    <w:rsid w:val="006D7BD1"/>
    <w:rsid w:val="006E0D74"/>
    <w:rsid w:val="006E0D84"/>
    <w:rsid w:val="006E3291"/>
    <w:rsid w:val="006E3ED4"/>
    <w:rsid w:val="006E5325"/>
    <w:rsid w:val="006E5987"/>
    <w:rsid w:val="006E624B"/>
    <w:rsid w:val="006E6429"/>
    <w:rsid w:val="006F0BAE"/>
    <w:rsid w:val="006F1692"/>
    <w:rsid w:val="006F1812"/>
    <w:rsid w:val="006F39D1"/>
    <w:rsid w:val="006F4818"/>
    <w:rsid w:val="006F5769"/>
    <w:rsid w:val="006F5C34"/>
    <w:rsid w:val="006F6DCB"/>
    <w:rsid w:val="006F70E5"/>
    <w:rsid w:val="006F710A"/>
    <w:rsid w:val="007002F1"/>
    <w:rsid w:val="0070246D"/>
    <w:rsid w:val="00702B3E"/>
    <w:rsid w:val="00703C61"/>
    <w:rsid w:val="0070534F"/>
    <w:rsid w:val="007115F1"/>
    <w:rsid w:val="00711630"/>
    <w:rsid w:val="007123F2"/>
    <w:rsid w:val="00712CB8"/>
    <w:rsid w:val="00713E1C"/>
    <w:rsid w:val="00714ADA"/>
    <w:rsid w:val="007152BE"/>
    <w:rsid w:val="00716212"/>
    <w:rsid w:val="0071662F"/>
    <w:rsid w:val="00717F4F"/>
    <w:rsid w:val="00720983"/>
    <w:rsid w:val="00720EF0"/>
    <w:rsid w:val="0072245F"/>
    <w:rsid w:val="007226C7"/>
    <w:rsid w:val="00722799"/>
    <w:rsid w:val="00726FF1"/>
    <w:rsid w:val="00727A93"/>
    <w:rsid w:val="00730771"/>
    <w:rsid w:val="00730EA0"/>
    <w:rsid w:val="0073145B"/>
    <w:rsid w:val="00734B0B"/>
    <w:rsid w:val="00734F1F"/>
    <w:rsid w:val="00736098"/>
    <w:rsid w:val="00736E43"/>
    <w:rsid w:val="00737EE5"/>
    <w:rsid w:val="00740108"/>
    <w:rsid w:val="0074266F"/>
    <w:rsid w:val="00743109"/>
    <w:rsid w:val="0074328B"/>
    <w:rsid w:val="0074333E"/>
    <w:rsid w:val="007434D8"/>
    <w:rsid w:val="007445CD"/>
    <w:rsid w:val="00744C0B"/>
    <w:rsid w:val="0074523F"/>
    <w:rsid w:val="00745D97"/>
    <w:rsid w:val="0074695D"/>
    <w:rsid w:val="00746CEF"/>
    <w:rsid w:val="00746DDE"/>
    <w:rsid w:val="007475EF"/>
    <w:rsid w:val="00747CC5"/>
    <w:rsid w:val="00750244"/>
    <w:rsid w:val="00750468"/>
    <w:rsid w:val="00751141"/>
    <w:rsid w:val="0075115C"/>
    <w:rsid w:val="007517AD"/>
    <w:rsid w:val="007517CD"/>
    <w:rsid w:val="00751A32"/>
    <w:rsid w:val="007533B3"/>
    <w:rsid w:val="0075393C"/>
    <w:rsid w:val="00754B39"/>
    <w:rsid w:val="00754E8B"/>
    <w:rsid w:val="00755D3F"/>
    <w:rsid w:val="00757882"/>
    <w:rsid w:val="0076029D"/>
    <w:rsid w:val="00760FD3"/>
    <w:rsid w:val="00761408"/>
    <w:rsid w:val="007628EB"/>
    <w:rsid w:val="00766525"/>
    <w:rsid w:val="0077183C"/>
    <w:rsid w:val="007720C2"/>
    <w:rsid w:val="007724F6"/>
    <w:rsid w:val="00772848"/>
    <w:rsid w:val="00772B64"/>
    <w:rsid w:val="00772F7C"/>
    <w:rsid w:val="00773B9F"/>
    <w:rsid w:val="0077707D"/>
    <w:rsid w:val="00777C42"/>
    <w:rsid w:val="00780C54"/>
    <w:rsid w:val="00780F8D"/>
    <w:rsid w:val="007817D3"/>
    <w:rsid w:val="00783E6B"/>
    <w:rsid w:val="007854C1"/>
    <w:rsid w:val="00787383"/>
    <w:rsid w:val="00787429"/>
    <w:rsid w:val="00790014"/>
    <w:rsid w:val="00790E36"/>
    <w:rsid w:val="00790EE7"/>
    <w:rsid w:val="00793023"/>
    <w:rsid w:val="00795389"/>
    <w:rsid w:val="00796D78"/>
    <w:rsid w:val="00797385"/>
    <w:rsid w:val="00797F90"/>
    <w:rsid w:val="007A0988"/>
    <w:rsid w:val="007A1A66"/>
    <w:rsid w:val="007A26B2"/>
    <w:rsid w:val="007A29BA"/>
    <w:rsid w:val="007A2B06"/>
    <w:rsid w:val="007A3919"/>
    <w:rsid w:val="007A4E9E"/>
    <w:rsid w:val="007A6A13"/>
    <w:rsid w:val="007A7472"/>
    <w:rsid w:val="007A7DEF"/>
    <w:rsid w:val="007B0752"/>
    <w:rsid w:val="007B09EB"/>
    <w:rsid w:val="007B108D"/>
    <w:rsid w:val="007B10C0"/>
    <w:rsid w:val="007B1592"/>
    <w:rsid w:val="007B1AFB"/>
    <w:rsid w:val="007B2A47"/>
    <w:rsid w:val="007B2BF8"/>
    <w:rsid w:val="007B3D7D"/>
    <w:rsid w:val="007B4093"/>
    <w:rsid w:val="007B58BC"/>
    <w:rsid w:val="007B62C8"/>
    <w:rsid w:val="007B6935"/>
    <w:rsid w:val="007B6D09"/>
    <w:rsid w:val="007B789C"/>
    <w:rsid w:val="007C0466"/>
    <w:rsid w:val="007C2473"/>
    <w:rsid w:val="007C30DA"/>
    <w:rsid w:val="007C321C"/>
    <w:rsid w:val="007C406F"/>
    <w:rsid w:val="007C42FB"/>
    <w:rsid w:val="007C464A"/>
    <w:rsid w:val="007C7F5C"/>
    <w:rsid w:val="007D042F"/>
    <w:rsid w:val="007D117A"/>
    <w:rsid w:val="007D33AF"/>
    <w:rsid w:val="007D36AC"/>
    <w:rsid w:val="007D3AEC"/>
    <w:rsid w:val="007D5956"/>
    <w:rsid w:val="007D6609"/>
    <w:rsid w:val="007D7537"/>
    <w:rsid w:val="007D7A0A"/>
    <w:rsid w:val="007E137D"/>
    <w:rsid w:val="007E2E32"/>
    <w:rsid w:val="007E3B3C"/>
    <w:rsid w:val="007E5E52"/>
    <w:rsid w:val="007E6624"/>
    <w:rsid w:val="007E707E"/>
    <w:rsid w:val="007E7088"/>
    <w:rsid w:val="007F0CDA"/>
    <w:rsid w:val="007F1B6C"/>
    <w:rsid w:val="007F30AD"/>
    <w:rsid w:val="007F488C"/>
    <w:rsid w:val="007F7226"/>
    <w:rsid w:val="007F73DA"/>
    <w:rsid w:val="0080280B"/>
    <w:rsid w:val="0080344D"/>
    <w:rsid w:val="008055C3"/>
    <w:rsid w:val="00805DA8"/>
    <w:rsid w:val="008060CD"/>
    <w:rsid w:val="008069D3"/>
    <w:rsid w:val="00806DF8"/>
    <w:rsid w:val="008104E3"/>
    <w:rsid w:val="00811EDD"/>
    <w:rsid w:val="008138FF"/>
    <w:rsid w:val="0081584C"/>
    <w:rsid w:val="00816CD8"/>
    <w:rsid w:val="00817E40"/>
    <w:rsid w:val="00820B4E"/>
    <w:rsid w:val="00821087"/>
    <w:rsid w:val="00822FC9"/>
    <w:rsid w:val="0082431F"/>
    <w:rsid w:val="00825E82"/>
    <w:rsid w:val="00826018"/>
    <w:rsid w:val="00826081"/>
    <w:rsid w:val="008261C4"/>
    <w:rsid w:val="008266D3"/>
    <w:rsid w:val="008300A6"/>
    <w:rsid w:val="00831865"/>
    <w:rsid w:val="00833286"/>
    <w:rsid w:val="00834A22"/>
    <w:rsid w:val="00836814"/>
    <w:rsid w:val="00840AB9"/>
    <w:rsid w:val="00841A89"/>
    <w:rsid w:val="00844002"/>
    <w:rsid w:val="00844F6B"/>
    <w:rsid w:val="00847330"/>
    <w:rsid w:val="008474C3"/>
    <w:rsid w:val="00847D66"/>
    <w:rsid w:val="00847D86"/>
    <w:rsid w:val="008501EE"/>
    <w:rsid w:val="00851232"/>
    <w:rsid w:val="00851DD8"/>
    <w:rsid w:val="0085203A"/>
    <w:rsid w:val="008534E6"/>
    <w:rsid w:val="00853CC4"/>
    <w:rsid w:val="0085403F"/>
    <w:rsid w:val="00854056"/>
    <w:rsid w:val="008548AC"/>
    <w:rsid w:val="00855C89"/>
    <w:rsid w:val="00856927"/>
    <w:rsid w:val="00856E15"/>
    <w:rsid w:val="00857202"/>
    <w:rsid w:val="00857A6D"/>
    <w:rsid w:val="00857C74"/>
    <w:rsid w:val="008600C2"/>
    <w:rsid w:val="00861217"/>
    <w:rsid w:val="00861FE0"/>
    <w:rsid w:val="008632C8"/>
    <w:rsid w:val="008637A7"/>
    <w:rsid w:val="00863C8A"/>
    <w:rsid w:val="00867239"/>
    <w:rsid w:val="00867D83"/>
    <w:rsid w:val="00870579"/>
    <w:rsid w:val="0087316C"/>
    <w:rsid w:val="008738E2"/>
    <w:rsid w:val="008745FC"/>
    <w:rsid w:val="008761DA"/>
    <w:rsid w:val="008775B7"/>
    <w:rsid w:val="00880511"/>
    <w:rsid w:val="00880A3F"/>
    <w:rsid w:val="00881195"/>
    <w:rsid w:val="00881621"/>
    <w:rsid w:val="00881AF1"/>
    <w:rsid w:val="00881CF7"/>
    <w:rsid w:val="008828F3"/>
    <w:rsid w:val="00882C4A"/>
    <w:rsid w:val="008845F0"/>
    <w:rsid w:val="00885867"/>
    <w:rsid w:val="00886DFC"/>
    <w:rsid w:val="00887C4A"/>
    <w:rsid w:val="00892988"/>
    <w:rsid w:val="008933AB"/>
    <w:rsid w:val="00895CCF"/>
    <w:rsid w:val="00895EED"/>
    <w:rsid w:val="008A29DB"/>
    <w:rsid w:val="008A34D9"/>
    <w:rsid w:val="008A4BB7"/>
    <w:rsid w:val="008A57FC"/>
    <w:rsid w:val="008A6003"/>
    <w:rsid w:val="008A6041"/>
    <w:rsid w:val="008A63A2"/>
    <w:rsid w:val="008A6E4C"/>
    <w:rsid w:val="008B2C8D"/>
    <w:rsid w:val="008B63AA"/>
    <w:rsid w:val="008B721D"/>
    <w:rsid w:val="008B7891"/>
    <w:rsid w:val="008C1AC5"/>
    <w:rsid w:val="008C2DF4"/>
    <w:rsid w:val="008C33A3"/>
    <w:rsid w:val="008C4B1D"/>
    <w:rsid w:val="008C64BB"/>
    <w:rsid w:val="008C6552"/>
    <w:rsid w:val="008C6851"/>
    <w:rsid w:val="008D0066"/>
    <w:rsid w:val="008D04A1"/>
    <w:rsid w:val="008D1019"/>
    <w:rsid w:val="008D3CB6"/>
    <w:rsid w:val="008D4D90"/>
    <w:rsid w:val="008D7965"/>
    <w:rsid w:val="008E30D6"/>
    <w:rsid w:val="008E3309"/>
    <w:rsid w:val="008E5CC9"/>
    <w:rsid w:val="008E6081"/>
    <w:rsid w:val="008F1A29"/>
    <w:rsid w:val="008F38E1"/>
    <w:rsid w:val="008F3FF4"/>
    <w:rsid w:val="008F4347"/>
    <w:rsid w:val="008F46F1"/>
    <w:rsid w:val="008F6560"/>
    <w:rsid w:val="008F7432"/>
    <w:rsid w:val="00901367"/>
    <w:rsid w:val="009022C1"/>
    <w:rsid w:val="00902D42"/>
    <w:rsid w:val="0090366B"/>
    <w:rsid w:val="00903CB9"/>
    <w:rsid w:val="009041EA"/>
    <w:rsid w:val="00904287"/>
    <w:rsid w:val="009043E3"/>
    <w:rsid w:val="0090478B"/>
    <w:rsid w:val="00904CCA"/>
    <w:rsid w:val="00905A5F"/>
    <w:rsid w:val="00905F11"/>
    <w:rsid w:val="009130BA"/>
    <w:rsid w:val="00915918"/>
    <w:rsid w:val="00917629"/>
    <w:rsid w:val="00917F66"/>
    <w:rsid w:val="009209BE"/>
    <w:rsid w:val="00921081"/>
    <w:rsid w:val="009217FA"/>
    <w:rsid w:val="00921972"/>
    <w:rsid w:val="009222F5"/>
    <w:rsid w:val="0092297E"/>
    <w:rsid w:val="00923D35"/>
    <w:rsid w:val="009250A6"/>
    <w:rsid w:val="00925630"/>
    <w:rsid w:val="00925B38"/>
    <w:rsid w:val="00925D02"/>
    <w:rsid w:val="00926606"/>
    <w:rsid w:val="0092682C"/>
    <w:rsid w:val="00926E30"/>
    <w:rsid w:val="00930371"/>
    <w:rsid w:val="009306F8"/>
    <w:rsid w:val="00930CD0"/>
    <w:rsid w:val="00932CFE"/>
    <w:rsid w:val="00933959"/>
    <w:rsid w:val="00933A2A"/>
    <w:rsid w:val="00934ACE"/>
    <w:rsid w:val="009400B7"/>
    <w:rsid w:val="00942BD1"/>
    <w:rsid w:val="00943337"/>
    <w:rsid w:val="00943854"/>
    <w:rsid w:val="0094640A"/>
    <w:rsid w:val="00952DC9"/>
    <w:rsid w:val="00954F9E"/>
    <w:rsid w:val="00955C59"/>
    <w:rsid w:val="00956AF8"/>
    <w:rsid w:val="00956B48"/>
    <w:rsid w:val="00960C92"/>
    <w:rsid w:val="0096117F"/>
    <w:rsid w:val="009614E0"/>
    <w:rsid w:val="0096185C"/>
    <w:rsid w:val="00962E7E"/>
    <w:rsid w:val="00962F63"/>
    <w:rsid w:val="0096448A"/>
    <w:rsid w:val="00965461"/>
    <w:rsid w:val="00966BA2"/>
    <w:rsid w:val="009670AB"/>
    <w:rsid w:val="00970746"/>
    <w:rsid w:val="00970A02"/>
    <w:rsid w:val="00971886"/>
    <w:rsid w:val="00974864"/>
    <w:rsid w:val="00976AA6"/>
    <w:rsid w:val="0097799D"/>
    <w:rsid w:val="009800C1"/>
    <w:rsid w:val="00980E64"/>
    <w:rsid w:val="0098489C"/>
    <w:rsid w:val="00984A25"/>
    <w:rsid w:val="009869DF"/>
    <w:rsid w:val="009908EB"/>
    <w:rsid w:val="00992BF7"/>
    <w:rsid w:val="009977CD"/>
    <w:rsid w:val="009A0DDF"/>
    <w:rsid w:val="009A5711"/>
    <w:rsid w:val="009A5FE0"/>
    <w:rsid w:val="009A6BE6"/>
    <w:rsid w:val="009A6D2E"/>
    <w:rsid w:val="009A7F95"/>
    <w:rsid w:val="009B02BD"/>
    <w:rsid w:val="009B1FD8"/>
    <w:rsid w:val="009B2E4A"/>
    <w:rsid w:val="009B387C"/>
    <w:rsid w:val="009B39F8"/>
    <w:rsid w:val="009B4CEC"/>
    <w:rsid w:val="009B5066"/>
    <w:rsid w:val="009B5BC6"/>
    <w:rsid w:val="009B6CB1"/>
    <w:rsid w:val="009C13D7"/>
    <w:rsid w:val="009C3C1F"/>
    <w:rsid w:val="009C4DFA"/>
    <w:rsid w:val="009C5BB3"/>
    <w:rsid w:val="009C6607"/>
    <w:rsid w:val="009C76C8"/>
    <w:rsid w:val="009D069E"/>
    <w:rsid w:val="009D0FAB"/>
    <w:rsid w:val="009D135E"/>
    <w:rsid w:val="009D1E99"/>
    <w:rsid w:val="009D3173"/>
    <w:rsid w:val="009D3D44"/>
    <w:rsid w:val="009D6E51"/>
    <w:rsid w:val="009D7523"/>
    <w:rsid w:val="009E14EA"/>
    <w:rsid w:val="009E1D4B"/>
    <w:rsid w:val="009E30C9"/>
    <w:rsid w:val="009E45B0"/>
    <w:rsid w:val="009F0295"/>
    <w:rsid w:val="009F0F08"/>
    <w:rsid w:val="009F23EA"/>
    <w:rsid w:val="009F2457"/>
    <w:rsid w:val="009F2BAF"/>
    <w:rsid w:val="009F39FB"/>
    <w:rsid w:val="009F3CA1"/>
    <w:rsid w:val="009F4B72"/>
    <w:rsid w:val="009F5498"/>
    <w:rsid w:val="009F6B75"/>
    <w:rsid w:val="009F73AF"/>
    <w:rsid w:val="00A0477E"/>
    <w:rsid w:val="00A05E63"/>
    <w:rsid w:val="00A06B30"/>
    <w:rsid w:val="00A0744C"/>
    <w:rsid w:val="00A075BB"/>
    <w:rsid w:val="00A1171E"/>
    <w:rsid w:val="00A1304B"/>
    <w:rsid w:val="00A1375F"/>
    <w:rsid w:val="00A1417A"/>
    <w:rsid w:val="00A144C9"/>
    <w:rsid w:val="00A14A13"/>
    <w:rsid w:val="00A16BAA"/>
    <w:rsid w:val="00A17D10"/>
    <w:rsid w:val="00A205E3"/>
    <w:rsid w:val="00A21550"/>
    <w:rsid w:val="00A2158B"/>
    <w:rsid w:val="00A21EE4"/>
    <w:rsid w:val="00A23616"/>
    <w:rsid w:val="00A265F5"/>
    <w:rsid w:val="00A276E7"/>
    <w:rsid w:val="00A27A0F"/>
    <w:rsid w:val="00A301BB"/>
    <w:rsid w:val="00A30317"/>
    <w:rsid w:val="00A329F2"/>
    <w:rsid w:val="00A33EBE"/>
    <w:rsid w:val="00A3521C"/>
    <w:rsid w:val="00A37A17"/>
    <w:rsid w:val="00A41737"/>
    <w:rsid w:val="00A462F9"/>
    <w:rsid w:val="00A505ED"/>
    <w:rsid w:val="00A50E35"/>
    <w:rsid w:val="00A50F58"/>
    <w:rsid w:val="00A52368"/>
    <w:rsid w:val="00A527BC"/>
    <w:rsid w:val="00A532D7"/>
    <w:rsid w:val="00A533DC"/>
    <w:rsid w:val="00A53F21"/>
    <w:rsid w:val="00A540FD"/>
    <w:rsid w:val="00A555E7"/>
    <w:rsid w:val="00A55CBA"/>
    <w:rsid w:val="00A55FDF"/>
    <w:rsid w:val="00A56108"/>
    <w:rsid w:val="00A564D4"/>
    <w:rsid w:val="00A60069"/>
    <w:rsid w:val="00A608A2"/>
    <w:rsid w:val="00A61F5E"/>
    <w:rsid w:val="00A624CA"/>
    <w:rsid w:val="00A63921"/>
    <w:rsid w:val="00A63C38"/>
    <w:rsid w:val="00A63D3B"/>
    <w:rsid w:val="00A645BB"/>
    <w:rsid w:val="00A67077"/>
    <w:rsid w:val="00A67109"/>
    <w:rsid w:val="00A70C8C"/>
    <w:rsid w:val="00A70D40"/>
    <w:rsid w:val="00A72D2A"/>
    <w:rsid w:val="00A73BDB"/>
    <w:rsid w:val="00A74E81"/>
    <w:rsid w:val="00A757DC"/>
    <w:rsid w:val="00A764B8"/>
    <w:rsid w:val="00A7672A"/>
    <w:rsid w:val="00A77BCC"/>
    <w:rsid w:val="00A80559"/>
    <w:rsid w:val="00A813D4"/>
    <w:rsid w:val="00A824A6"/>
    <w:rsid w:val="00A83182"/>
    <w:rsid w:val="00A857BB"/>
    <w:rsid w:val="00A86D39"/>
    <w:rsid w:val="00A877DE"/>
    <w:rsid w:val="00A902C1"/>
    <w:rsid w:val="00A93083"/>
    <w:rsid w:val="00A93D4B"/>
    <w:rsid w:val="00A95252"/>
    <w:rsid w:val="00A954A5"/>
    <w:rsid w:val="00A95695"/>
    <w:rsid w:val="00A965B7"/>
    <w:rsid w:val="00A972F2"/>
    <w:rsid w:val="00A97AA9"/>
    <w:rsid w:val="00AA1C64"/>
    <w:rsid w:val="00AA1FA2"/>
    <w:rsid w:val="00AA23C3"/>
    <w:rsid w:val="00AA39DA"/>
    <w:rsid w:val="00AA41DC"/>
    <w:rsid w:val="00AA42EB"/>
    <w:rsid w:val="00AA58FA"/>
    <w:rsid w:val="00AB08F0"/>
    <w:rsid w:val="00AB09CB"/>
    <w:rsid w:val="00AB12F5"/>
    <w:rsid w:val="00AB18A9"/>
    <w:rsid w:val="00AB4126"/>
    <w:rsid w:val="00AB48DF"/>
    <w:rsid w:val="00AB4B23"/>
    <w:rsid w:val="00AB5573"/>
    <w:rsid w:val="00AB5711"/>
    <w:rsid w:val="00AB5B53"/>
    <w:rsid w:val="00AB6940"/>
    <w:rsid w:val="00AB6EBC"/>
    <w:rsid w:val="00AC28AC"/>
    <w:rsid w:val="00AC28BC"/>
    <w:rsid w:val="00AC35C7"/>
    <w:rsid w:val="00AC47F3"/>
    <w:rsid w:val="00AC5218"/>
    <w:rsid w:val="00AC64B2"/>
    <w:rsid w:val="00AC667C"/>
    <w:rsid w:val="00AC678C"/>
    <w:rsid w:val="00AC734B"/>
    <w:rsid w:val="00AD114E"/>
    <w:rsid w:val="00AD4910"/>
    <w:rsid w:val="00AD5BE7"/>
    <w:rsid w:val="00AE216A"/>
    <w:rsid w:val="00AE2959"/>
    <w:rsid w:val="00AE2B1E"/>
    <w:rsid w:val="00AE320D"/>
    <w:rsid w:val="00AE5604"/>
    <w:rsid w:val="00AE63EC"/>
    <w:rsid w:val="00AF0125"/>
    <w:rsid w:val="00AF0741"/>
    <w:rsid w:val="00AF09A3"/>
    <w:rsid w:val="00AF0D70"/>
    <w:rsid w:val="00AF2F70"/>
    <w:rsid w:val="00AF3FFC"/>
    <w:rsid w:val="00AF44A1"/>
    <w:rsid w:val="00AF6732"/>
    <w:rsid w:val="00AF67BC"/>
    <w:rsid w:val="00AF6A18"/>
    <w:rsid w:val="00AF7220"/>
    <w:rsid w:val="00AF7BED"/>
    <w:rsid w:val="00B00C80"/>
    <w:rsid w:val="00B01243"/>
    <w:rsid w:val="00B01B2F"/>
    <w:rsid w:val="00B05F97"/>
    <w:rsid w:val="00B10132"/>
    <w:rsid w:val="00B10842"/>
    <w:rsid w:val="00B1299C"/>
    <w:rsid w:val="00B12C72"/>
    <w:rsid w:val="00B13736"/>
    <w:rsid w:val="00B16767"/>
    <w:rsid w:val="00B16A26"/>
    <w:rsid w:val="00B17691"/>
    <w:rsid w:val="00B17D06"/>
    <w:rsid w:val="00B21CDE"/>
    <w:rsid w:val="00B21F84"/>
    <w:rsid w:val="00B22705"/>
    <w:rsid w:val="00B22C03"/>
    <w:rsid w:val="00B25FCF"/>
    <w:rsid w:val="00B262AB"/>
    <w:rsid w:val="00B2686C"/>
    <w:rsid w:val="00B2720F"/>
    <w:rsid w:val="00B3061E"/>
    <w:rsid w:val="00B34A29"/>
    <w:rsid w:val="00B4005F"/>
    <w:rsid w:val="00B400FF"/>
    <w:rsid w:val="00B40AD2"/>
    <w:rsid w:val="00B42250"/>
    <w:rsid w:val="00B42E24"/>
    <w:rsid w:val="00B45E2C"/>
    <w:rsid w:val="00B4788A"/>
    <w:rsid w:val="00B52BE6"/>
    <w:rsid w:val="00B53062"/>
    <w:rsid w:val="00B53B33"/>
    <w:rsid w:val="00B53DC1"/>
    <w:rsid w:val="00B60844"/>
    <w:rsid w:val="00B6187B"/>
    <w:rsid w:val="00B624F1"/>
    <w:rsid w:val="00B62802"/>
    <w:rsid w:val="00B64339"/>
    <w:rsid w:val="00B65272"/>
    <w:rsid w:val="00B652D9"/>
    <w:rsid w:val="00B66393"/>
    <w:rsid w:val="00B66CC4"/>
    <w:rsid w:val="00B76847"/>
    <w:rsid w:val="00B82355"/>
    <w:rsid w:val="00B832ED"/>
    <w:rsid w:val="00B85E1F"/>
    <w:rsid w:val="00B86557"/>
    <w:rsid w:val="00B91F30"/>
    <w:rsid w:val="00B930E5"/>
    <w:rsid w:val="00B940DC"/>
    <w:rsid w:val="00B95B95"/>
    <w:rsid w:val="00BA0717"/>
    <w:rsid w:val="00BA0B2D"/>
    <w:rsid w:val="00BA1713"/>
    <w:rsid w:val="00BA2BFF"/>
    <w:rsid w:val="00BA558F"/>
    <w:rsid w:val="00BA7BEB"/>
    <w:rsid w:val="00BB06A0"/>
    <w:rsid w:val="00BB0999"/>
    <w:rsid w:val="00BB108F"/>
    <w:rsid w:val="00BB5822"/>
    <w:rsid w:val="00BB5EC2"/>
    <w:rsid w:val="00BB67AA"/>
    <w:rsid w:val="00BC0C58"/>
    <w:rsid w:val="00BC149F"/>
    <w:rsid w:val="00BC17E6"/>
    <w:rsid w:val="00BC3007"/>
    <w:rsid w:val="00BC40A4"/>
    <w:rsid w:val="00BC469C"/>
    <w:rsid w:val="00BC5E6E"/>
    <w:rsid w:val="00BC6415"/>
    <w:rsid w:val="00BD1A1E"/>
    <w:rsid w:val="00BD238C"/>
    <w:rsid w:val="00BD3577"/>
    <w:rsid w:val="00BD3B7B"/>
    <w:rsid w:val="00BD45DC"/>
    <w:rsid w:val="00BE0545"/>
    <w:rsid w:val="00BE06DB"/>
    <w:rsid w:val="00BE0A3E"/>
    <w:rsid w:val="00BE0BC4"/>
    <w:rsid w:val="00BE2FAE"/>
    <w:rsid w:val="00BE3A09"/>
    <w:rsid w:val="00BE3C6C"/>
    <w:rsid w:val="00BE3FF2"/>
    <w:rsid w:val="00BE66E9"/>
    <w:rsid w:val="00BE7760"/>
    <w:rsid w:val="00BF039E"/>
    <w:rsid w:val="00BF0849"/>
    <w:rsid w:val="00BF5CCC"/>
    <w:rsid w:val="00BF6774"/>
    <w:rsid w:val="00BF6D72"/>
    <w:rsid w:val="00BF6E9F"/>
    <w:rsid w:val="00C00B58"/>
    <w:rsid w:val="00C050A4"/>
    <w:rsid w:val="00C06691"/>
    <w:rsid w:val="00C06DFF"/>
    <w:rsid w:val="00C07214"/>
    <w:rsid w:val="00C103F1"/>
    <w:rsid w:val="00C10BEA"/>
    <w:rsid w:val="00C12826"/>
    <w:rsid w:val="00C13189"/>
    <w:rsid w:val="00C13385"/>
    <w:rsid w:val="00C13C53"/>
    <w:rsid w:val="00C1658C"/>
    <w:rsid w:val="00C168AA"/>
    <w:rsid w:val="00C17728"/>
    <w:rsid w:val="00C20379"/>
    <w:rsid w:val="00C21090"/>
    <w:rsid w:val="00C22FA4"/>
    <w:rsid w:val="00C2469D"/>
    <w:rsid w:val="00C2488B"/>
    <w:rsid w:val="00C276E1"/>
    <w:rsid w:val="00C309D6"/>
    <w:rsid w:val="00C31B16"/>
    <w:rsid w:val="00C34569"/>
    <w:rsid w:val="00C3629B"/>
    <w:rsid w:val="00C36F1C"/>
    <w:rsid w:val="00C37C7B"/>
    <w:rsid w:val="00C37D78"/>
    <w:rsid w:val="00C42043"/>
    <w:rsid w:val="00C42532"/>
    <w:rsid w:val="00C43C6D"/>
    <w:rsid w:val="00C50831"/>
    <w:rsid w:val="00C50C56"/>
    <w:rsid w:val="00C52834"/>
    <w:rsid w:val="00C53CE4"/>
    <w:rsid w:val="00C53DAD"/>
    <w:rsid w:val="00C568FB"/>
    <w:rsid w:val="00C637F4"/>
    <w:rsid w:val="00C6450A"/>
    <w:rsid w:val="00C65DC8"/>
    <w:rsid w:val="00C663C2"/>
    <w:rsid w:val="00C66EA3"/>
    <w:rsid w:val="00C672F9"/>
    <w:rsid w:val="00C70D67"/>
    <w:rsid w:val="00C814B4"/>
    <w:rsid w:val="00C82B15"/>
    <w:rsid w:val="00C82C9C"/>
    <w:rsid w:val="00C83236"/>
    <w:rsid w:val="00C83B83"/>
    <w:rsid w:val="00C846D8"/>
    <w:rsid w:val="00C8662E"/>
    <w:rsid w:val="00C866C2"/>
    <w:rsid w:val="00C912EB"/>
    <w:rsid w:val="00C913CA"/>
    <w:rsid w:val="00C9344C"/>
    <w:rsid w:val="00C93BE5"/>
    <w:rsid w:val="00C940C6"/>
    <w:rsid w:val="00C94E8E"/>
    <w:rsid w:val="00C97AE6"/>
    <w:rsid w:val="00CA02CC"/>
    <w:rsid w:val="00CA0F53"/>
    <w:rsid w:val="00CA1996"/>
    <w:rsid w:val="00CA1EE8"/>
    <w:rsid w:val="00CA3C75"/>
    <w:rsid w:val="00CA6514"/>
    <w:rsid w:val="00CA79C1"/>
    <w:rsid w:val="00CB12AD"/>
    <w:rsid w:val="00CB1985"/>
    <w:rsid w:val="00CB21A3"/>
    <w:rsid w:val="00CB21BD"/>
    <w:rsid w:val="00CB367F"/>
    <w:rsid w:val="00CB4151"/>
    <w:rsid w:val="00CB418D"/>
    <w:rsid w:val="00CB546B"/>
    <w:rsid w:val="00CB5F1E"/>
    <w:rsid w:val="00CB6040"/>
    <w:rsid w:val="00CB7191"/>
    <w:rsid w:val="00CB72A7"/>
    <w:rsid w:val="00CC25BB"/>
    <w:rsid w:val="00CC3692"/>
    <w:rsid w:val="00CC56C5"/>
    <w:rsid w:val="00CC59CC"/>
    <w:rsid w:val="00CC5A12"/>
    <w:rsid w:val="00CC72BC"/>
    <w:rsid w:val="00CC7CBF"/>
    <w:rsid w:val="00CD00B3"/>
    <w:rsid w:val="00CD49EB"/>
    <w:rsid w:val="00CD523C"/>
    <w:rsid w:val="00CD7B31"/>
    <w:rsid w:val="00CE17C3"/>
    <w:rsid w:val="00CE390A"/>
    <w:rsid w:val="00CE42E7"/>
    <w:rsid w:val="00CE58A9"/>
    <w:rsid w:val="00CF0657"/>
    <w:rsid w:val="00CF13C4"/>
    <w:rsid w:val="00CF20CF"/>
    <w:rsid w:val="00CF265A"/>
    <w:rsid w:val="00CF2ACC"/>
    <w:rsid w:val="00CF390C"/>
    <w:rsid w:val="00CF3AD4"/>
    <w:rsid w:val="00CF4E76"/>
    <w:rsid w:val="00CF5101"/>
    <w:rsid w:val="00CF7083"/>
    <w:rsid w:val="00CF72A1"/>
    <w:rsid w:val="00CF79AE"/>
    <w:rsid w:val="00D0002D"/>
    <w:rsid w:val="00D0033E"/>
    <w:rsid w:val="00D02D84"/>
    <w:rsid w:val="00D03698"/>
    <w:rsid w:val="00D0398F"/>
    <w:rsid w:val="00D04C54"/>
    <w:rsid w:val="00D04EF9"/>
    <w:rsid w:val="00D059B6"/>
    <w:rsid w:val="00D06A55"/>
    <w:rsid w:val="00D07ED8"/>
    <w:rsid w:val="00D126D2"/>
    <w:rsid w:val="00D128B3"/>
    <w:rsid w:val="00D1401B"/>
    <w:rsid w:val="00D1457F"/>
    <w:rsid w:val="00D146F6"/>
    <w:rsid w:val="00D14F4B"/>
    <w:rsid w:val="00D150B1"/>
    <w:rsid w:val="00D17795"/>
    <w:rsid w:val="00D20331"/>
    <w:rsid w:val="00D21057"/>
    <w:rsid w:val="00D21634"/>
    <w:rsid w:val="00D221F7"/>
    <w:rsid w:val="00D242CF"/>
    <w:rsid w:val="00D258B1"/>
    <w:rsid w:val="00D279D2"/>
    <w:rsid w:val="00D27F16"/>
    <w:rsid w:val="00D319AC"/>
    <w:rsid w:val="00D31A14"/>
    <w:rsid w:val="00D31C41"/>
    <w:rsid w:val="00D3297D"/>
    <w:rsid w:val="00D33F70"/>
    <w:rsid w:val="00D3470A"/>
    <w:rsid w:val="00D34A3D"/>
    <w:rsid w:val="00D3771D"/>
    <w:rsid w:val="00D37D75"/>
    <w:rsid w:val="00D37F29"/>
    <w:rsid w:val="00D40E3C"/>
    <w:rsid w:val="00D40FA8"/>
    <w:rsid w:val="00D429E0"/>
    <w:rsid w:val="00D4354E"/>
    <w:rsid w:val="00D4469B"/>
    <w:rsid w:val="00D45757"/>
    <w:rsid w:val="00D45F0E"/>
    <w:rsid w:val="00D46466"/>
    <w:rsid w:val="00D4661B"/>
    <w:rsid w:val="00D47838"/>
    <w:rsid w:val="00D52198"/>
    <w:rsid w:val="00D539F5"/>
    <w:rsid w:val="00D544DF"/>
    <w:rsid w:val="00D5518B"/>
    <w:rsid w:val="00D5534B"/>
    <w:rsid w:val="00D55AB6"/>
    <w:rsid w:val="00D568A5"/>
    <w:rsid w:val="00D5694F"/>
    <w:rsid w:val="00D57719"/>
    <w:rsid w:val="00D6158B"/>
    <w:rsid w:val="00D6205E"/>
    <w:rsid w:val="00D63701"/>
    <w:rsid w:val="00D647C6"/>
    <w:rsid w:val="00D6490A"/>
    <w:rsid w:val="00D64A32"/>
    <w:rsid w:val="00D66C94"/>
    <w:rsid w:val="00D67946"/>
    <w:rsid w:val="00D67DF6"/>
    <w:rsid w:val="00D701C0"/>
    <w:rsid w:val="00D7225C"/>
    <w:rsid w:val="00D72C7F"/>
    <w:rsid w:val="00D72F9C"/>
    <w:rsid w:val="00D7320C"/>
    <w:rsid w:val="00D733D9"/>
    <w:rsid w:val="00D738A9"/>
    <w:rsid w:val="00D73A50"/>
    <w:rsid w:val="00D74122"/>
    <w:rsid w:val="00D74776"/>
    <w:rsid w:val="00D74B35"/>
    <w:rsid w:val="00D80790"/>
    <w:rsid w:val="00D80ED0"/>
    <w:rsid w:val="00D819F5"/>
    <w:rsid w:val="00D81F2D"/>
    <w:rsid w:val="00D844E0"/>
    <w:rsid w:val="00D871B1"/>
    <w:rsid w:val="00D87C53"/>
    <w:rsid w:val="00D87FEC"/>
    <w:rsid w:val="00D915E2"/>
    <w:rsid w:val="00D92123"/>
    <w:rsid w:val="00D92FEB"/>
    <w:rsid w:val="00D9318A"/>
    <w:rsid w:val="00D93D6A"/>
    <w:rsid w:val="00D94948"/>
    <w:rsid w:val="00D967B0"/>
    <w:rsid w:val="00D97B00"/>
    <w:rsid w:val="00DA15E4"/>
    <w:rsid w:val="00DA1B28"/>
    <w:rsid w:val="00DA2355"/>
    <w:rsid w:val="00DA3EC0"/>
    <w:rsid w:val="00DA5487"/>
    <w:rsid w:val="00DA5537"/>
    <w:rsid w:val="00DA59FC"/>
    <w:rsid w:val="00DA5A5F"/>
    <w:rsid w:val="00DB0BA1"/>
    <w:rsid w:val="00DB2C79"/>
    <w:rsid w:val="00DB3741"/>
    <w:rsid w:val="00DB3812"/>
    <w:rsid w:val="00DB39F9"/>
    <w:rsid w:val="00DB3B9E"/>
    <w:rsid w:val="00DB4C7C"/>
    <w:rsid w:val="00DB52B0"/>
    <w:rsid w:val="00DB57A7"/>
    <w:rsid w:val="00DB62C3"/>
    <w:rsid w:val="00DB75C7"/>
    <w:rsid w:val="00DC023E"/>
    <w:rsid w:val="00DC095D"/>
    <w:rsid w:val="00DC11C6"/>
    <w:rsid w:val="00DC1D76"/>
    <w:rsid w:val="00DC31A7"/>
    <w:rsid w:val="00DC599F"/>
    <w:rsid w:val="00DC60CC"/>
    <w:rsid w:val="00DD1118"/>
    <w:rsid w:val="00DD1812"/>
    <w:rsid w:val="00DD4818"/>
    <w:rsid w:val="00DD5448"/>
    <w:rsid w:val="00DD636F"/>
    <w:rsid w:val="00DD6ADA"/>
    <w:rsid w:val="00DD6D36"/>
    <w:rsid w:val="00DD71BD"/>
    <w:rsid w:val="00DE0B7A"/>
    <w:rsid w:val="00DE1EEF"/>
    <w:rsid w:val="00DE22AE"/>
    <w:rsid w:val="00DE2547"/>
    <w:rsid w:val="00DE3583"/>
    <w:rsid w:val="00DE39DA"/>
    <w:rsid w:val="00DE6467"/>
    <w:rsid w:val="00DF0354"/>
    <w:rsid w:val="00DF0A8D"/>
    <w:rsid w:val="00DF29D5"/>
    <w:rsid w:val="00DF2F6E"/>
    <w:rsid w:val="00DF53E7"/>
    <w:rsid w:val="00DF5B8A"/>
    <w:rsid w:val="00DF6D79"/>
    <w:rsid w:val="00E00AC0"/>
    <w:rsid w:val="00E00C5E"/>
    <w:rsid w:val="00E01810"/>
    <w:rsid w:val="00E025C7"/>
    <w:rsid w:val="00E02A47"/>
    <w:rsid w:val="00E02D9A"/>
    <w:rsid w:val="00E037C4"/>
    <w:rsid w:val="00E03B8B"/>
    <w:rsid w:val="00E03FE2"/>
    <w:rsid w:val="00E06437"/>
    <w:rsid w:val="00E06781"/>
    <w:rsid w:val="00E11233"/>
    <w:rsid w:val="00E1271F"/>
    <w:rsid w:val="00E16BA3"/>
    <w:rsid w:val="00E17E36"/>
    <w:rsid w:val="00E207D4"/>
    <w:rsid w:val="00E20A08"/>
    <w:rsid w:val="00E21562"/>
    <w:rsid w:val="00E21853"/>
    <w:rsid w:val="00E24CB5"/>
    <w:rsid w:val="00E26D25"/>
    <w:rsid w:val="00E272AD"/>
    <w:rsid w:val="00E31CFB"/>
    <w:rsid w:val="00E3392C"/>
    <w:rsid w:val="00E342FD"/>
    <w:rsid w:val="00E34995"/>
    <w:rsid w:val="00E372DD"/>
    <w:rsid w:val="00E44825"/>
    <w:rsid w:val="00E47E8A"/>
    <w:rsid w:val="00E504C4"/>
    <w:rsid w:val="00E509F8"/>
    <w:rsid w:val="00E50E8D"/>
    <w:rsid w:val="00E525A6"/>
    <w:rsid w:val="00E532F3"/>
    <w:rsid w:val="00E54953"/>
    <w:rsid w:val="00E54EF2"/>
    <w:rsid w:val="00E55499"/>
    <w:rsid w:val="00E55746"/>
    <w:rsid w:val="00E561BC"/>
    <w:rsid w:val="00E622DA"/>
    <w:rsid w:val="00E6278A"/>
    <w:rsid w:val="00E64415"/>
    <w:rsid w:val="00E64FE4"/>
    <w:rsid w:val="00E66752"/>
    <w:rsid w:val="00E67EE1"/>
    <w:rsid w:val="00E708B0"/>
    <w:rsid w:val="00E72ABF"/>
    <w:rsid w:val="00E75216"/>
    <w:rsid w:val="00E7590D"/>
    <w:rsid w:val="00E7619B"/>
    <w:rsid w:val="00E7667A"/>
    <w:rsid w:val="00E76C7E"/>
    <w:rsid w:val="00E77AD4"/>
    <w:rsid w:val="00E8327C"/>
    <w:rsid w:val="00E83726"/>
    <w:rsid w:val="00E84021"/>
    <w:rsid w:val="00E8437A"/>
    <w:rsid w:val="00E84D7A"/>
    <w:rsid w:val="00E866A5"/>
    <w:rsid w:val="00E90E0A"/>
    <w:rsid w:val="00E929CD"/>
    <w:rsid w:val="00E93479"/>
    <w:rsid w:val="00E96991"/>
    <w:rsid w:val="00E97674"/>
    <w:rsid w:val="00EA0502"/>
    <w:rsid w:val="00EA07AC"/>
    <w:rsid w:val="00EA2257"/>
    <w:rsid w:val="00EA5495"/>
    <w:rsid w:val="00EA558E"/>
    <w:rsid w:val="00EB006F"/>
    <w:rsid w:val="00EB3B12"/>
    <w:rsid w:val="00EB7421"/>
    <w:rsid w:val="00EC04B1"/>
    <w:rsid w:val="00EC0C91"/>
    <w:rsid w:val="00EC14FB"/>
    <w:rsid w:val="00EC2612"/>
    <w:rsid w:val="00EC3483"/>
    <w:rsid w:val="00EC6B63"/>
    <w:rsid w:val="00EC78A3"/>
    <w:rsid w:val="00EC78C9"/>
    <w:rsid w:val="00ED0318"/>
    <w:rsid w:val="00ED265D"/>
    <w:rsid w:val="00ED27A0"/>
    <w:rsid w:val="00ED3B67"/>
    <w:rsid w:val="00ED4F4A"/>
    <w:rsid w:val="00ED5316"/>
    <w:rsid w:val="00ED5A73"/>
    <w:rsid w:val="00ED7001"/>
    <w:rsid w:val="00ED7DA2"/>
    <w:rsid w:val="00ED7FA6"/>
    <w:rsid w:val="00EE0E6A"/>
    <w:rsid w:val="00EE291C"/>
    <w:rsid w:val="00EE4BFC"/>
    <w:rsid w:val="00EE5538"/>
    <w:rsid w:val="00EE626E"/>
    <w:rsid w:val="00EE7A91"/>
    <w:rsid w:val="00EE7CED"/>
    <w:rsid w:val="00EF0772"/>
    <w:rsid w:val="00EF2B76"/>
    <w:rsid w:val="00EF373A"/>
    <w:rsid w:val="00EF3A98"/>
    <w:rsid w:val="00EF6156"/>
    <w:rsid w:val="00F018DE"/>
    <w:rsid w:val="00F0457A"/>
    <w:rsid w:val="00F049EE"/>
    <w:rsid w:val="00F059AD"/>
    <w:rsid w:val="00F05DB2"/>
    <w:rsid w:val="00F068E3"/>
    <w:rsid w:val="00F119F8"/>
    <w:rsid w:val="00F12DAF"/>
    <w:rsid w:val="00F13459"/>
    <w:rsid w:val="00F16B98"/>
    <w:rsid w:val="00F16EEB"/>
    <w:rsid w:val="00F16F1C"/>
    <w:rsid w:val="00F1772F"/>
    <w:rsid w:val="00F17D7E"/>
    <w:rsid w:val="00F20271"/>
    <w:rsid w:val="00F209B8"/>
    <w:rsid w:val="00F22242"/>
    <w:rsid w:val="00F22F05"/>
    <w:rsid w:val="00F23A43"/>
    <w:rsid w:val="00F23A63"/>
    <w:rsid w:val="00F24290"/>
    <w:rsid w:val="00F24B31"/>
    <w:rsid w:val="00F27FC8"/>
    <w:rsid w:val="00F3150A"/>
    <w:rsid w:val="00F339BE"/>
    <w:rsid w:val="00F33CD7"/>
    <w:rsid w:val="00F34F07"/>
    <w:rsid w:val="00F35A64"/>
    <w:rsid w:val="00F35AA8"/>
    <w:rsid w:val="00F36407"/>
    <w:rsid w:val="00F371A1"/>
    <w:rsid w:val="00F37FF8"/>
    <w:rsid w:val="00F406AC"/>
    <w:rsid w:val="00F40EB0"/>
    <w:rsid w:val="00F412FB"/>
    <w:rsid w:val="00F42E6F"/>
    <w:rsid w:val="00F432F8"/>
    <w:rsid w:val="00F43376"/>
    <w:rsid w:val="00F438A2"/>
    <w:rsid w:val="00F442CE"/>
    <w:rsid w:val="00F44C73"/>
    <w:rsid w:val="00F45220"/>
    <w:rsid w:val="00F45E91"/>
    <w:rsid w:val="00F53C5D"/>
    <w:rsid w:val="00F55468"/>
    <w:rsid w:val="00F5695C"/>
    <w:rsid w:val="00F623EA"/>
    <w:rsid w:val="00F63721"/>
    <w:rsid w:val="00F643BF"/>
    <w:rsid w:val="00F64BA6"/>
    <w:rsid w:val="00F67689"/>
    <w:rsid w:val="00F67A8E"/>
    <w:rsid w:val="00F67D0F"/>
    <w:rsid w:val="00F704EE"/>
    <w:rsid w:val="00F7206C"/>
    <w:rsid w:val="00F726C7"/>
    <w:rsid w:val="00F72A25"/>
    <w:rsid w:val="00F732BC"/>
    <w:rsid w:val="00F73C2E"/>
    <w:rsid w:val="00F74AEF"/>
    <w:rsid w:val="00F808BB"/>
    <w:rsid w:val="00F81F76"/>
    <w:rsid w:val="00F82502"/>
    <w:rsid w:val="00F82624"/>
    <w:rsid w:val="00F84017"/>
    <w:rsid w:val="00F87A4E"/>
    <w:rsid w:val="00F9004A"/>
    <w:rsid w:val="00F92ACD"/>
    <w:rsid w:val="00F93D57"/>
    <w:rsid w:val="00F940E4"/>
    <w:rsid w:val="00F9509B"/>
    <w:rsid w:val="00F96D60"/>
    <w:rsid w:val="00F97EA0"/>
    <w:rsid w:val="00FA3F4D"/>
    <w:rsid w:val="00FA6377"/>
    <w:rsid w:val="00FA7F44"/>
    <w:rsid w:val="00FB11B6"/>
    <w:rsid w:val="00FB19B1"/>
    <w:rsid w:val="00FB2B43"/>
    <w:rsid w:val="00FB34F4"/>
    <w:rsid w:val="00FB3E84"/>
    <w:rsid w:val="00FB494A"/>
    <w:rsid w:val="00FB60D6"/>
    <w:rsid w:val="00FB720B"/>
    <w:rsid w:val="00FC0A10"/>
    <w:rsid w:val="00FC11FB"/>
    <w:rsid w:val="00FC3E4C"/>
    <w:rsid w:val="00FC43ED"/>
    <w:rsid w:val="00FC4666"/>
    <w:rsid w:val="00FC553E"/>
    <w:rsid w:val="00FC6366"/>
    <w:rsid w:val="00FC790F"/>
    <w:rsid w:val="00FC7EE7"/>
    <w:rsid w:val="00FD0945"/>
    <w:rsid w:val="00FD0F3D"/>
    <w:rsid w:val="00FD18F9"/>
    <w:rsid w:val="00FD58DE"/>
    <w:rsid w:val="00FD7256"/>
    <w:rsid w:val="00FE14D4"/>
    <w:rsid w:val="00FE1B92"/>
    <w:rsid w:val="00FE3255"/>
    <w:rsid w:val="00FE46F6"/>
    <w:rsid w:val="00FE4FD7"/>
    <w:rsid w:val="00FE67B3"/>
    <w:rsid w:val="00FE6EC9"/>
    <w:rsid w:val="00FF1480"/>
    <w:rsid w:val="00FF2160"/>
    <w:rsid w:val="00FF29B3"/>
    <w:rsid w:val="00FF3625"/>
    <w:rsid w:val="00FF39E1"/>
    <w:rsid w:val="00FF3B68"/>
    <w:rsid w:val="00FF42B2"/>
    <w:rsid w:val="00FF4AB8"/>
    <w:rsid w:val="00FF6A6F"/>
    <w:rsid w:val="00FF7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93" style="mso-position-vertical-relative:page" fill="f" fillcolor="white" stroke="f" strokecolor="white">
      <v:fill color="white" on="f"/>
      <v:stroke color="white" on="f"/>
      <o:colormru v:ext="edit" colors="#8b8b8b,#eaeaea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Symbol" w:eastAsia="Symbol" w:hAnsi="Symbol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2" w:uiPriority="39"/>
    <w:lsdException w:name="annotation text" w:uiPriority="99"/>
    <w:lsdException w:name="caption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Plain Text" w:uiPriority="99"/>
    <w:lsdException w:name="Normal (Web)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0AC4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qFormat/>
    <w:rsid w:val="002E31D5"/>
    <w:pPr>
      <w:keepNext/>
      <w:ind w:firstLine="567"/>
      <w:jc w:val="both"/>
      <w:outlineLvl w:val="0"/>
    </w:pPr>
    <w:rPr>
      <w:sz w:val="32"/>
    </w:rPr>
  </w:style>
  <w:style w:type="paragraph" w:styleId="2">
    <w:name w:val="heading 2"/>
    <w:basedOn w:val="a"/>
    <w:next w:val="a"/>
    <w:qFormat/>
    <w:rsid w:val="002E31D5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2E31D5"/>
    <w:pPr>
      <w:keepNext/>
      <w:jc w:val="center"/>
      <w:outlineLvl w:val="2"/>
    </w:pPr>
    <w:rPr>
      <w:b/>
      <w:sz w:val="18"/>
    </w:rPr>
  </w:style>
  <w:style w:type="paragraph" w:styleId="4">
    <w:name w:val="heading 4"/>
    <w:basedOn w:val="a"/>
    <w:next w:val="a"/>
    <w:qFormat/>
    <w:rsid w:val="002E31D5"/>
    <w:pPr>
      <w:keepNext/>
      <w:tabs>
        <w:tab w:val="left" w:pos="1559"/>
      </w:tabs>
      <w:ind w:left="-142"/>
      <w:jc w:val="center"/>
      <w:outlineLvl w:val="3"/>
    </w:pPr>
    <w:rPr>
      <w:b/>
      <w:sz w:val="28"/>
    </w:rPr>
  </w:style>
  <w:style w:type="paragraph" w:styleId="5">
    <w:name w:val="heading 5"/>
    <w:basedOn w:val="a"/>
    <w:next w:val="a"/>
    <w:qFormat/>
    <w:rsid w:val="002E31D5"/>
    <w:pPr>
      <w:keepNext/>
      <w:tabs>
        <w:tab w:val="left" w:pos="859"/>
      </w:tabs>
      <w:ind w:right="-213" w:hanging="133"/>
      <w:jc w:val="center"/>
      <w:outlineLvl w:val="4"/>
    </w:pPr>
    <w:rPr>
      <w:b/>
      <w:sz w:val="28"/>
    </w:rPr>
  </w:style>
  <w:style w:type="paragraph" w:styleId="6">
    <w:name w:val="heading 6"/>
    <w:basedOn w:val="a"/>
    <w:next w:val="a"/>
    <w:qFormat/>
    <w:rsid w:val="002E31D5"/>
    <w:pPr>
      <w:keepNext/>
      <w:outlineLvl w:val="5"/>
    </w:pPr>
    <w:rPr>
      <w:sz w:val="28"/>
    </w:rPr>
  </w:style>
  <w:style w:type="paragraph" w:styleId="7">
    <w:name w:val="heading 7"/>
    <w:basedOn w:val="a"/>
    <w:next w:val="a"/>
    <w:qFormat/>
    <w:rsid w:val="002E31D5"/>
    <w:pPr>
      <w:keepNext/>
      <w:outlineLvl w:val="6"/>
    </w:pPr>
    <w:rPr>
      <w:b/>
      <w:sz w:val="28"/>
      <w:u w:val="single"/>
    </w:rPr>
  </w:style>
  <w:style w:type="paragraph" w:styleId="8">
    <w:name w:val="heading 8"/>
    <w:basedOn w:val="a"/>
    <w:next w:val="a"/>
    <w:qFormat/>
    <w:rsid w:val="002E31D5"/>
    <w:pPr>
      <w:keepNext/>
      <w:jc w:val="center"/>
      <w:outlineLvl w:val="7"/>
    </w:pPr>
    <w:rPr>
      <w:u w:val="single"/>
    </w:rPr>
  </w:style>
  <w:style w:type="paragraph" w:styleId="9">
    <w:name w:val="heading 9"/>
    <w:basedOn w:val="a"/>
    <w:next w:val="a"/>
    <w:qFormat/>
    <w:rsid w:val="002E31D5"/>
    <w:pPr>
      <w:keepNext/>
      <w:jc w:val="center"/>
      <w:outlineLvl w:val="8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2E31D5"/>
    <w:rPr>
      <w:b/>
    </w:rPr>
  </w:style>
  <w:style w:type="paragraph" w:styleId="a4">
    <w:name w:val="caption"/>
    <w:basedOn w:val="a"/>
    <w:next w:val="a"/>
    <w:qFormat/>
    <w:rsid w:val="002E31D5"/>
    <w:pPr>
      <w:framePr w:w="10182" w:h="14716" w:hSpace="141" w:wrap="around" w:vAnchor="text" w:hAnchor="page" w:x="1383" w:y="362"/>
      <w:jc w:val="center"/>
    </w:pPr>
    <w:rPr>
      <w:rFonts w:ascii="Symbol" w:hAnsi="Symbol"/>
      <w:sz w:val="32"/>
    </w:rPr>
  </w:style>
  <w:style w:type="paragraph" w:styleId="a5">
    <w:name w:val="header"/>
    <w:basedOn w:val="a"/>
    <w:link w:val="a6"/>
    <w:rsid w:val="002E31D5"/>
    <w:pPr>
      <w:tabs>
        <w:tab w:val="center" w:pos="4153"/>
        <w:tab w:val="right" w:pos="8306"/>
      </w:tabs>
    </w:pPr>
  </w:style>
  <w:style w:type="paragraph" w:styleId="a7">
    <w:name w:val="footer"/>
    <w:basedOn w:val="a"/>
    <w:rsid w:val="002E31D5"/>
    <w:pPr>
      <w:tabs>
        <w:tab w:val="center" w:pos="4153"/>
        <w:tab w:val="right" w:pos="8306"/>
      </w:tabs>
    </w:pPr>
  </w:style>
  <w:style w:type="paragraph" w:styleId="a8">
    <w:name w:val="Body Text"/>
    <w:basedOn w:val="a"/>
    <w:rsid w:val="002E31D5"/>
    <w:pPr>
      <w:jc w:val="center"/>
    </w:pPr>
    <w:rPr>
      <w:sz w:val="18"/>
    </w:rPr>
  </w:style>
  <w:style w:type="paragraph" w:styleId="20">
    <w:name w:val="Body Text 2"/>
    <w:basedOn w:val="a"/>
    <w:rsid w:val="002E31D5"/>
    <w:rPr>
      <w:sz w:val="28"/>
    </w:rPr>
  </w:style>
  <w:style w:type="character" w:styleId="a9">
    <w:name w:val="page number"/>
    <w:basedOn w:val="a0"/>
    <w:rsid w:val="002E31D5"/>
  </w:style>
  <w:style w:type="paragraph" w:styleId="aa">
    <w:name w:val="Document Map"/>
    <w:basedOn w:val="a"/>
    <w:semiHidden/>
    <w:rsid w:val="00C82C9C"/>
    <w:pPr>
      <w:shd w:val="clear" w:color="auto" w:fill="000080"/>
    </w:pPr>
    <w:rPr>
      <w:rFonts w:ascii="Tahoma" w:hAnsi="Tahoma" w:cs="Tahoma"/>
    </w:rPr>
  </w:style>
  <w:style w:type="paragraph" w:styleId="31">
    <w:name w:val="Body Text 3"/>
    <w:basedOn w:val="a"/>
    <w:rsid w:val="002E31D5"/>
    <w:pPr>
      <w:spacing w:line="180" w:lineRule="auto"/>
      <w:jc w:val="center"/>
    </w:pPr>
    <w:rPr>
      <w:spacing w:val="-18"/>
    </w:rPr>
  </w:style>
  <w:style w:type="paragraph" w:styleId="ab">
    <w:name w:val="Body Text Indent"/>
    <w:basedOn w:val="a"/>
    <w:rsid w:val="002E31D5"/>
    <w:pPr>
      <w:spacing w:after="120"/>
      <w:ind w:left="283"/>
    </w:pPr>
  </w:style>
  <w:style w:type="paragraph" w:styleId="ac">
    <w:name w:val="Block Text"/>
    <w:basedOn w:val="a"/>
    <w:rsid w:val="002E31D5"/>
    <w:pPr>
      <w:tabs>
        <w:tab w:val="left" w:pos="1418"/>
      </w:tabs>
      <w:overflowPunct w:val="0"/>
      <w:autoSpaceDE w:val="0"/>
      <w:autoSpaceDN w:val="0"/>
      <w:adjustRightInd w:val="0"/>
      <w:ind w:left="-426" w:right="708"/>
      <w:textAlignment w:val="baseline"/>
    </w:pPr>
    <w:rPr>
      <w:rFonts w:ascii="Arial" w:hAnsi="Arial" w:cs="Arial"/>
      <w:sz w:val="24"/>
    </w:rPr>
  </w:style>
  <w:style w:type="paragraph" w:customStyle="1" w:styleId="100">
    <w:name w:val="Заголовок 10"/>
    <w:basedOn w:val="2"/>
    <w:rsid w:val="002E31D5"/>
    <w:rPr>
      <w:rFonts w:ascii="Arial" w:hAnsi="Arial"/>
      <w:b w:val="0"/>
      <w:sz w:val="24"/>
    </w:rPr>
  </w:style>
  <w:style w:type="paragraph" w:styleId="32">
    <w:name w:val="Body Text Indent 3"/>
    <w:basedOn w:val="a"/>
    <w:rsid w:val="002E31D5"/>
    <w:pPr>
      <w:spacing w:after="120"/>
      <w:ind w:left="283"/>
    </w:pPr>
    <w:rPr>
      <w:sz w:val="16"/>
      <w:szCs w:val="16"/>
    </w:rPr>
  </w:style>
  <w:style w:type="paragraph" w:styleId="21">
    <w:name w:val="Body Text Indent 2"/>
    <w:basedOn w:val="a"/>
    <w:rsid w:val="002E31D5"/>
    <w:pPr>
      <w:spacing w:after="120" w:line="480" w:lineRule="auto"/>
      <w:ind w:left="283"/>
    </w:pPr>
  </w:style>
  <w:style w:type="table" w:styleId="ad">
    <w:name w:val="Table Grid"/>
    <w:basedOn w:val="a1"/>
    <w:rsid w:val="009A6D2E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Normal Indent"/>
    <w:basedOn w:val="a"/>
    <w:link w:val="11"/>
    <w:rsid w:val="007C0466"/>
    <w:pPr>
      <w:ind w:firstLine="397"/>
    </w:pPr>
    <w:rPr>
      <w:rFonts w:ascii="Arial" w:hAnsi="Arial"/>
      <w:sz w:val="24"/>
    </w:rPr>
  </w:style>
  <w:style w:type="character" w:customStyle="1" w:styleId="11">
    <w:name w:val="Обычный отступ Знак1"/>
    <w:basedOn w:val="a0"/>
    <w:link w:val="ae"/>
    <w:rsid w:val="00895EED"/>
    <w:rPr>
      <w:rFonts w:ascii="Arial" w:hAnsi="Arial"/>
      <w:sz w:val="24"/>
      <w:lang w:val="ru-RU" w:eastAsia="ru-RU" w:bidi="ar-SA"/>
    </w:rPr>
  </w:style>
  <w:style w:type="character" w:customStyle="1" w:styleId="PEStyleFont3">
    <w:name w:val="PEStyleFont3"/>
    <w:basedOn w:val="a0"/>
    <w:rsid w:val="0071662F"/>
    <w:rPr>
      <w:rFonts w:ascii="Arial CYR" w:hAnsi="Arial CYR"/>
      <w:spacing w:val="0"/>
      <w:position w:val="0"/>
      <w:sz w:val="20"/>
      <w:szCs w:val="20"/>
      <w:u w:val="none"/>
    </w:rPr>
  </w:style>
  <w:style w:type="paragraph" w:styleId="af">
    <w:name w:val="Plain Text"/>
    <w:basedOn w:val="a"/>
    <w:link w:val="af0"/>
    <w:uiPriority w:val="99"/>
    <w:rsid w:val="0071662F"/>
    <w:rPr>
      <w:rFonts w:ascii="Courier New" w:hAnsi="Courier New" w:cs="Courier New"/>
    </w:rPr>
  </w:style>
  <w:style w:type="character" w:customStyle="1" w:styleId="PEStyleFont4">
    <w:name w:val="PEStyleFont4"/>
    <w:basedOn w:val="a0"/>
    <w:rsid w:val="0071662F"/>
    <w:rPr>
      <w:rFonts w:ascii="Arial CYR" w:hAnsi="Arial CYR"/>
      <w:b/>
      <w:i/>
      <w:spacing w:val="0"/>
      <w:position w:val="0"/>
      <w:sz w:val="28"/>
      <w:szCs w:val="28"/>
      <w:u w:val="none"/>
    </w:rPr>
  </w:style>
  <w:style w:type="paragraph" w:customStyle="1" w:styleId="PEStylePara2">
    <w:name w:val="PEStylePara2"/>
    <w:basedOn w:val="a"/>
    <w:next w:val="a"/>
    <w:rsid w:val="0071662F"/>
    <w:pPr>
      <w:keepNext/>
      <w:keepLines/>
      <w:jc w:val="center"/>
    </w:pPr>
    <w:rPr>
      <w:rFonts w:ascii="Courier New" w:hAnsi="Courier New" w:cs="Courier New"/>
    </w:rPr>
  </w:style>
  <w:style w:type="character" w:customStyle="1" w:styleId="PEStyleFont6">
    <w:name w:val="PEStyleFont6"/>
    <w:basedOn w:val="a0"/>
    <w:rsid w:val="0071662F"/>
    <w:rPr>
      <w:rFonts w:ascii="Arial CYR" w:hAnsi="Arial CYR"/>
      <w:b/>
      <w:spacing w:val="0"/>
      <w:position w:val="0"/>
      <w:sz w:val="16"/>
      <w:szCs w:val="16"/>
      <w:u w:val="none"/>
    </w:rPr>
  </w:style>
  <w:style w:type="character" w:customStyle="1" w:styleId="PEStyleFont8">
    <w:name w:val="PEStyleFont8"/>
    <w:basedOn w:val="a0"/>
    <w:rsid w:val="0071662F"/>
    <w:rPr>
      <w:rFonts w:ascii="Arial CYR" w:hAnsi="Arial CYR"/>
      <w:spacing w:val="0"/>
      <w:position w:val="0"/>
      <w:sz w:val="16"/>
      <w:szCs w:val="16"/>
      <w:u w:val="none"/>
    </w:rPr>
  </w:style>
  <w:style w:type="paragraph" w:customStyle="1" w:styleId="PEStylePara1">
    <w:name w:val="PEStylePara1"/>
    <w:basedOn w:val="a"/>
    <w:next w:val="a"/>
    <w:rsid w:val="0071662F"/>
    <w:pPr>
      <w:jc w:val="both"/>
    </w:pPr>
    <w:rPr>
      <w:rFonts w:ascii="Courier New" w:hAnsi="Courier New" w:cs="Courier New"/>
    </w:rPr>
  </w:style>
  <w:style w:type="character" w:customStyle="1" w:styleId="PEStyleFont7">
    <w:name w:val="PEStyleFont7"/>
    <w:basedOn w:val="a0"/>
    <w:rsid w:val="0071662F"/>
    <w:rPr>
      <w:rFonts w:ascii="Arial CYR" w:hAnsi="Arial CYR"/>
      <w:b/>
      <w:spacing w:val="0"/>
      <w:position w:val="0"/>
      <w:sz w:val="16"/>
      <w:szCs w:val="16"/>
      <w:u w:val="none"/>
    </w:rPr>
  </w:style>
  <w:style w:type="paragraph" w:customStyle="1" w:styleId="PEStylePara0">
    <w:name w:val="PEStylePara0"/>
    <w:basedOn w:val="af"/>
    <w:rsid w:val="0071662F"/>
    <w:pPr>
      <w:keepNext/>
      <w:keepLines/>
      <w:jc w:val="center"/>
    </w:pPr>
  </w:style>
  <w:style w:type="character" w:customStyle="1" w:styleId="af1">
    <w:name w:val="Обычный отступ Знак"/>
    <w:basedOn w:val="a0"/>
    <w:rsid w:val="00CF0657"/>
    <w:rPr>
      <w:rFonts w:ascii="Arial" w:hAnsi="Arial"/>
      <w:sz w:val="24"/>
      <w:lang w:val="ru-RU" w:eastAsia="ru-RU" w:bidi="ar-SA"/>
    </w:rPr>
  </w:style>
  <w:style w:type="character" w:customStyle="1" w:styleId="af2">
    <w:name w:val="Знак Знак"/>
    <w:basedOn w:val="a0"/>
    <w:locked/>
    <w:rsid w:val="00844F6B"/>
    <w:rPr>
      <w:rFonts w:ascii="Arial" w:hAnsi="Arial" w:cs="Arial"/>
      <w:sz w:val="24"/>
      <w:lang w:val="ru-RU" w:eastAsia="ru-RU" w:bidi="ar-SA"/>
    </w:rPr>
  </w:style>
  <w:style w:type="paragraph" w:customStyle="1" w:styleId="Standard">
    <w:name w:val="Standard"/>
    <w:rsid w:val="00A857BB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sz w:val="24"/>
      <w:szCs w:val="24"/>
    </w:rPr>
  </w:style>
  <w:style w:type="paragraph" w:customStyle="1" w:styleId="41">
    <w:name w:val="Заголовок 41"/>
    <w:basedOn w:val="Standard"/>
    <w:next w:val="Standard"/>
    <w:rsid w:val="00A857BB"/>
    <w:pPr>
      <w:keepNext/>
      <w:jc w:val="center"/>
      <w:outlineLvl w:val="3"/>
    </w:pPr>
    <w:rPr>
      <w:sz w:val="22"/>
      <w:szCs w:val="20"/>
      <w:u w:val="single"/>
    </w:rPr>
  </w:style>
  <w:style w:type="paragraph" w:customStyle="1" w:styleId="310">
    <w:name w:val="Заголовок 31"/>
    <w:basedOn w:val="Standard"/>
    <w:next w:val="Standard"/>
    <w:rsid w:val="00D92FEB"/>
    <w:pPr>
      <w:keepNext/>
      <w:ind w:left="288"/>
      <w:outlineLvl w:val="2"/>
    </w:pPr>
    <w:rPr>
      <w:szCs w:val="20"/>
    </w:rPr>
  </w:style>
  <w:style w:type="character" w:customStyle="1" w:styleId="WW8Num2z0">
    <w:name w:val="WW8Num2z0"/>
    <w:rsid w:val="00E7590D"/>
    <w:rPr>
      <w:rFonts w:cs="Arial"/>
    </w:rPr>
  </w:style>
  <w:style w:type="character" w:customStyle="1" w:styleId="12">
    <w:name w:val="Основной шрифт абзаца1"/>
    <w:rsid w:val="00E7590D"/>
  </w:style>
  <w:style w:type="character" w:customStyle="1" w:styleId="af3">
    <w:name w:val="Маркеры списка"/>
    <w:rsid w:val="00E7590D"/>
    <w:rPr>
      <w:rFonts w:ascii="StarSymbol" w:eastAsia="StarSymbol" w:hAnsi="StarSymbol" w:cs="StarSymbol"/>
      <w:sz w:val="18"/>
      <w:szCs w:val="18"/>
    </w:rPr>
  </w:style>
  <w:style w:type="character" w:customStyle="1" w:styleId="af4">
    <w:name w:val="Символ нумерации"/>
    <w:rsid w:val="00E7590D"/>
  </w:style>
  <w:style w:type="paragraph" w:customStyle="1" w:styleId="af5">
    <w:name w:val="Заголовок"/>
    <w:basedOn w:val="a"/>
    <w:next w:val="a8"/>
    <w:rsid w:val="00E7590D"/>
    <w:pPr>
      <w:keepNext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af6">
    <w:name w:val="List"/>
    <w:basedOn w:val="a8"/>
    <w:rsid w:val="00E7590D"/>
    <w:rPr>
      <w:rFonts w:cs="Tahoma"/>
      <w:lang w:eastAsia="ar-SA"/>
    </w:rPr>
  </w:style>
  <w:style w:type="paragraph" w:customStyle="1" w:styleId="13">
    <w:name w:val="Название1"/>
    <w:basedOn w:val="a"/>
    <w:rsid w:val="00E7590D"/>
    <w:pPr>
      <w:suppressLineNumbers/>
      <w:spacing w:before="120" w:after="120"/>
    </w:pPr>
    <w:rPr>
      <w:rFonts w:cs="Tahoma"/>
      <w:i/>
      <w:iCs/>
      <w:sz w:val="24"/>
      <w:szCs w:val="24"/>
      <w:lang w:eastAsia="ar-SA"/>
    </w:rPr>
  </w:style>
  <w:style w:type="paragraph" w:customStyle="1" w:styleId="14">
    <w:name w:val="Указатель1"/>
    <w:basedOn w:val="a"/>
    <w:rsid w:val="00E7590D"/>
    <w:pPr>
      <w:suppressLineNumbers/>
    </w:pPr>
    <w:rPr>
      <w:rFonts w:cs="Tahoma"/>
      <w:lang w:eastAsia="ar-SA"/>
    </w:rPr>
  </w:style>
  <w:style w:type="paragraph" w:customStyle="1" w:styleId="15">
    <w:name w:val="Название объекта1"/>
    <w:basedOn w:val="a"/>
    <w:next w:val="a"/>
    <w:rsid w:val="00E7590D"/>
    <w:pPr>
      <w:jc w:val="center"/>
    </w:pPr>
    <w:rPr>
      <w:rFonts w:ascii="Symbol" w:hAnsi="Symbol" w:cs="Symbol"/>
      <w:sz w:val="32"/>
      <w:lang w:eastAsia="ar-SA"/>
    </w:rPr>
  </w:style>
  <w:style w:type="paragraph" w:customStyle="1" w:styleId="210">
    <w:name w:val="Основной текст 21"/>
    <w:basedOn w:val="a"/>
    <w:rsid w:val="00E7590D"/>
    <w:rPr>
      <w:rFonts w:cs="Symbol"/>
      <w:sz w:val="28"/>
      <w:lang w:eastAsia="ar-SA"/>
    </w:rPr>
  </w:style>
  <w:style w:type="paragraph" w:customStyle="1" w:styleId="16">
    <w:name w:val="Схема документа1"/>
    <w:basedOn w:val="a"/>
    <w:rsid w:val="00E7590D"/>
    <w:pPr>
      <w:shd w:val="clear" w:color="auto" w:fill="000080"/>
    </w:pPr>
    <w:rPr>
      <w:rFonts w:ascii="Tahoma" w:hAnsi="Tahoma" w:cs="Tahoma"/>
      <w:lang w:eastAsia="ar-SA"/>
    </w:rPr>
  </w:style>
  <w:style w:type="paragraph" w:customStyle="1" w:styleId="311">
    <w:name w:val="Основной текст 31"/>
    <w:basedOn w:val="a"/>
    <w:rsid w:val="00E7590D"/>
    <w:pPr>
      <w:spacing w:line="180" w:lineRule="auto"/>
      <w:jc w:val="center"/>
    </w:pPr>
    <w:rPr>
      <w:rFonts w:cs="Symbol"/>
      <w:spacing w:val="-18"/>
      <w:lang w:eastAsia="ar-SA"/>
    </w:rPr>
  </w:style>
  <w:style w:type="paragraph" w:customStyle="1" w:styleId="17">
    <w:name w:val="Цитата1"/>
    <w:basedOn w:val="a"/>
    <w:rsid w:val="00E7590D"/>
    <w:pPr>
      <w:tabs>
        <w:tab w:val="left" w:pos="1418"/>
      </w:tabs>
      <w:overflowPunct w:val="0"/>
      <w:autoSpaceDE w:val="0"/>
      <w:ind w:left="-426" w:right="708"/>
      <w:textAlignment w:val="baseline"/>
    </w:pPr>
    <w:rPr>
      <w:rFonts w:ascii="Arial" w:hAnsi="Arial" w:cs="Arial"/>
      <w:sz w:val="24"/>
      <w:lang w:eastAsia="ar-SA"/>
    </w:rPr>
  </w:style>
  <w:style w:type="paragraph" w:customStyle="1" w:styleId="312">
    <w:name w:val="Основной текст с отступом 31"/>
    <w:basedOn w:val="a"/>
    <w:rsid w:val="00E7590D"/>
    <w:pPr>
      <w:spacing w:after="120"/>
      <w:ind w:left="283"/>
    </w:pPr>
    <w:rPr>
      <w:rFonts w:cs="Symbol"/>
      <w:sz w:val="16"/>
      <w:szCs w:val="16"/>
      <w:lang w:eastAsia="ar-SA"/>
    </w:rPr>
  </w:style>
  <w:style w:type="paragraph" w:customStyle="1" w:styleId="211">
    <w:name w:val="Основной текст с отступом 21"/>
    <w:basedOn w:val="a"/>
    <w:rsid w:val="00E7590D"/>
    <w:pPr>
      <w:spacing w:after="120" w:line="480" w:lineRule="auto"/>
      <w:ind w:left="283"/>
    </w:pPr>
    <w:rPr>
      <w:rFonts w:cs="Symbol"/>
      <w:lang w:eastAsia="ar-SA"/>
    </w:rPr>
  </w:style>
  <w:style w:type="paragraph" w:customStyle="1" w:styleId="18">
    <w:name w:val="Обычный отступ1"/>
    <w:basedOn w:val="a"/>
    <w:rsid w:val="00E7590D"/>
    <w:pPr>
      <w:ind w:firstLine="397"/>
    </w:pPr>
    <w:rPr>
      <w:rFonts w:ascii="Arial" w:hAnsi="Arial" w:cs="Symbol"/>
      <w:sz w:val="24"/>
      <w:lang w:eastAsia="ar-SA"/>
    </w:rPr>
  </w:style>
  <w:style w:type="paragraph" w:customStyle="1" w:styleId="19">
    <w:name w:val="Текст1"/>
    <w:basedOn w:val="a"/>
    <w:rsid w:val="00E7590D"/>
    <w:rPr>
      <w:rFonts w:ascii="Courier New" w:hAnsi="Courier New" w:cs="Courier New"/>
      <w:lang w:eastAsia="ar-SA"/>
    </w:rPr>
  </w:style>
  <w:style w:type="paragraph" w:customStyle="1" w:styleId="af7">
    <w:name w:val="Содержимое таблицы"/>
    <w:basedOn w:val="a"/>
    <w:rsid w:val="00E7590D"/>
    <w:pPr>
      <w:suppressLineNumbers/>
    </w:pPr>
    <w:rPr>
      <w:rFonts w:cs="Symbol"/>
      <w:lang w:eastAsia="ar-SA"/>
    </w:rPr>
  </w:style>
  <w:style w:type="paragraph" w:customStyle="1" w:styleId="af8">
    <w:name w:val="Заголовок таблицы"/>
    <w:basedOn w:val="af7"/>
    <w:rsid w:val="00E7590D"/>
    <w:pPr>
      <w:jc w:val="center"/>
    </w:pPr>
    <w:rPr>
      <w:b/>
      <w:bCs/>
    </w:rPr>
  </w:style>
  <w:style w:type="paragraph" w:customStyle="1" w:styleId="af9">
    <w:name w:val="Содержимое врезки"/>
    <w:basedOn w:val="a8"/>
    <w:rsid w:val="00E7590D"/>
    <w:rPr>
      <w:rFonts w:cs="Symbol"/>
      <w:lang w:eastAsia="ar-SA"/>
    </w:rPr>
  </w:style>
  <w:style w:type="paragraph" w:customStyle="1" w:styleId="1a">
    <w:name w:val="заголовок 1"/>
    <w:basedOn w:val="a"/>
    <w:next w:val="a"/>
    <w:uiPriority w:val="99"/>
    <w:rsid w:val="00E7590D"/>
    <w:pPr>
      <w:keepNext/>
      <w:widowControl w:val="0"/>
      <w:suppressAutoHyphens/>
      <w:jc w:val="center"/>
    </w:pPr>
    <w:rPr>
      <w:sz w:val="24"/>
      <w:lang w:eastAsia="ar-SA"/>
    </w:rPr>
  </w:style>
  <w:style w:type="character" w:customStyle="1" w:styleId="a6">
    <w:name w:val="Верхний колонтитул Знак"/>
    <w:basedOn w:val="a0"/>
    <w:link w:val="a5"/>
    <w:locked/>
    <w:rsid w:val="009800C1"/>
    <w:rPr>
      <w:rFonts w:ascii="Times New Roman" w:eastAsia="Times New Roman" w:hAnsi="Times New Roman"/>
    </w:rPr>
  </w:style>
  <w:style w:type="paragraph" w:customStyle="1" w:styleId="22">
    <w:name w:val="Обычный2"/>
    <w:link w:val="afa"/>
    <w:uiPriority w:val="99"/>
    <w:rsid w:val="007C2473"/>
    <w:pPr>
      <w:widowControl w:val="0"/>
    </w:pPr>
    <w:rPr>
      <w:rFonts w:ascii="Times New Roman" w:eastAsia="Times New Roman" w:hAnsi="Times New Roman"/>
      <w:lang w:val="en-GB"/>
    </w:rPr>
  </w:style>
  <w:style w:type="character" w:customStyle="1" w:styleId="afa">
    <w:name w:val="Обычный Знак"/>
    <w:basedOn w:val="a0"/>
    <w:link w:val="22"/>
    <w:uiPriority w:val="99"/>
    <w:locked/>
    <w:rsid w:val="007C2473"/>
    <w:rPr>
      <w:rFonts w:ascii="Times New Roman" w:eastAsia="Times New Roman" w:hAnsi="Times New Roman"/>
      <w:lang w:val="en-GB" w:eastAsia="ru-RU" w:bidi="ar-SA"/>
    </w:rPr>
  </w:style>
  <w:style w:type="paragraph" w:customStyle="1" w:styleId="afb">
    <w:name w:val="Чертежный"/>
    <w:rsid w:val="00CD49EB"/>
    <w:pPr>
      <w:jc w:val="both"/>
    </w:pPr>
    <w:rPr>
      <w:rFonts w:ascii="ISOCPEUR" w:eastAsia="Times New Roman" w:hAnsi="ISOCPEUR"/>
      <w:i/>
      <w:sz w:val="28"/>
      <w:lang w:val="uk-UA"/>
    </w:rPr>
  </w:style>
  <w:style w:type="paragraph" w:styleId="afc">
    <w:name w:val="Title"/>
    <w:basedOn w:val="a"/>
    <w:link w:val="afd"/>
    <w:qFormat/>
    <w:rsid w:val="00CD49EB"/>
    <w:pPr>
      <w:jc w:val="center"/>
    </w:pPr>
    <w:rPr>
      <w:rFonts w:eastAsia="Прямой Проп"/>
      <w:b/>
      <w:sz w:val="28"/>
      <w:lang w:val="en-US"/>
    </w:rPr>
  </w:style>
  <w:style w:type="character" w:customStyle="1" w:styleId="afd">
    <w:name w:val="Название Знак"/>
    <w:basedOn w:val="a0"/>
    <w:link w:val="afc"/>
    <w:rsid w:val="00CD49EB"/>
    <w:rPr>
      <w:rFonts w:ascii="Times New Roman" w:eastAsia="Прямой Проп" w:hAnsi="Times New Roman"/>
      <w:b/>
      <w:sz w:val="28"/>
      <w:lang w:val="en-US"/>
    </w:rPr>
  </w:style>
  <w:style w:type="paragraph" w:customStyle="1" w:styleId="40">
    <w:name w:val="4 Знак Знак Знак Знак"/>
    <w:basedOn w:val="a"/>
    <w:uiPriority w:val="99"/>
    <w:rsid w:val="002820FE"/>
    <w:pPr>
      <w:spacing w:after="160" w:line="240" w:lineRule="exact"/>
    </w:pPr>
    <w:rPr>
      <w:lang w:val="en-US" w:eastAsia="en-US"/>
    </w:rPr>
  </w:style>
  <w:style w:type="character" w:customStyle="1" w:styleId="30">
    <w:name w:val="Заголовок 3 Знак"/>
    <w:basedOn w:val="a0"/>
    <w:link w:val="3"/>
    <w:uiPriority w:val="9"/>
    <w:locked/>
    <w:rsid w:val="002820FE"/>
    <w:rPr>
      <w:rFonts w:ascii="Times New Roman" w:eastAsia="Times New Roman" w:hAnsi="Times New Roman"/>
      <w:b/>
      <w:sz w:val="18"/>
    </w:rPr>
  </w:style>
  <w:style w:type="paragraph" w:customStyle="1" w:styleId="33">
    <w:name w:val="заголовок 3"/>
    <w:basedOn w:val="22"/>
    <w:next w:val="22"/>
    <w:uiPriority w:val="99"/>
    <w:rsid w:val="00A56108"/>
    <w:pPr>
      <w:keepNext/>
      <w:jc w:val="center"/>
    </w:pPr>
    <w:rPr>
      <w:rFonts w:ascii="Arial" w:hAnsi="Arial" w:cs="Arial"/>
      <w:b/>
      <w:bCs/>
      <w:sz w:val="24"/>
      <w:szCs w:val="24"/>
    </w:rPr>
  </w:style>
  <w:style w:type="paragraph" w:styleId="afe">
    <w:name w:val="List Paragraph"/>
    <w:basedOn w:val="a"/>
    <w:uiPriority w:val="34"/>
    <w:qFormat/>
    <w:rsid w:val="00A56108"/>
    <w:pPr>
      <w:ind w:left="720"/>
      <w:contextualSpacing/>
    </w:pPr>
  </w:style>
  <w:style w:type="character" w:customStyle="1" w:styleId="af0">
    <w:name w:val="Текст Знак"/>
    <w:basedOn w:val="a0"/>
    <w:link w:val="af"/>
    <w:uiPriority w:val="99"/>
    <w:locked/>
    <w:rsid w:val="00225BCF"/>
    <w:rPr>
      <w:rFonts w:ascii="Courier New" w:eastAsia="Times New Roman" w:hAnsi="Courier New" w:cs="Courier New"/>
    </w:rPr>
  </w:style>
  <w:style w:type="paragraph" w:styleId="aff">
    <w:name w:val="No Spacing"/>
    <w:link w:val="aff0"/>
    <w:uiPriority w:val="1"/>
    <w:qFormat/>
    <w:rsid w:val="00EE7CED"/>
    <w:rPr>
      <w:rFonts w:ascii="Calibri" w:eastAsia="Calibri" w:hAnsi="Calibri"/>
      <w:sz w:val="24"/>
      <w:szCs w:val="24"/>
      <w:lang w:eastAsia="en-US"/>
    </w:rPr>
  </w:style>
  <w:style w:type="character" w:customStyle="1" w:styleId="aff0">
    <w:name w:val="Без интервала Знак"/>
    <w:basedOn w:val="a0"/>
    <w:link w:val="aff"/>
    <w:uiPriority w:val="1"/>
    <w:rsid w:val="00EE7CED"/>
    <w:rPr>
      <w:rFonts w:ascii="Calibri" w:eastAsia="Calibri" w:hAnsi="Calibri"/>
      <w:sz w:val="24"/>
      <w:szCs w:val="24"/>
      <w:lang w:eastAsia="en-US"/>
    </w:rPr>
  </w:style>
  <w:style w:type="paragraph" w:styleId="aff1">
    <w:name w:val="Balloon Text"/>
    <w:basedOn w:val="a"/>
    <w:link w:val="aff2"/>
    <w:rsid w:val="001642E9"/>
    <w:rPr>
      <w:rFonts w:ascii="Tahoma" w:hAnsi="Tahoma" w:cs="Tahoma"/>
      <w:sz w:val="16"/>
      <w:szCs w:val="16"/>
    </w:rPr>
  </w:style>
  <w:style w:type="character" w:customStyle="1" w:styleId="aff2">
    <w:name w:val="Текст выноски Знак"/>
    <w:basedOn w:val="a0"/>
    <w:link w:val="aff1"/>
    <w:rsid w:val="001642E9"/>
    <w:rPr>
      <w:rFonts w:ascii="Tahoma" w:eastAsia="Times New Roman" w:hAnsi="Tahoma" w:cs="Tahoma"/>
      <w:sz w:val="16"/>
      <w:szCs w:val="16"/>
    </w:rPr>
  </w:style>
  <w:style w:type="character" w:customStyle="1" w:styleId="text1">
    <w:name w:val="text1"/>
    <w:basedOn w:val="a0"/>
    <w:rsid w:val="00D74122"/>
    <w:rPr>
      <w:rFonts w:ascii="Arial" w:hAnsi="Arial" w:cs="Arial" w:hint="default"/>
      <w:sz w:val="13"/>
      <w:szCs w:val="13"/>
    </w:rPr>
  </w:style>
  <w:style w:type="character" w:styleId="aff3">
    <w:name w:val="annotation reference"/>
    <w:basedOn w:val="a0"/>
    <w:uiPriority w:val="99"/>
    <w:semiHidden/>
    <w:unhideWhenUsed/>
    <w:rsid w:val="00833286"/>
    <w:rPr>
      <w:sz w:val="16"/>
      <w:szCs w:val="16"/>
    </w:rPr>
  </w:style>
  <w:style w:type="paragraph" w:styleId="aff4">
    <w:name w:val="annotation text"/>
    <w:basedOn w:val="a"/>
    <w:link w:val="aff5"/>
    <w:uiPriority w:val="99"/>
    <w:semiHidden/>
    <w:unhideWhenUsed/>
    <w:rsid w:val="00833286"/>
  </w:style>
  <w:style w:type="character" w:customStyle="1" w:styleId="aff5">
    <w:name w:val="Текст примечания Знак"/>
    <w:basedOn w:val="a0"/>
    <w:link w:val="aff4"/>
    <w:uiPriority w:val="99"/>
    <w:semiHidden/>
    <w:rsid w:val="00833286"/>
    <w:rPr>
      <w:rFonts w:ascii="Times New Roman" w:eastAsia="Times New Roman" w:hAnsi="Times New Roman"/>
    </w:rPr>
  </w:style>
  <w:style w:type="paragraph" w:styleId="aff6">
    <w:name w:val="annotation subject"/>
    <w:basedOn w:val="aff4"/>
    <w:next w:val="aff4"/>
    <w:link w:val="aff7"/>
    <w:semiHidden/>
    <w:unhideWhenUsed/>
    <w:rsid w:val="00833286"/>
    <w:rPr>
      <w:b/>
      <w:bCs/>
    </w:rPr>
  </w:style>
  <w:style w:type="character" w:customStyle="1" w:styleId="aff7">
    <w:name w:val="Тема примечания Знак"/>
    <w:basedOn w:val="aff5"/>
    <w:link w:val="aff6"/>
    <w:semiHidden/>
    <w:rsid w:val="00833286"/>
    <w:rPr>
      <w:rFonts w:ascii="Times New Roman" w:eastAsia="Times New Roman" w:hAnsi="Times New Roman"/>
      <w:b/>
      <w:bCs/>
    </w:rPr>
  </w:style>
  <w:style w:type="character" w:customStyle="1" w:styleId="10">
    <w:name w:val="Заголовок 1 Знак"/>
    <w:basedOn w:val="a0"/>
    <w:link w:val="1"/>
    <w:rsid w:val="004E676F"/>
    <w:rPr>
      <w:rFonts w:ascii="Times New Roman" w:eastAsia="Times New Roman" w:hAnsi="Times New Roman"/>
      <w:sz w:val="32"/>
    </w:rPr>
  </w:style>
  <w:style w:type="paragraph" w:customStyle="1" w:styleId="Style7">
    <w:name w:val="Style7"/>
    <w:basedOn w:val="a"/>
    <w:uiPriority w:val="99"/>
    <w:rsid w:val="003D5CBF"/>
    <w:pPr>
      <w:widowControl w:val="0"/>
      <w:autoSpaceDE w:val="0"/>
      <w:autoSpaceDN w:val="0"/>
      <w:adjustRightInd w:val="0"/>
      <w:jc w:val="both"/>
    </w:pPr>
    <w:rPr>
      <w:rFonts w:eastAsiaTheme="minorEastAsia"/>
      <w:sz w:val="24"/>
      <w:szCs w:val="24"/>
    </w:rPr>
  </w:style>
  <w:style w:type="paragraph" w:customStyle="1" w:styleId="Style93">
    <w:name w:val="Style93"/>
    <w:basedOn w:val="a"/>
    <w:uiPriority w:val="99"/>
    <w:rsid w:val="003D5CBF"/>
    <w:pPr>
      <w:widowControl w:val="0"/>
      <w:autoSpaceDE w:val="0"/>
      <w:autoSpaceDN w:val="0"/>
      <w:adjustRightInd w:val="0"/>
      <w:spacing w:line="325" w:lineRule="exact"/>
      <w:ind w:firstLine="720"/>
      <w:jc w:val="both"/>
    </w:pPr>
    <w:rPr>
      <w:rFonts w:eastAsiaTheme="minorEastAsia"/>
      <w:sz w:val="24"/>
      <w:szCs w:val="24"/>
    </w:rPr>
  </w:style>
  <w:style w:type="character" w:customStyle="1" w:styleId="FontStyle115">
    <w:name w:val="Font Style115"/>
    <w:basedOn w:val="a0"/>
    <w:uiPriority w:val="99"/>
    <w:rsid w:val="003D5CBF"/>
    <w:rPr>
      <w:rFonts w:ascii="Times New Roman" w:hAnsi="Times New Roman" w:cs="Times New Roman"/>
      <w:sz w:val="26"/>
      <w:szCs w:val="26"/>
    </w:rPr>
  </w:style>
  <w:style w:type="character" w:customStyle="1" w:styleId="FontStyle116">
    <w:name w:val="Font Style116"/>
    <w:basedOn w:val="a0"/>
    <w:uiPriority w:val="99"/>
    <w:rsid w:val="003D5CBF"/>
    <w:rPr>
      <w:rFonts w:ascii="Times New Roman" w:hAnsi="Times New Roman" w:cs="Times New Roman"/>
      <w:b/>
      <w:bCs/>
      <w:sz w:val="26"/>
      <w:szCs w:val="26"/>
    </w:rPr>
  </w:style>
  <w:style w:type="paragraph" w:customStyle="1" w:styleId="Style20">
    <w:name w:val="Style20"/>
    <w:basedOn w:val="a"/>
    <w:uiPriority w:val="99"/>
    <w:rsid w:val="003D5CBF"/>
    <w:pPr>
      <w:widowControl w:val="0"/>
      <w:autoSpaceDE w:val="0"/>
      <w:autoSpaceDN w:val="0"/>
      <w:adjustRightInd w:val="0"/>
      <w:spacing w:line="317" w:lineRule="exact"/>
    </w:pPr>
    <w:rPr>
      <w:rFonts w:eastAsiaTheme="minorEastAsia"/>
      <w:sz w:val="24"/>
      <w:szCs w:val="24"/>
    </w:rPr>
  </w:style>
  <w:style w:type="paragraph" w:customStyle="1" w:styleId="Style72">
    <w:name w:val="Style72"/>
    <w:basedOn w:val="a"/>
    <w:uiPriority w:val="99"/>
    <w:rsid w:val="003D5CBF"/>
    <w:pPr>
      <w:widowControl w:val="0"/>
      <w:autoSpaceDE w:val="0"/>
      <w:autoSpaceDN w:val="0"/>
      <w:adjustRightInd w:val="0"/>
      <w:spacing w:line="326" w:lineRule="exact"/>
    </w:pPr>
    <w:rPr>
      <w:rFonts w:eastAsiaTheme="minorEastAsia"/>
      <w:sz w:val="24"/>
      <w:szCs w:val="24"/>
    </w:rPr>
  </w:style>
  <w:style w:type="paragraph" w:customStyle="1" w:styleId="Style94">
    <w:name w:val="Style94"/>
    <w:basedOn w:val="a"/>
    <w:uiPriority w:val="99"/>
    <w:rsid w:val="003D5CBF"/>
    <w:pPr>
      <w:widowControl w:val="0"/>
      <w:autoSpaceDE w:val="0"/>
      <w:autoSpaceDN w:val="0"/>
      <w:adjustRightInd w:val="0"/>
      <w:spacing w:line="322" w:lineRule="exact"/>
      <w:ind w:firstLine="710"/>
    </w:pPr>
    <w:rPr>
      <w:rFonts w:eastAsiaTheme="minorEastAsia"/>
      <w:sz w:val="24"/>
      <w:szCs w:val="24"/>
    </w:rPr>
  </w:style>
  <w:style w:type="paragraph" w:customStyle="1" w:styleId="Style95">
    <w:name w:val="Style95"/>
    <w:basedOn w:val="a"/>
    <w:uiPriority w:val="99"/>
    <w:rsid w:val="003D5CBF"/>
    <w:pPr>
      <w:widowControl w:val="0"/>
      <w:autoSpaceDE w:val="0"/>
      <w:autoSpaceDN w:val="0"/>
      <w:adjustRightInd w:val="0"/>
      <w:spacing w:line="326" w:lineRule="exact"/>
      <w:jc w:val="both"/>
    </w:pPr>
    <w:rPr>
      <w:rFonts w:eastAsiaTheme="minorEastAsia"/>
      <w:sz w:val="24"/>
      <w:szCs w:val="24"/>
    </w:rPr>
  </w:style>
  <w:style w:type="paragraph" w:customStyle="1" w:styleId="Style73">
    <w:name w:val="Style73"/>
    <w:basedOn w:val="a"/>
    <w:uiPriority w:val="99"/>
    <w:rsid w:val="005E1A9C"/>
    <w:pPr>
      <w:widowControl w:val="0"/>
      <w:autoSpaceDE w:val="0"/>
      <w:autoSpaceDN w:val="0"/>
      <w:adjustRightInd w:val="0"/>
      <w:spacing w:line="643" w:lineRule="exact"/>
      <w:jc w:val="both"/>
    </w:pPr>
    <w:rPr>
      <w:rFonts w:eastAsiaTheme="minorEastAsia"/>
      <w:sz w:val="24"/>
      <w:szCs w:val="24"/>
    </w:rPr>
  </w:style>
  <w:style w:type="paragraph" w:customStyle="1" w:styleId="Style6">
    <w:name w:val="Style6"/>
    <w:basedOn w:val="a"/>
    <w:uiPriority w:val="99"/>
    <w:rsid w:val="005E1A9C"/>
    <w:pPr>
      <w:widowControl w:val="0"/>
      <w:autoSpaceDE w:val="0"/>
      <w:autoSpaceDN w:val="0"/>
      <w:adjustRightInd w:val="0"/>
      <w:jc w:val="both"/>
    </w:pPr>
    <w:rPr>
      <w:rFonts w:eastAsiaTheme="minorEastAsia"/>
      <w:sz w:val="24"/>
      <w:szCs w:val="24"/>
    </w:rPr>
  </w:style>
  <w:style w:type="character" w:customStyle="1" w:styleId="FontStyle34">
    <w:name w:val="Font Style34"/>
    <w:rsid w:val="003F3433"/>
    <w:rPr>
      <w:rFonts w:ascii="Times New Roman" w:hAnsi="Times New Roman" w:cs="Times New Roman"/>
      <w:spacing w:val="10"/>
      <w:sz w:val="20"/>
      <w:szCs w:val="20"/>
    </w:rPr>
  </w:style>
  <w:style w:type="paragraph" w:customStyle="1" w:styleId="Style9">
    <w:name w:val="Style9"/>
    <w:basedOn w:val="a"/>
    <w:rsid w:val="003F3433"/>
    <w:pPr>
      <w:widowControl w:val="0"/>
      <w:autoSpaceDE w:val="0"/>
      <w:autoSpaceDN w:val="0"/>
      <w:adjustRightInd w:val="0"/>
      <w:spacing w:line="259" w:lineRule="exact"/>
      <w:jc w:val="both"/>
    </w:pPr>
    <w:rPr>
      <w:sz w:val="24"/>
      <w:szCs w:val="24"/>
    </w:rPr>
  </w:style>
  <w:style w:type="character" w:customStyle="1" w:styleId="FontStyle92">
    <w:name w:val="Font Style92"/>
    <w:uiPriority w:val="99"/>
    <w:rsid w:val="003F3433"/>
    <w:rPr>
      <w:rFonts w:ascii="Times New Roman" w:hAnsi="Times New Roman" w:cs="Times New Roman" w:hint="default"/>
      <w:sz w:val="26"/>
      <w:szCs w:val="26"/>
    </w:rPr>
  </w:style>
  <w:style w:type="paragraph" w:customStyle="1" w:styleId="Style43">
    <w:name w:val="Style43"/>
    <w:basedOn w:val="a"/>
    <w:uiPriority w:val="99"/>
    <w:rsid w:val="003F3433"/>
    <w:pPr>
      <w:widowControl w:val="0"/>
      <w:autoSpaceDE w:val="0"/>
      <w:autoSpaceDN w:val="0"/>
      <w:adjustRightInd w:val="0"/>
      <w:spacing w:line="326" w:lineRule="exact"/>
      <w:jc w:val="both"/>
    </w:pPr>
    <w:rPr>
      <w:sz w:val="24"/>
      <w:szCs w:val="24"/>
    </w:rPr>
  </w:style>
  <w:style w:type="paragraph" w:customStyle="1" w:styleId="Style29">
    <w:name w:val="Style29"/>
    <w:basedOn w:val="a"/>
    <w:uiPriority w:val="99"/>
    <w:rsid w:val="003F3433"/>
    <w:pPr>
      <w:widowControl w:val="0"/>
      <w:autoSpaceDE w:val="0"/>
      <w:autoSpaceDN w:val="0"/>
      <w:adjustRightInd w:val="0"/>
      <w:spacing w:line="278" w:lineRule="exact"/>
      <w:jc w:val="both"/>
    </w:pPr>
    <w:rPr>
      <w:sz w:val="24"/>
      <w:szCs w:val="24"/>
    </w:rPr>
  </w:style>
  <w:style w:type="paragraph" w:customStyle="1" w:styleId="Style31">
    <w:name w:val="Style31"/>
    <w:basedOn w:val="a"/>
    <w:uiPriority w:val="99"/>
    <w:rsid w:val="003F3433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59">
    <w:name w:val="Style59"/>
    <w:basedOn w:val="a"/>
    <w:uiPriority w:val="99"/>
    <w:rsid w:val="003F3433"/>
    <w:pPr>
      <w:widowControl w:val="0"/>
      <w:autoSpaceDE w:val="0"/>
      <w:autoSpaceDN w:val="0"/>
      <w:adjustRightInd w:val="0"/>
      <w:jc w:val="right"/>
    </w:pPr>
    <w:rPr>
      <w:sz w:val="24"/>
      <w:szCs w:val="24"/>
    </w:rPr>
  </w:style>
  <w:style w:type="character" w:customStyle="1" w:styleId="FontStyle105">
    <w:name w:val="Font Style105"/>
    <w:uiPriority w:val="99"/>
    <w:rsid w:val="003F3433"/>
    <w:rPr>
      <w:rFonts w:ascii="Times New Roman" w:hAnsi="Times New Roman" w:cs="Times New Roman" w:hint="default"/>
      <w:b/>
      <w:bCs/>
      <w:sz w:val="16"/>
      <w:szCs w:val="16"/>
    </w:rPr>
  </w:style>
  <w:style w:type="paragraph" w:customStyle="1" w:styleId="Style76">
    <w:name w:val="Style76"/>
    <w:basedOn w:val="a"/>
    <w:uiPriority w:val="99"/>
    <w:rsid w:val="003F3433"/>
    <w:pPr>
      <w:widowControl w:val="0"/>
      <w:autoSpaceDE w:val="0"/>
      <w:autoSpaceDN w:val="0"/>
      <w:adjustRightInd w:val="0"/>
      <w:spacing w:line="322" w:lineRule="exact"/>
      <w:ind w:firstLine="720"/>
    </w:pPr>
    <w:rPr>
      <w:sz w:val="24"/>
      <w:szCs w:val="24"/>
    </w:rPr>
  </w:style>
  <w:style w:type="character" w:customStyle="1" w:styleId="FontStyle84">
    <w:name w:val="Font Style84"/>
    <w:uiPriority w:val="99"/>
    <w:rsid w:val="003F3433"/>
    <w:rPr>
      <w:rFonts w:ascii="Times New Roman" w:hAnsi="Times New Roman" w:cs="Times New Roman" w:hint="default"/>
      <w:b/>
      <w:bCs/>
      <w:sz w:val="26"/>
      <w:szCs w:val="26"/>
    </w:rPr>
  </w:style>
  <w:style w:type="paragraph" w:customStyle="1" w:styleId="1b">
    <w:name w:val="Стиль1"/>
    <w:basedOn w:val="Style93"/>
    <w:qFormat/>
    <w:rsid w:val="000D0C95"/>
    <w:pPr>
      <w:widowControl/>
      <w:spacing w:line="240" w:lineRule="auto"/>
      <w:ind w:left="142" w:firstLine="425"/>
    </w:pPr>
    <w:rPr>
      <w:sz w:val="28"/>
      <w:szCs w:val="28"/>
    </w:rPr>
  </w:style>
  <w:style w:type="character" w:customStyle="1" w:styleId="apple-converted-space">
    <w:name w:val="apple-converted-space"/>
    <w:basedOn w:val="a0"/>
    <w:rsid w:val="008B721D"/>
  </w:style>
  <w:style w:type="paragraph" w:customStyle="1" w:styleId="Style42">
    <w:name w:val="Style42"/>
    <w:basedOn w:val="a"/>
    <w:uiPriority w:val="99"/>
    <w:rsid w:val="0027480E"/>
    <w:pPr>
      <w:widowControl w:val="0"/>
      <w:autoSpaceDE w:val="0"/>
      <w:autoSpaceDN w:val="0"/>
      <w:adjustRightInd w:val="0"/>
      <w:jc w:val="center"/>
    </w:pPr>
    <w:rPr>
      <w:rFonts w:eastAsiaTheme="minorEastAsia"/>
      <w:sz w:val="24"/>
      <w:szCs w:val="24"/>
    </w:rPr>
  </w:style>
  <w:style w:type="paragraph" w:customStyle="1" w:styleId="Style55">
    <w:name w:val="Style55"/>
    <w:basedOn w:val="a"/>
    <w:uiPriority w:val="99"/>
    <w:rsid w:val="0027480E"/>
    <w:pPr>
      <w:widowControl w:val="0"/>
      <w:autoSpaceDE w:val="0"/>
      <w:autoSpaceDN w:val="0"/>
      <w:adjustRightInd w:val="0"/>
      <w:spacing w:line="322" w:lineRule="exact"/>
    </w:pPr>
    <w:rPr>
      <w:rFonts w:eastAsiaTheme="minorEastAsia"/>
      <w:sz w:val="24"/>
      <w:szCs w:val="24"/>
    </w:rPr>
  </w:style>
  <w:style w:type="paragraph" w:customStyle="1" w:styleId="Style74">
    <w:name w:val="Style74"/>
    <w:basedOn w:val="a"/>
    <w:uiPriority w:val="99"/>
    <w:rsid w:val="0027480E"/>
    <w:pPr>
      <w:widowControl w:val="0"/>
      <w:autoSpaceDE w:val="0"/>
      <w:autoSpaceDN w:val="0"/>
      <w:adjustRightInd w:val="0"/>
      <w:spacing w:line="322" w:lineRule="exact"/>
      <w:jc w:val="center"/>
    </w:pPr>
    <w:rPr>
      <w:rFonts w:eastAsiaTheme="minorEastAsia"/>
      <w:sz w:val="24"/>
      <w:szCs w:val="24"/>
    </w:rPr>
  </w:style>
  <w:style w:type="character" w:customStyle="1" w:styleId="FontStyle118">
    <w:name w:val="Font Style118"/>
    <w:basedOn w:val="a0"/>
    <w:uiPriority w:val="99"/>
    <w:rsid w:val="0027480E"/>
    <w:rPr>
      <w:rFonts w:ascii="Times New Roman" w:hAnsi="Times New Roman" w:cs="Times New Roman"/>
      <w:sz w:val="22"/>
      <w:szCs w:val="22"/>
    </w:rPr>
  </w:style>
  <w:style w:type="paragraph" w:styleId="aff8">
    <w:name w:val="Normal (Web)"/>
    <w:basedOn w:val="a"/>
    <w:uiPriority w:val="99"/>
    <w:unhideWhenUsed/>
    <w:rsid w:val="006D0668"/>
    <w:pPr>
      <w:spacing w:after="150"/>
    </w:pPr>
    <w:rPr>
      <w:sz w:val="24"/>
      <w:szCs w:val="24"/>
    </w:rPr>
  </w:style>
  <w:style w:type="character" w:customStyle="1" w:styleId="sobi2listingfieldstreet">
    <w:name w:val="sobi2listing_field_street"/>
    <w:basedOn w:val="a0"/>
    <w:rsid w:val="006D0668"/>
  </w:style>
  <w:style w:type="paragraph" w:customStyle="1" w:styleId="sobi2itemtitle">
    <w:name w:val="sobi2itemtitle"/>
    <w:basedOn w:val="a"/>
    <w:rsid w:val="006D0668"/>
    <w:pPr>
      <w:spacing w:before="75"/>
      <w:ind w:left="75"/>
    </w:pPr>
    <w:rPr>
      <w:sz w:val="24"/>
      <w:szCs w:val="24"/>
    </w:rPr>
  </w:style>
  <w:style w:type="character" w:styleId="aff9">
    <w:name w:val="Hyperlink"/>
    <w:basedOn w:val="a0"/>
    <w:uiPriority w:val="99"/>
    <w:unhideWhenUsed/>
    <w:rsid w:val="00E7667A"/>
    <w:rPr>
      <w:color w:val="0000FF"/>
      <w:u w:val="single"/>
    </w:rPr>
  </w:style>
  <w:style w:type="paragraph" w:styleId="23">
    <w:name w:val="toc 2"/>
    <w:basedOn w:val="a"/>
    <w:next w:val="a"/>
    <w:autoRedefine/>
    <w:uiPriority w:val="39"/>
    <w:unhideWhenUsed/>
    <w:rsid w:val="006B47BF"/>
    <w:pPr>
      <w:tabs>
        <w:tab w:val="left" w:pos="567"/>
        <w:tab w:val="right" w:leader="dot" w:pos="10065"/>
      </w:tabs>
      <w:spacing w:after="100" w:line="240" w:lineRule="exact"/>
      <w:ind w:left="709" w:hanging="509"/>
    </w:pPr>
    <w:rPr>
      <w:b/>
      <w:noProof/>
      <w:sz w:val="28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Symbol" w:eastAsia="Symbol" w:hAnsi="Symbol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2" w:uiPriority="39"/>
    <w:lsdException w:name="annotation text" w:uiPriority="99"/>
    <w:lsdException w:name="caption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Plain Text" w:uiPriority="99"/>
    <w:lsdException w:name="Normal (Web)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0AC4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qFormat/>
    <w:rsid w:val="002E31D5"/>
    <w:pPr>
      <w:keepNext/>
      <w:ind w:firstLine="567"/>
      <w:jc w:val="both"/>
      <w:outlineLvl w:val="0"/>
    </w:pPr>
    <w:rPr>
      <w:sz w:val="32"/>
    </w:rPr>
  </w:style>
  <w:style w:type="paragraph" w:styleId="2">
    <w:name w:val="heading 2"/>
    <w:basedOn w:val="a"/>
    <w:next w:val="a"/>
    <w:qFormat/>
    <w:rsid w:val="002E31D5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2E31D5"/>
    <w:pPr>
      <w:keepNext/>
      <w:jc w:val="center"/>
      <w:outlineLvl w:val="2"/>
    </w:pPr>
    <w:rPr>
      <w:b/>
      <w:sz w:val="18"/>
    </w:rPr>
  </w:style>
  <w:style w:type="paragraph" w:styleId="4">
    <w:name w:val="heading 4"/>
    <w:basedOn w:val="a"/>
    <w:next w:val="a"/>
    <w:qFormat/>
    <w:rsid w:val="002E31D5"/>
    <w:pPr>
      <w:keepNext/>
      <w:tabs>
        <w:tab w:val="left" w:pos="1559"/>
      </w:tabs>
      <w:ind w:left="-142"/>
      <w:jc w:val="center"/>
      <w:outlineLvl w:val="3"/>
    </w:pPr>
    <w:rPr>
      <w:b/>
      <w:sz w:val="28"/>
    </w:rPr>
  </w:style>
  <w:style w:type="paragraph" w:styleId="5">
    <w:name w:val="heading 5"/>
    <w:basedOn w:val="a"/>
    <w:next w:val="a"/>
    <w:qFormat/>
    <w:rsid w:val="002E31D5"/>
    <w:pPr>
      <w:keepNext/>
      <w:tabs>
        <w:tab w:val="left" w:pos="859"/>
      </w:tabs>
      <w:ind w:right="-213" w:hanging="133"/>
      <w:jc w:val="center"/>
      <w:outlineLvl w:val="4"/>
    </w:pPr>
    <w:rPr>
      <w:b/>
      <w:sz w:val="28"/>
    </w:rPr>
  </w:style>
  <w:style w:type="paragraph" w:styleId="6">
    <w:name w:val="heading 6"/>
    <w:basedOn w:val="a"/>
    <w:next w:val="a"/>
    <w:qFormat/>
    <w:rsid w:val="002E31D5"/>
    <w:pPr>
      <w:keepNext/>
      <w:outlineLvl w:val="5"/>
    </w:pPr>
    <w:rPr>
      <w:sz w:val="28"/>
    </w:rPr>
  </w:style>
  <w:style w:type="paragraph" w:styleId="7">
    <w:name w:val="heading 7"/>
    <w:basedOn w:val="a"/>
    <w:next w:val="a"/>
    <w:qFormat/>
    <w:rsid w:val="002E31D5"/>
    <w:pPr>
      <w:keepNext/>
      <w:outlineLvl w:val="6"/>
    </w:pPr>
    <w:rPr>
      <w:b/>
      <w:sz w:val="28"/>
      <w:u w:val="single"/>
    </w:rPr>
  </w:style>
  <w:style w:type="paragraph" w:styleId="8">
    <w:name w:val="heading 8"/>
    <w:basedOn w:val="a"/>
    <w:next w:val="a"/>
    <w:qFormat/>
    <w:rsid w:val="002E31D5"/>
    <w:pPr>
      <w:keepNext/>
      <w:jc w:val="center"/>
      <w:outlineLvl w:val="7"/>
    </w:pPr>
    <w:rPr>
      <w:u w:val="single"/>
    </w:rPr>
  </w:style>
  <w:style w:type="paragraph" w:styleId="9">
    <w:name w:val="heading 9"/>
    <w:basedOn w:val="a"/>
    <w:next w:val="a"/>
    <w:qFormat/>
    <w:rsid w:val="002E31D5"/>
    <w:pPr>
      <w:keepNext/>
      <w:jc w:val="center"/>
      <w:outlineLvl w:val="8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2E31D5"/>
    <w:rPr>
      <w:b/>
    </w:rPr>
  </w:style>
  <w:style w:type="paragraph" w:styleId="a4">
    <w:name w:val="caption"/>
    <w:basedOn w:val="a"/>
    <w:next w:val="a"/>
    <w:qFormat/>
    <w:rsid w:val="002E31D5"/>
    <w:pPr>
      <w:framePr w:w="10182" w:h="14716" w:hSpace="141" w:wrap="around" w:vAnchor="text" w:hAnchor="page" w:x="1383" w:y="362"/>
      <w:jc w:val="center"/>
    </w:pPr>
    <w:rPr>
      <w:rFonts w:ascii="Symbol" w:hAnsi="Symbol"/>
      <w:sz w:val="32"/>
    </w:rPr>
  </w:style>
  <w:style w:type="paragraph" w:styleId="a5">
    <w:name w:val="header"/>
    <w:basedOn w:val="a"/>
    <w:link w:val="a6"/>
    <w:rsid w:val="002E31D5"/>
    <w:pPr>
      <w:tabs>
        <w:tab w:val="center" w:pos="4153"/>
        <w:tab w:val="right" w:pos="8306"/>
      </w:tabs>
    </w:pPr>
  </w:style>
  <w:style w:type="paragraph" w:styleId="a7">
    <w:name w:val="footer"/>
    <w:basedOn w:val="a"/>
    <w:rsid w:val="002E31D5"/>
    <w:pPr>
      <w:tabs>
        <w:tab w:val="center" w:pos="4153"/>
        <w:tab w:val="right" w:pos="8306"/>
      </w:tabs>
    </w:pPr>
  </w:style>
  <w:style w:type="paragraph" w:styleId="a8">
    <w:name w:val="Body Text"/>
    <w:basedOn w:val="a"/>
    <w:rsid w:val="002E31D5"/>
    <w:pPr>
      <w:jc w:val="center"/>
    </w:pPr>
    <w:rPr>
      <w:sz w:val="18"/>
    </w:rPr>
  </w:style>
  <w:style w:type="paragraph" w:styleId="20">
    <w:name w:val="Body Text 2"/>
    <w:basedOn w:val="a"/>
    <w:rsid w:val="002E31D5"/>
    <w:rPr>
      <w:sz w:val="28"/>
    </w:rPr>
  </w:style>
  <w:style w:type="character" w:styleId="a9">
    <w:name w:val="page number"/>
    <w:basedOn w:val="a0"/>
    <w:rsid w:val="002E31D5"/>
  </w:style>
  <w:style w:type="paragraph" w:styleId="aa">
    <w:name w:val="Document Map"/>
    <w:basedOn w:val="a"/>
    <w:semiHidden/>
    <w:rsid w:val="00C82C9C"/>
    <w:pPr>
      <w:shd w:val="clear" w:color="auto" w:fill="000080"/>
    </w:pPr>
    <w:rPr>
      <w:rFonts w:ascii="Tahoma" w:hAnsi="Tahoma" w:cs="Tahoma"/>
    </w:rPr>
  </w:style>
  <w:style w:type="paragraph" w:styleId="31">
    <w:name w:val="Body Text 3"/>
    <w:basedOn w:val="a"/>
    <w:rsid w:val="002E31D5"/>
    <w:pPr>
      <w:spacing w:line="180" w:lineRule="auto"/>
      <w:jc w:val="center"/>
    </w:pPr>
    <w:rPr>
      <w:spacing w:val="-18"/>
    </w:rPr>
  </w:style>
  <w:style w:type="paragraph" w:styleId="ab">
    <w:name w:val="Body Text Indent"/>
    <w:basedOn w:val="a"/>
    <w:rsid w:val="002E31D5"/>
    <w:pPr>
      <w:spacing w:after="120"/>
      <w:ind w:left="283"/>
    </w:pPr>
  </w:style>
  <w:style w:type="paragraph" w:styleId="ac">
    <w:name w:val="Block Text"/>
    <w:basedOn w:val="a"/>
    <w:rsid w:val="002E31D5"/>
    <w:pPr>
      <w:tabs>
        <w:tab w:val="left" w:pos="1418"/>
      </w:tabs>
      <w:overflowPunct w:val="0"/>
      <w:autoSpaceDE w:val="0"/>
      <w:autoSpaceDN w:val="0"/>
      <w:adjustRightInd w:val="0"/>
      <w:ind w:left="-426" w:right="708"/>
      <w:textAlignment w:val="baseline"/>
    </w:pPr>
    <w:rPr>
      <w:rFonts w:ascii="Arial" w:hAnsi="Arial" w:cs="Arial"/>
      <w:sz w:val="24"/>
    </w:rPr>
  </w:style>
  <w:style w:type="paragraph" w:customStyle="1" w:styleId="100">
    <w:name w:val="Заголовок 10"/>
    <w:basedOn w:val="2"/>
    <w:rsid w:val="002E31D5"/>
    <w:rPr>
      <w:rFonts w:ascii="Arial" w:hAnsi="Arial"/>
      <w:b w:val="0"/>
      <w:sz w:val="24"/>
    </w:rPr>
  </w:style>
  <w:style w:type="paragraph" w:styleId="32">
    <w:name w:val="Body Text Indent 3"/>
    <w:basedOn w:val="a"/>
    <w:rsid w:val="002E31D5"/>
    <w:pPr>
      <w:spacing w:after="120"/>
      <w:ind w:left="283"/>
    </w:pPr>
    <w:rPr>
      <w:sz w:val="16"/>
      <w:szCs w:val="16"/>
    </w:rPr>
  </w:style>
  <w:style w:type="paragraph" w:styleId="21">
    <w:name w:val="Body Text Indent 2"/>
    <w:basedOn w:val="a"/>
    <w:rsid w:val="002E31D5"/>
    <w:pPr>
      <w:spacing w:after="120" w:line="480" w:lineRule="auto"/>
      <w:ind w:left="283"/>
    </w:pPr>
  </w:style>
  <w:style w:type="table" w:styleId="ad">
    <w:name w:val="Table Grid"/>
    <w:basedOn w:val="a1"/>
    <w:rsid w:val="009A6D2E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Normal Indent"/>
    <w:basedOn w:val="a"/>
    <w:link w:val="11"/>
    <w:rsid w:val="007C0466"/>
    <w:pPr>
      <w:ind w:firstLine="397"/>
    </w:pPr>
    <w:rPr>
      <w:rFonts w:ascii="Arial" w:hAnsi="Arial"/>
      <w:sz w:val="24"/>
    </w:rPr>
  </w:style>
  <w:style w:type="character" w:customStyle="1" w:styleId="11">
    <w:name w:val="Обычный отступ Знак1"/>
    <w:basedOn w:val="a0"/>
    <w:link w:val="ae"/>
    <w:rsid w:val="00895EED"/>
    <w:rPr>
      <w:rFonts w:ascii="Arial" w:hAnsi="Arial"/>
      <w:sz w:val="24"/>
      <w:lang w:val="ru-RU" w:eastAsia="ru-RU" w:bidi="ar-SA"/>
    </w:rPr>
  </w:style>
  <w:style w:type="character" w:customStyle="1" w:styleId="PEStyleFont3">
    <w:name w:val="PEStyleFont3"/>
    <w:basedOn w:val="a0"/>
    <w:rsid w:val="0071662F"/>
    <w:rPr>
      <w:rFonts w:ascii="Arial CYR" w:hAnsi="Arial CYR"/>
      <w:spacing w:val="0"/>
      <w:position w:val="0"/>
      <w:sz w:val="20"/>
      <w:szCs w:val="20"/>
      <w:u w:val="none"/>
    </w:rPr>
  </w:style>
  <w:style w:type="paragraph" w:styleId="af">
    <w:name w:val="Plain Text"/>
    <w:basedOn w:val="a"/>
    <w:link w:val="af0"/>
    <w:uiPriority w:val="99"/>
    <w:rsid w:val="0071662F"/>
    <w:rPr>
      <w:rFonts w:ascii="Courier New" w:hAnsi="Courier New" w:cs="Courier New"/>
    </w:rPr>
  </w:style>
  <w:style w:type="character" w:customStyle="1" w:styleId="PEStyleFont4">
    <w:name w:val="PEStyleFont4"/>
    <w:basedOn w:val="a0"/>
    <w:rsid w:val="0071662F"/>
    <w:rPr>
      <w:rFonts w:ascii="Arial CYR" w:hAnsi="Arial CYR"/>
      <w:b/>
      <w:i/>
      <w:spacing w:val="0"/>
      <w:position w:val="0"/>
      <w:sz w:val="28"/>
      <w:szCs w:val="28"/>
      <w:u w:val="none"/>
    </w:rPr>
  </w:style>
  <w:style w:type="paragraph" w:customStyle="1" w:styleId="PEStylePara2">
    <w:name w:val="PEStylePara2"/>
    <w:basedOn w:val="a"/>
    <w:next w:val="a"/>
    <w:rsid w:val="0071662F"/>
    <w:pPr>
      <w:keepNext/>
      <w:keepLines/>
      <w:jc w:val="center"/>
    </w:pPr>
    <w:rPr>
      <w:rFonts w:ascii="Courier New" w:hAnsi="Courier New" w:cs="Courier New"/>
    </w:rPr>
  </w:style>
  <w:style w:type="character" w:customStyle="1" w:styleId="PEStyleFont6">
    <w:name w:val="PEStyleFont6"/>
    <w:basedOn w:val="a0"/>
    <w:rsid w:val="0071662F"/>
    <w:rPr>
      <w:rFonts w:ascii="Arial CYR" w:hAnsi="Arial CYR"/>
      <w:b/>
      <w:spacing w:val="0"/>
      <w:position w:val="0"/>
      <w:sz w:val="16"/>
      <w:szCs w:val="16"/>
      <w:u w:val="none"/>
    </w:rPr>
  </w:style>
  <w:style w:type="character" w:customStyle="1" w:styleId="PEStyleFont8">
    <w:name w:val="PEStyleFont8"/>
    <w:basedOn w:val="a0"/>
    <w:rsid w:val="0071662F"/>
    <w:rPr>
      <w:rFonts w:ascii="Arial CYR" w:hAnsi="Arial CYR"/>
      <w:spacing w:val="0"/>
      <w:position w:val="0"/>
      <w:sz w:val="16"/>
      <w:szCs w:val="16"/>
      <w:u w:val="none"/>
    </w:rPr>
  </w:style>
  <w:style w:type="paragraph" w:customStyle="1" w:styleId="PEStylePara1">
    <w:name w:val="PEStylePara1"/>
    <w:basedOn w:val="a"/>
    <w:next w:val="a"/>
    <w:rsid w:val="0071662F"/>
    <w:pPr>
      <w:jc w:val="both"/>
    </w:pPr>
    <w:rPr>
      <w:rFonts w:ascii="Courier New" w:hAnsi="Courier New" w:cs="Courier New"/>
    </w:rPr>
  </w:style>
  <w:style w:type="character" w:customStyle="1" w:styleId="PEStyleFont7">
    <w:name w:val="PEStyleFont7"/>
    <w:basedOn w:val="a0"/>
    <w:rsid w:val="0071662F"/>
    <w:rPr>
      <w:rFonts w:ascii="Arial CYR" w:hAnsi="Arial CYR"/>
      <w:b/>
      <w:spacing w:val="0"/>
      <w:position w:val="0"/>
      <w:sz w:val="16"/>
      <w:szCs w:val="16"/>
      <w:u w:val="none"/>
    </w:rPr>
  </w:style>
  <w:style w:type="paragraph" w:customStyle="1" w:styleId="PEStylePara0">
    <w:name w:val="PEStylePara0"/>
    <w:basedOn w:val="af"/>
    <w:rsid w:val="0071662F"/>
    <w:pPr>
      <w:keepNext/>
      <w:keepLines/>
      <w:jc w:val="center"/>
    </w:pPr>
  </w:style>
  <w:style w:type="character" w:customStyle="1" w:styleId="af1">
    <w:name w:val="Обычный отступ Знак"/>
    <w:basedOn w:val="a0"/>
    <w:rsid w:val="00CF0657"/>
    <w:rPr>
      <w:rFonts w:ascii="Arial" w:hAnsi="Arial"/>
      <w:sz w:val="24"/>
      <w:lang w:val="ru-RU" w:eastAsia="ru-RU" w:bidi="ar-SA"/>
    </w:rPr>
  </w:style>
  <w:style w:type="character" w:customStyle="1" w:styleId="af2">
    <w:name w:val="Знак Знак"/>
    <w:basedOn w:val="a0"/>
    <w:locked/>
    <w:rsid w:val="00844F6B"/>
    <w:rPr>
      <w:rFonts w:ascii="Arial" w:hAnsi="Arial" w:cs="Arial"/>
      <w:sz w:val="24"/>
      <w:lang w:val="ru-RU" w:eastAsia="ru-RU" w:bidi="ar-SA"/>
    </w:rPr>
  </w:style>
  <w:style w:type="paragraph" w:customStyle="1" w:styleId="Standard">
    <w:name w:val="Standard"/>
    <w:rsid w:val="00A857BB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sz w:val="24"/>
      <w:szCs w:val="24"/>
    </w:rPr>
  </w:style>
  <w:style w:type="paragraph" w:customStyle="1" w:styleId="41">
    <w:name w:val="Заголовок 41"/>
    <w:basedOn w:val="Standard"/>
    <w:next w:val="Standard"/>
    <w:rsid w:val="00A857BB"/>
    <w:pPr>
      <w:keepNext/>
      <w:jc w:val="center"/>
      <w:outlineLvl w:val="3"/>
    </w:pPr>
    <w:rPr>
      <w:sz w:val="22"/>
      <w:szCs w:val="20"/>
      <w:u w:val="single"/>
    </w:rPr>
  </w:style>
  <w:style w:type="paragraph" w:customStyle="1" w:styleId="310">
    <w:name w:val="Заголовок 31"/>
    <w:basedOn w:val="Standard"/>
    <w:next w:val="Standard"/>
    <w:rsid w:val="00D92FEB"/>
    <w:pPr>
      <w:keepNext/>
      <w:ind w:left="288"/>
      <w:outlineLvl w:val="2"/>
    </w:pPr>
    <w:rPr>
      <w:szCs w:val="20"/>
    </w:rPr>
  </w:style>
  <w:style w:type="character" w:customStyle="1" w:styleId="WW8Num2z0">
    <w:name w:val="WW8Num2z0"/>
    <w:rsid w:val="00E7590D"/>
    <w:rPr>
      <w:rFonts w:cs="Arial"/>
    </w:rPr>
  </w:style>
  <w:style w:type="character" w:customStyle="1" w:styleId="12">
    <w:name w:val="Основной шрифт абзаца1"/>
    <w:rsid w:val="00E7590D"/>
  </w:style>
  <w:style w:type="character" w:customStyle="1" w:styleId="af3">
    <w:name w:val="Маркеры списка"/>
    <w:rsid w:val="00E7590D"/>
    <w:rPr>
      <w:rFonts w:ascii="StarSymbol" w:eastAsia="StarSymbol" w:hAnsi="StarSymbol" w:cs="StarSymbol"/>
      <w:sz w:val="18"/>
      <w:szCs w:val="18"/>
    </w:rPr>
  </w:style>
  <w:style w:type="character" w:customStyle="1" w:styleId="af4">
    <w:name w:val="Символ нумерации"/>
    <w:rsid w:val="00E7590D"/>
  </w:style>
  <w:style w:type="paragraph" w:customStyle="1" w:styleId="af5">
    <w:name w:val="Заголовок"/>
    <w:basedOn w:val="a"/>
    <w:next w:val="a8"/>
    <w:rsid w:val="00E7590D"/>
    <w:pPr>
      <w:keepNext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af6">
    <w:name w:val="List"/>
    <w:basedOn w:val="a8"/>
    <w:rsid w:val="00E7590D"/>
    <w:rPr>
      <w:rFonts w:cs="Tahoma"/>
      <w:lang w:eastAsia="ar-SA"/>
    </w:rPr>
  </w:style>
  <w:style w:type="paragraph" w:customStyle="1" w:styleId="13">
    <w:name w:val="Название1"/>
    <w:basedOn w:val="a"/>
    <w:rsid w:val="00E7590D"/>
    <w:pPr>
      <w:suppressLineNumbers/>
      <w:spacing w:before="120" w:after="120"/>
    </w:pPr>
    <w:rPr>
      <w:rFonts w:cs="Tahoma"/>
      <w:i/>
      <w:iCs/>
      <w:sz w:val="24"/>
      <w:szCs w:val="24"/>
      <w:lang w:eastAsia="ar-SA"/>
    </w:rPr>
  </w:style>
  <w:style w:type="paragraph" w:customStyle="1" w:styleId="14">
    <w:name w:val="Указатель1"/>
    <w:basedOn w:val="a"/>
    <w:rsid w:val="00E7590D"/>
    <w:pPr>
      <w:suppressLineNumbers/>
    </w:pPr>
    <w:rPr>
      <w:rFonts w:cs="Tahoma"/>
      <w:lang w:eastAsia="ar-SA"/>
    </w:rPr>
  </w:style>
  <w:style w:type="paragraph" w:customStyle="1" w:styleId="15">
    <w:name w:val="Название объекта1"/>
    <w:basedOn w:val="a"/>
    <w:next w:val="a"/>
    <w:rsid w:val="00E7590D"/>
    <w:pPr>
      <w:jc w:val="center"/>
    </w:pPr>
    <w:rPr>
      <w:rFonts w:ascii="Symbol" w:hAnsi="Symbol" w:cs="Symbol"/>
      <w:sz w:val="32"/>
      <w:lang w:eastAsia="ar-SA"/>
    </w:rPr>
  </w:style>
  <w:style w:type="paragraph" w:customStyle="1" w:styleId="210">
    <w:name w:val="Основной текст 21"/>
    <w:basedOn w:val="a"/>
    <w:rsid w:val="00E7590D"/>
    <w:rPr>
      <w:rFonts w:cs="Symbol"/>
      <w:sz w:val="28"/>
      <w:lang w:eastAsia="ar-SA"/>
    </w:rPr>
  </w:style>
  <w:style w:type="paragraph" w:customStyle="1" w:styleId="16">
    <w:name w:val="Схема документа1"/>
    <w:basedOn w:val="a"/>
    <w:rsid w:val="00E7590D"/>
    <w:pPr>
      <w:shd w:val="clear" w:color="auto" w:fill="000080"/>
    </w:pPr>
    <w:rPr>
      <w:rFonts w:ascii="Tahoma" w:hAnsi="Tahoma" w:cs="Tahoma"/>
      <w:lang w:eastAsia="ar-SA"/>
    </w:rPr>
  </w:style>
  <w:style w:type="paragraph" w:customStyle="1" w:styleId="311">
    <w:name w:val="Основной текст 31"/>
    <w:basedOn w:val="a"/>
    <w:rsid w:val="00E7590D"/>
    <w:pPr>
      <w:spacing w:line="180" w:lineRule="auto"/>
      <w:jc w:val="center"/>
    </w:pPr>
    <w:rPr>
      <w:rFonts w:cs="Symbol"/>
      <w:spacing w:val="-18"/>
      <w:lang w:eastAsia="ar-SA"/>
    </w:rPr>
  </w:style>
  <w:style w:type="paragraph" w:customStyle="1" w:styleId="17">
    <w:name w:val="Цитата1"/>
    <w:basedOn w:val="a"/>
    <w:rsid w:val="00E7590D"/>
    <w:pPr>
      <w:tabs>
        <w:tab w:val="left" w:pos="1418"/>
      </w:tabs>
      <w:overflowPunct w:val="0"/>
      <w:autoSpaceDE w:val="0"/>
      <w:ind w:left="-426" w:right="708"/>
      <w:textAlignment w:val="baseline"/>
    </w:pPr>
    <w:rPr>
      <w:rFonts w:ascii="Arial" w:hAnsi="Arial" w:cs="Arial"/>
      <w:sz w:val="24"/>
      <w:lang w:eastAsia="ar-SA"/>
    </w:rPr>
  </w:style>
  <w:style w:type="paragraph" w:customStyle="1" w:styleId="312">
    <w:name w:val="Основной текст с отступом 31"/>
    <w:basedOn w:val="a"/>
    <w:rsid w:val="00E7590D"/>
    <w:pPr>
      <w:spacing w:after="120"/>
      <w:ind w:left="283"/>
    </w:pPr>
    <w:rPr>
      <w:rFonts w:cs="Symbol"/>
      <w:sz w:val="16"/>
      <w:szCs w:val="16"/>
      <w:lang w:eastAsia="ar-SA"/>
    </w:rPr>
  </w:style>
  <w:style w:type="paragraph" w:customStyle="1" w:styleId="211">
    <w:name w:val="Основной текст с отступом 21"/>
    <w:basedOn w:val="a"/>
    <w:rsid w:val="00E7590D"/>
    <w:pPr>
      <w:spacing w:after="120" w:line="480" w:lineRule="auto"/>
      <w:ind w:left="283"/>
    </w:pPr>
    <w:rPr>
      <w:rFonts w:cs="Symbol"/>
      <w:lang w:eastAsia="ar-SA"/>
    </w:rPr>
  </w:style>
  <w:style w:type="paragraph" w:customStyle="1" w:styleId="18">
    <w:name w:val="Обычный отступ1"/>
    <w:basedOn w:val="a"/>
    <w:rsid w:val="00E7590D"/>
    <w:pPr>
      <w:ind w:firstLine="397"/>
    </w:pPr>
    <w:rPr>
      <w:rFonts w:ascii="Arial" w:hAnsi="Arial" w:cs="Symbol"/>
      <w:sz w:val="24"/>
      <w:lang w:eastAsia="ar-SA"/>
    </w:rPr>
  </w:style>
  <w:style w:type="paragraph" w:customStyle="1" w:styleId="19">
    <w:name w:val="Текст1"/>
    <w:basedOn w:val="a"/>
    <w:rsid w:val="00E7590D"/>
    <w:rPr>
      <w:rFonts w:ascii="Courier New" w:hAnsi="Courier New" w:cs="Courier New"/>
      <w:lang w:eastAsia="ar-SA"/>
    </w:rPr>
  </w:style>
  <w:style w:type="paragraph" w:customStyle="1" w:styleId="af7">
    <w:name w:val="Содержимое таблицы"/>
    <w:basedOn w:val="a"/>
    <w:rsid w:val="00E7590D"/>
    <w:pPr>
      <w:suppressLineNumbers/>
    </w:pPr>
    <w:rPr>
      <w:rFonts w:cs="Symbol"/>
      <w:lang w:eastAsia="ar-SA"/>
    </w:rPr>
  </w:style>
  <w:style w:type="paragraph" w:customStyle="1" w:styleId="af8">
    <w:name w:val="Заголовок таблицы"/>
    <w:basedOn w:val="af7"/>
    <w:rsid w:val="00E7590D"/>
    <w:pPr>
      <w:jc w:val="center"/>
    </w:pPr>
    <w:rPr>
      <w:b/>
      <w:bCs/>
    </w:rPr>
  </w:style>
  <w:style w:type="paragraph" w:customStyle="1" w:styleId="af9">
    <w:name w:val="Содержимое врезки"/>
    <w:basedOn w:val="a8"/>
    <w:rsid w:val="00E7590D"/>
    <w:rPr>
      <w:rFonts w:cs="Symbol"/>
      <w:lang w:eastAsia="ar-SA"/>
    </w:rPr>
  </w:style>
  <w:style w:type="paragraph" w:customStyle="1" w:styleId="1a">
    <w:name w:val="заголовок 1"/>
    <w:basedOn w:val="a"/>
    <w:next w:val="a"/>
    <w:uiPriority w:val="99"/>
    <w:rsid w:val="00E7590D"/>
    <w:pPr>
      <w:keepNext/>
      <w:widowControl w:val="0"/>
      <w:suppressAutoHyphens/>
      <w:jc w:val="center"/>
    </w:pPr>
    <w:rPr>
      <w:sz w:val="24"/>
      <w:lang w:eastAsia="ar-SA"/>
    </w:rPr>
  </w:style>
  <w:style w:type="character" w:customStyle="1" w:styleId="a6">
    <w:name w:val="Верхний колонтитул Знак"/>
    <w:basedOn w:val="a0"/>
    <w:link w:val="a5"/>
    <w:locked/>
    <w:rsid w:val="009800C1"/>
    <w:rPr>
      <w:rFonts w:ascii="Times New Roman" w:eastAsia="Times New Roman" w:hAnsi="Times New Roman"/>
    </w:rPr>
  </w:style>
  <w:style w:type="paragraph" w:customStyle="1" w:styleId="22">
    <w:name w:val="Обычный2"/>
    <w:link w:val="afa"/>
    <w:uiPriority w:val="99"/>
    <w:rsid w:val="007C2473"/>
    <w:pPr>
      <w:widowControl w:val="0"/>
    </w:pPr>
    <w:rPr>
      <w:rFonts w:ascii="Times New Roman" w:eastAsia="Times New Roman" w:hAnsi="Times New Roman"/>
      <w:lang w:val="en-GB"/>
    </w:rPr>
  </w:style>
  <w:style w:type="character" w:customStyle="1" w:styleId="afa">
    <w:name w:val="Обычный Знак"/>
    <w:basedOn w:val="a0"/>
    <w:link w:val="22"/>
    <w:uiPriority w:val="99"/>
    <w:locked/>
    <w:rsid w:val="007C2473"/>
    <w:rPr>
      <w:rFonts w:ascii="Times New Roman" w:eastAsia="Times New Roman" w:hAnsi="Times New Roman"/>
      <w:lang w:val="en-GB" w:eastAsia="ru-RU" w:bidi="ar-SA"/>
    </w:rPr>
  </w:style>
  <w:style w:type="paragraph" w:customStyle="1" w:styleId="afb">
    <w:name w:val="Чертежный"/>
    <w:rsid w:val="00CD49EB"/>
    <w:pPr>
      <w:jc w:val="both"/>
    </w:pPr>
    <w:rPr>
      <w:rFonts w:ascii="ISOCPEUR" w:eastAsia="Times New Roman" w:hAnsi="ISOCPEUR"/>
      <w:i/>
      <w:sz w:val="28"/>
      <w:lang w:val="uk-UA"/>
    </w:rPr>
  </w:style>
  <w:style w:type="paragraph" w:styleId="afc">
    <w:name w:val="Title"/>
    <w:basedOn w:val="a"/>
    <w:link w:val="afd"/>
    <w:qFormat/>
    <w:rsid w:val="00CD49EB"/>
    <w:pPr>
      <w:jc w:val="center"/>
    </w:pPr>
    <w:rPr>
      <w:rFonts w:eastAsia="Прямой Проп"/>
      <w:b/>
      <w:sz w:val="28"/>
      <w:lang w:val="en-US"/>
    </w:rPr>
  </w:style>
  <w:style w:type="character" w:customStyle="1" w:styleId="afd">
    <w:name w:val="Название Знак"/>
    <w:basedOn w:val="a0"/>
    <w:link w:val="afc"/>
    <w:rsid w:val="00CD49EB"/>
    <w:rPr>
      <w:rFonts w:ascii="Times New Roman" w:eastAsia="Прямой Проп" w:hAnsi="Times New Roman"/>
      <w:b/>
      <w:sz w:val="28"/>
      <w:lang w:val="en-US"/>
    </w:rPr>
  </w:style>
  <w:style w:type="paragraph" w:customStyle="1" w:styleId="40">
    <w:name w:val="4 Знак Знак Знак Знак"/>
    <w:basedOn w:val="a"/>
    <w:uiPriority w:val="99"/>
    <w:rsid w:val="002820FE"/>
    <w:pPr>
      <w:spacing w:after="160" w:line="240" w:lineRule="exact"/>
    </w:pPr>
    <w:rPr>
      <w:lang w:val="en-US" w:eastAsia="en-US"/>
    </w:rPr>
  </w:style>
  <w:style w:type="character" w:customStyle="1" w:styleId="30">
    <w:name w:val="Заголовок 3 Знак"/>
    <w:basedOn w:val="a0"/>
    <w:link w:val="3"/>
    <w:uiPriority w:val="9"/>
    <w:locked/>
    <w:rsid w:val="002820FE"/>
    <w:rPr>
      <w:rFonts w:ascii="Times New Roman" w:eastAsia="Times New Roman" w:hAnsi="Times New Roman"/>
      <w:b/>
      <w:sz w:val="18"/>
    </w:rPr>
  </w:style>
  <w:style w:type="paragraph" w:customStyle="1" w:styleId="33">
    <w:name w:val="заголовок 3"/>
    <w:basedOn w:val="22"/>
    <w:next w:val="22"/>
    <w:uiPriority w:val="99"/>
    <w:rsid w:val="00A56108"/>
    <w:pPr>
      <w:keepNext/>
      <w:jc w:val="center"/>
    </w:pPr>
    <w:rPr>
      <w:rFonts w:ascii="Arial" w:hAnsi="Arial" w:cs="Arial"/>
      <w:b/>
      <w:bCs/>
      <w:sz w:val="24"/>
      <w:szCs w:val="24"/>
    </w:rPr>
  </w:style>
  <w:style w:type="paragraph" w:styleId="afe">
    <w:name w:val="List Paragraph"/>
    <w:basedOn w:val="a"/>
    <w:uiPriority w:val="34"/>
    <w:qFormat/>
    <w:rsid w:val="00A56108"/>
    <w:pPr>
      <w:ind w:left="720"/>
      <w:contextualSpacing/>
    </w:pPr>
  </w:style>
  <w:style w:type="character" w:customStyle="1" w:styleId="af0">
    <w:name w:val="Текст Знак"/>
    <w:basedOn w:val="a0"/>
    <w:link w:val="af"/>
    <w:uiPriority w:val="99"/>
    <w:locked/>
    <w:rsid w:val="00225BCF"/>
    <w:rPr>
      <w:rFonts w:ascii="Courier New" w:eastAsia="Times New Roman" w:hAnsi="Courier New" w:cs="Courier New"/>
    </w:rPr>
  </w:style>
  <w:style w:type="paragraph" w:styleId="aff">
    <w:name w:val="No Spacing"/>
    <w:link w:val="aff0"/>
    <w:uiPriority w:val="1"/>
    <w:qFormat/>
    <w:rsid w:val="00EE7CED"/>
    <w:rPr>
      <w:rFonts w:ascii="Calibri" w:eastAsia="Calibri" w:hAnsi="Calibri"/>
      <w:sz w:val="24"/>
      <w:szCs w:val="24"/>
      <w:lang w:eastAsia="en-US"/>
    </w:rPr>
  </w:style>
  <w:style w:type="character" w:customStyle="1" w:styleId="aff0">
    <w:name w:val="Без интервала Знак"/>
    <w:basedOn w:val="a0"/>
    <w:link w:val="aff"/>
    <w:uiPriority w:val="1"/>
    <w:rsid w:val="00EE7CED"/>
    <w:rPr>
      <w:rFonts w:ascii="Calibri" w:eastAsia="Calibri" w:hAnsi="Calibri"/>
      <w:sz w:val="24"/>
      <w:szCs w:val="24"/>
      <w:lang w:eastAsia="en-US"/>
    </w:rPr>
  </w:style>
  <w:style w:type="paragraph" w:styleId="aff1">
    <w:name w:val="Balloon Text"/>
    <w:basedOn w:val="a"/>
    <w:link w:val="aff2"/>
    <w:rsid w:val="001642E9"/>
    <w:rPr>
      <w:rFonts w:ascii="Tahoma" w:hAnsi="Tahoma" w:cs="Tahoma"/>
      <w:sz w:val="16"/>
      <w:szCs w:val="16"/>
    </w:rPr>
  </w:style>
  <w:style w:type="character" w:customStyle="1" w:styleId="aff2">
    <w:name w:val="Текст выноски Знак"/>
    <w:basedOn w:val="a0"/>
    <w:link w:val="aff1"/>
    <w:rsid w:val="001642E9"/>
    <w:rPr>
      <w:rFonts w:ascii="Tahoma" w:eastAsia="Times New Roman" w:hAnsi="Tahoma" w:cs="Tahoma"/>
      <w:sz w:val="16"/>
      <w:szCs w:val="16"/>
    </w:rPr>
  </w:style>
  <w:style w:type="character" w:customStyle="1" w:styleId="text1">
    <w:name w:val="text1"/>
    <w:basedOn w:val="a0"/>
    <w:rsid w:val="00D74122"/>
    <w:rPr>
      <w:rFonts w:ascii="Arial" w:hAnsi="Arial" w:cs="Arial" w:hint="default"/>
      <w:sz w:val="13"/>
      <w:szCs w:val="13"/>
    </w:rPr>
  </w:style>
  <w:style w:type="character" w:styleId="aff3">
    <w:name w:val="annotation reference"/>
    <w:basedOn w:val="a0"/>
    <w:uiPriority w:val="99"/>
    <w:semiHidden/>
    <w:unhideWhenUsed/>
    <w:rsid w:val="00833286"/>
    <w:rPr>
      <w:sz w:val="16"/>
      <w:szCs w:val="16"/>
    </w:rPr>
  </w:style>
  <w:style w:type="paragraph" w:styleId="aff4">
    <w:name w:val="annotation text"/>
    <w:basedOn w:val="a"/>
    <w:link w:val="aff5"/>
    <w:uiPriority w:val="99"/>
    <w:semiHidden/>
    <w:unhideWhenUsed/>
    <w:rsid w:val="00833286"/>
  </w:style>
  <w:style w:type="character" w:customStyle="1" w:styleId="aff5">
    <w:name w:val="Текст примечания Знак"/>
    <w:basedOn w:val="a0"/>
    <w:link w:val="aff4"/>
    <w:uiPriority w:val="99"/>
    <w:semiHidden/>
    <w:rsid w:val="00833286"/>
    <w:rPr>
      <w:rFonts w:ascii="Times New Roman" w:eastAsia="Times New Roman" w:hAnsi="Times New Roman"/>
    </w:rPr>
  </w:style>
  <w:style w:type="paragraph" w:styleId="aff6">
    <w:name w:val="annotation subject"/>
    <w:basedOn w:val="aff4"/>
    <w:next w:val="aff4"/>
    <w:link w:val="aff7"/>
    <w:semiHidden/>
    <w:unhideWhenUsed/>
    <w:rsid w:val="00833286"/>
    <w:rPr>
      <w:b/>
      <w:bCs/>
    </w:rPr>
  </w:style>
  <w:style w:type="character" w:customStyle="1" w:styleId="aff7">
    <w:name w:val="Тема примечания Знак"/>
    <w:basedOn w:val="aff5"/>
    <w:link w:val="aff6"/>
    <w:semiHidden/>
    <w:rsid w:val="00833286"/>
    <w:rPr>
      <w:rFonts w:ascii="Times New Roman" w:eastAsia="Times New Roman" w:hAnsi="Times New Roman"/>
      <w:b/>
      <w:bCs/>
    </w:rPr>
  </w:style>
  <w:style w:type="character" w:customStyle="1" w:styleId="10">
    <w:name w:val="Заголовок 1 Знак"/>
    <w:basedOn w:val="a0"/>
    <w:link w:val="1"/>
    <w:rsid w:val="004E676F"/>
    <w:rPr>
      <w:rFonts w:ascii="Times New Roman" w:eastAsia="Times New Roman" w:hAnsi="Times New Roman"/>
      <w:sz w:val="32"/>
    </w:rPr>
  </w:style>
  <w:style w:type="paragraph" w:customStyle="1" w:styleId="Style7">
    <w:name w:val="Style7"/>
    <w:basedOn w:val="a"/>
    <w:uiPriority w:val="99"/>
    <w:rsid w:val="003D5CBF"/>
    <w:pPr>
      <w:widowControl w:val="0"/>
      <w:autoSpaceDE w:val="0"/>
      <w:autoSpaceDN w:val="0"/>
      <w:adjustRightInd w:val="0"/>
      <w:jc w:val="both"/>
    </w:pPr>
    <w:rPr>
      <w:rFonts w:eastAsiaTheme="minorEastAsia"/>
      <w:sz w:val="24"/>
      <w:szCs w:val="24"/>
    </w:rPr>
  </w:style>
  <w:style w:type="paragraph" w:customStyle="1" w:styleId="Style93">
    <w:name w:val="Style93"/>
    <w:basedOn w:val="a"/>
    <w:uiPriority w:val="99"/>
    <w:rsid w:val="003D5CBF"/>
    <w:pPr>
      <w:widowControl w:val="0"/>
      <w:autoSpaceDE w:val="0"/>
      <w:autoSpaceDN w:val="0"/>
      <w:adjustRightInd w:val="0"/>
      <w:spacing w:line="325" w:lineRule="exact"/>
      <w:ind w:firstLine="720"/>
      <w:jc w:val="both"/>
    </w:pPr>
    <w:rPr>
      <w:rFonts w:eastAsiaTheme="minorEastAsia"/>
      <w:sz w:val="24"/>
      <w:szCs w:val="24"/>
    </w:rPr>
  </w:style>
  <w:style w:type="character" w:customStyle="1" w:styleId="FontStyle115">
    <w:name w:val="Font Style115"/>
    <w:basedOn w:val="a0"/>
    <w:uiPriority w:val="99"/>
    <w:rsid w:val="003D5CBF"/>
    <w:rPr>
      <w:rFonts w:ascii="Times New Roman" w:hAnsi="Times New Roman" w:cs="Times New Roman"/>
      <w:sz w:val="26"/>
      <w:szCs w:val="26"/>
    </w:rPr>
  </w:style>
  <w:style w:type="character" w:customStyle="1" w:styleId="FontStyle116">
    <w:name w:val="Font Style116"/>
    <w:basedOn w:val="a0"/>
    <w:uiPriority w:val="99"/>
    <w:rsid w:val="003D5CBF"/>
    <w:rPr>
      <w:rFonts w:ascii="Times New Roman" w:hAnsi="Times New Roman" w:cs="Times New Roman"/>
      <w:b/>
      <w:bCs/>
      <w:sz w:val="26"/>
      <w:szCs w:val="26"/>
    </w:rPr>
  </w:style>
  <w:style w:type="paragraph" w:customStyle="1" w:styleId="Style20">
    <w:name w:val="Style20"/>
    <w:basedOn w:val="a"/>
    <w:uiPriority w:val="99"/>
    <w:rsid w:val="003D5CBF"/>
    <w:pPr>
      <w:widowControl w:val="0"/>
      <w:autoSpaceDE w:val="0"/>
      <w:autoSpaceDN w:val="0"/>
      <w:adjustRightInd w:val="0"/>
      <w:spacing w:line="317" w:lineRule="exact"/>
    </w:pPr>
    <w:rPr>
      <w:rFonts w:eastAsiaTheme="minorEastAsia"/>
      <w:sz w:val="24"/>
      <w:szCs w:val="24"/>
    </w:rPr>
  </w:style>
  <w:style w:type="paragraph" w:customStyle="1" w:styleId="Style72">
    <w:name w:val="Style72"/>
    <w:basedOn w:val="a"/>
    <w:uiPriority w:val="99"/>
    <w:rsid w:val="003D5CBF"/>
    <w:pPr>
      <w:widowControl w:val="0"/>
      <w:autoSpaceDE w:val="0"/>
      <w:autoSpaceDN w:val="0"/>
      <w:adjustRightInd w:val="0"/>
      <w:spacing w:line="326" w:lineRule="exact"/>
    </w:pPr>
    <w:rPr>
      <w:rFonts w:eastAsiaTheme="minorEastAsia"/>
      <w:sz w:val="24"/>
      <w:szCs w:val="24"/>
    </w:rPr>
  </w:style>
  <w:style w:type="paragraph" w:customStyle="1" w:styleId="Style94">
    <w:name w:val="Style94"/>
    <w:basedOn w:val="a"/>
    <w:uiPriority w:val="99"/>
    <w:rsid w:val="003D5CBF"/>
    <w:pPr>
      <w:widowControl w:val="0"/>
      <w:autoSpaceDE w:val="0"/>
      <w:autoSpaceDN w:val="0"/>
      <w:adjustRightInd w:val="0"/>
      <w:spacing w:line="322" w:lineRule="exact"/>
      <w:ind w:firstLine="710"/>
    </w:pPr>
    <w:rPr>
      <w:rFonts w:eastAsiaTheme="minorEastAsia"/>
      <w:sz w:val="24"/>
      <w:szCs w:val="24"/>
    </w:rPr>
  </w:style>
  <w:style w:type="paragraph" w:customStyle="1" w:styleId="Style95">
    <w:name w:val="Style95"/>
    <w:basedOn w:val="a"/>
    <w:uiPriority w:val="99"/>
    <w:rsid w:val="003D5CBF"/>
    <w:pPr>
      <w:widowControl w:val="0"/>
      <w:autoSpaceDE w:val="0"/>
      <w:autoSpaceDN w:val="0"/>
      <w:adjustRightInd w:val="0"/>
      <w:spacing w:line="326" w:lineRule="exact"/>
      <w:jc w:val="both"/>
    </w:pPr>
    <w:rPr>
      <w:rFonts w:eastAsiaTheme="minorEastAsia"/>
      <w:sz w:val="24"/>
      <w:szCs w:val="24"/>
    </w:rPr>
  </w:style>
  <w:style w:type="paragraph" w:customStyle="1" w:styleId="Style73">
    <w:name w:val="Style73"/>
    <w:basedOn w:val="a"/>
    <w:uiPriority w:val="99"/>
    <w:rsid w:val="005E1A9C"/>
    <w:pPr>
      <w:widowControl w:val="0"/>
      <w:autoSpaceDE w:val="0"/>
      <w:autoSpaceDN w:val="0"/>
      <w:adjustRightInd w:val="0"/>
      <w:spacing w:line="643" w:lineRule="exact"/>
      <w:jc w:val="both"/>
    </w:pPr>
    <w:rPr>
      <w:rFonts w:eastAsiaTheme="minorEastAsia"/>
      <w:sz w:val="24"/>
      <w:szCs w:val="24"/>
    </w:rPr>
  </w:style>
  <w:style w:type="paragraph" w:customStyle="1" w:styleId="Style6">
    <w:name w:val="Style6"/>
    <w:basedOn w:val="a"/>
    <w:uiPriority w:val="99"/>
    <w:rsid w:val="005E1A9C"/>
    <w:pPr>
      <w:widowControl w:val="0"/>
      <w:autoSpaceDE w:val="0"/>
      <w:autoSpaceDN w:val="0"/>
      <w:adjustRightInd w:val="0"/>
      <w:jc w:val="both"/>
    </w:pPr>
    <w:rPr>
      <w:rFonts w:eastAsiaTheme="minorEastAsia"/>
      <w:sz w:val="24"/>
      <w:szCs w:val="24"/>
    </w:rPr>
  </w:style>
  <w:style w:type="character" w:customStyle="1" w:styleId="FontStyle34">
    <w:name w:val="Font Style34"/>
    <w:rsid w:val="003F3433"/>
    <w:rPr>
      <w:rFonts w:ascii="Times New Roman" w:hAnsi="Times New Roman" w:cs="Times New Roman"/>
      <w:spacing w:val="10"/>
      <w:sz w:val="20"/>
      <w:szCs w:val="20"/>
    </w:rPr>
  </w:style>
  <w:style w:type="paragraph" w:customStyle="1" w:styleId="Style9">
    <w:name w:val="Style9"/>
    <w:basedOn w:val="a"/>
    <w:rsid w:val="003F3433"/>
    <w:pPr>
      <w:widowControl w:val="0"/>
      <w:autoSpaceDE w:val="0"/>
      <w:autoSpaceDN w:val="0"/>
      <w:adjustRightInd w:val="0"/>
      <w:spacing w:line="259" w:lineRule="exact"/>
      <w:jc w:val="both"/>
    </w:pPr>
    <w:rPr>
      <w:sz w:val="24"/>
      <w:szCs w:val="24"/>
    </w:rPr>
  </w:style>
  <w:style w:type="character" w:customStyle="1" w:styleId="FontStyle92">
    <w:name w:val="Font Style92"/>
    <w:uiPriority w:val="99"/>
    <w:rsid w:val="003F3433"/>
    <w:rPr>
      <w:rFonts w:ascii="Times New Roman" w:hAnsi="Times New Roman" w:cs="Times New Roman" w:hint="default"/>
      <w:sz w:val="26"/>
      <w:szCs w:val="26"/>
    </w:rPr>
  </w:style>
  <w:style w:type="paragraph" w:customStyle="1" w:styleId="Style43">
    <w:name w:val="Style43"/>
    <w:basedOn w:val="a"/>
    <w:uiPriority w:val="99"/>
    <w:rsid w:val="003F3433"/>
    <w:pPr>
      <w:widowControl w:val="0"/>
      <w:autoSpaceDE w:val="0"/>
      <w:autoSpaceDN w:val="0"/>
      <w:adjustRightInd w:val="0"/>
      <w:spacing w:line="326" w:lineRule="exact"/>
      <w:jc w:val="both"/>
    </w:pPr>
    <w:rPr>
      <w:sz w:val="24"/>
      <w:szCs w:val="24"/>
    </w:rPr>
  </w:style>
  <w:style w:type="paragraph" w:customStyle="1" w:styleId="Style29">
    <w:name w:val="Style29"/>
    <w:basedOn w:val="a"/>
    <w:uiPriority w:val="99"/>
    <w:rsid w:val="003F3433"/>
    <w:pPr>
      <w:widowControl w:val="0"/>
      <w:autoSpaceDE w:val="0"/>
      <w:autoSpaceDN w:val="0"/>
      <w:adjustRightInd w:val="0"/>
      <w:spacing w:line="278" w:lineRule="exact"/>
      <w:jc w:val="both"/>
    </w:pPr>
    <w:rPr>
      <w:sz w:val="24"/>
      <w:szCs w:val="24"/>
    </w:rPr>
  </w:style>
  <w:style w:type="paragraph" w:customStyle="1" w:styleId="Style31">
    <w:name w:val="Style31"/>
    <w:basedOn w:val="a"/>
    <w:uiPriority w:val="99"/>
    <w:rsid w:val="003F3433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59">
    <w:name w:val="Style59"/>
    <w:basedOn w:val="a"/>
    <w:uiPriority w:val="99"/>
    <w:rsid w:val="003F3433"/>
    <w:pPr>
      <w:widowControl w:val="0"/>
      <w:autoSpaceDE w:val="0"/>
      <w:autoSpaceDN w:val="0"/>
      <w:adjustRightInd w:val="0"/>
      <w:jc w:val="right"/>
    </w:pPr>
    <w:rPr>
      <w:sz w:val="24"/>
      <w:szCs w:val="24"/>
    </w:rPr>
  </w:style>
  <w:style w:type="character" w:customStyle="1" w:styleId="FontStyle105">
    <w:name w:val="Font Style105"/>
    <w:uiPriority w:val="99"/>
    <w:rsid w:val="003F3433"/>
    <w:rPr>
      <w:rFonts w:ascii="Times New Roman" w:hAnsi="Times New Roman" w:cs="Times New Roman" w:hint="default"/>
      <w:b/>
      <w:bCs/>
      <w:sz w:val="16"/>
      <w:szCs w:val="16"/>
    </w:rPr>
  </w:style>
  <w:style w:type="paragraph" w:customStyle="1" w:styleId="Style76">
    <w:name w:val="Style76"/>
    <w:basedOn w:val="a"/>
    <w:uiPriority w:val="99"/>
    <w:rsid w:val="003F3433"/>
    <w:pPr>
      <w:widowControl w:val="0"/>
      <w:autoSpaceDE w:val="0"/>
      <w:autoSpaceDN w:val="0"/>
      <w:adjustRightInd w:val="0"/>
      <w:spacing w:line="322" w:lineRule="exact"/>
      <w:ind w:firstLine="720"/>
    </w:pPr>
    <w:rPr>
      <w:sz w:val="24"/>
      <w:szCs w:val="24"/>
    </w:rPr>
  </w:style>
  <w:style w:type="character" w:customStyle="1" w:styleId="FontStyle84">
    <w:name w:val="Font Style84"/>
    <w:uiPriority w:val="99"/>
    <w:rsid w:val="003F3433"/>
    <w:rPr>
      <w:rFonts w:ascii="Times New Roman" w:hAnsi="Times New Roman" w:cs="Times New Roman" w:hint="default"/>
      <w:b/>
      <w:bCs/>
      <w:sz w:val="26"/>
      <w:szCs w:val="26"/>
    </w:rPr>
  </w:style>
  <w:style w:type="paragraph" w:customStyle="1" w:styleId="1b">
    <w:name w:val="Стиль1"/>
    <w:basedOn w:val="Style93"/>
    <w:qFormat/>
    <w:rsid w:val="000D0C95"/>
    <w:pPr>
      <w:widowControl/>
      <w:spacing w:line="240" w:lineRule="auto"/>
      <w:ind w:left="142" w:firstLine="425"/>
    </w:pPr>
    <w:rPr>
      <w:sz w:val="28"/>
      <w:szCs w:val="28"/>
    </w:rPr>
  </w:style>
  <w:style w:type="character" w:customStyle="1" w:styleId="apple-converted-space">
    <w:name w:val="apple-converted-space"/>
    <w:basedOn w:val="a0"/>
    <w:rsid w:val="008B721D"/>
  </w:style>
  <w:style w:type="paragraph" w:customStyle="1" w:styleId="Style42">
    <w:name w:val="Style42"/>
    <w:basedOn w:val="a"/>
    <w:uiPriority w:val="99"/>
    <w:rsid w:val="0027480E"/>
    <w:pPr>
      <w:widowControl w:val="0"/>
      <w:autoSpaceDE w:val="0"/>
      <w:autoSpaceDN w:val="0"/>
      <w:adjustRightInd w:val="0"/>
      <w:jc w:val="center"/>
    </w:pPr>
    <w:rPr>
      <w:rFonts w:eastAsiaTheme="minorEastAsia"/>
      <w:sz w:val="24"/>
      <w:szCs w:val="24"/>
    </w:rPr>
  </w:style>
  <w:style w:type="paragraph" w:customStyle="1" w:styleId="Style55">
    <w:name w:val="Style55"/>
    <w:basedOn w:val="a"/>
    <w:uiPriority w:val="99"/>
    <w:rsid w:val="0027480E"/>
    <w:pPr>
      <w:widowControl w:val="0"/>
      <w:autoSpaceDE w:val="0"/>
      <w:autoSpaceDN w:val="0"/>
      <w:adjustRightInd w:val="0"/>
      <w:spacing w:line="322" w:lineRule="exact"/>
    </w:pPr>
    <w:rPr>
      <w:rFonts w:eastAsiaTheme="minorEastAsia"/>
      <w:sz w:val="24"/>
      <w:szCs w:val="24"/>
    </w:rPr>
  </w:style>
  <w:style w:type="paragraph" w:customStyle="1" w:styleId="Style74">
    <w:name w:val="Style74"/>
    <w:basedOn w:val="a"/>
    <w:uiPriority w:val="99"/>
    <w:rsid w:val="0027480E"/>
    <w:pPr>
      <w:widowControl w:val="0"/>
      <w:autoSpaceDE w:val="0"/>
      <w:autoSpaceDN w:val="0"/>
      <w:adjustRightInd w:val="0"/>
      <w:spacing w:line="322" w:lineRule="exact"/>
      <w:jc w:val="center"/>
    </w:pPr>
    <w:rPr>
      <w:rFonts w:eastAsiaTheme="minorEastAsia"/>
      <w:sz w:val="24"/>
      <w:szCs w:val="24"/>
    </w:rPr>
  </w:style>
  <w:style w:type="character" w:customStyle="1" w:styleId="FontStyle118">
    <w:name w:val="Font Style118"/>
    <w:basedOn w:val="a0"/>
    <w:uiPriority w:val="99"/>
    <w:rsid w:val="0027480E"/>
    <w:rPr>
      <w:rFonts w:ascii="Times New Roman" w:hAnsi="Times New Roman" w:cs="Times New Roman"/>
      <w:sz w:val="22"/>
      <w:szCs w:val="22"/>
    </w:rPr>
  </w:style>
  <w:style w:type="paragraph" w:styleId="aff8">
    <w:name w:val="Normal (Web)"/>
    <w:basedOn w:val="a"/>
    <w:uiPriority w:val="99"/>
    <w:unhideWhenUsed/>
    <w:rsid w:val="006D0668"/>
    <w:pPr>
      <w:spacing w:after="150"/>
    </w:pPr>
    <w:rPr>
      <w:sz w:val="24"/>
      <w:szCs w:val="24"/>
    </w:rPr>
  </w:style>
  <w:style w:type="character" w:customStyle="1" w:styleId="sobi2listingfieldstreet">
    <w:name w:val="sobi2listing_field_street"/>
    <w:basedOn w:val="a0"/>
    <w:rsid w:val="006D0668"/>
  </w:style>
  <w:style w:type="paragraph" w:customStyle="1" w:styleId="sobi2itemtitle">
    <w:name w:val="sobi2itemtitle"/>
    <w:basedOn w:val="a"/>
    <w:rsid w:val="006D0668"/>
    <w:pPr>
      <w:spacing w:before="75"/>
      <w:ind w:left="75"/>
    </w:pPr>
    <w:rPr>
      <w:sz w:val="24"/>
      <w:szCs w:val="24"/>
    </w:rPr>
  </w:style>
  <w:style w:type="character" w:styleId="aff9">
    <w:name w:val="Hyperlink"/>
    <w:basedOn w:val="a0"/>
    <w:uiPriority w:val="99"/>
    <w:unhideWhenUsed/>
    <w:rsid w:val="00E7667A"/>
    <w:rPr>
      <w:color w:val="0000FF"/>
      <w:u w:val="single"/>
    </w:rPr>
  </w:style>
  <w:style w:type="paragraph" w:styleId="23">
    <w:name w:val="toc 2"/>
    <w:basedOn w:val="a"/>
    <w:next w:val="a"/>
    <w:autoRedefine/>
    <w:uiPriority w:val="39"/>
    <w:unhideWhenUsed/>
    <w:rsid w:val="006B47BF"/>
    <w:pPr>
      <w:tabs>
        <w:tab w:val="left" w:pos="567"/>
        <w:tab w:val="right" w:leader="dot" w:pos="10065"/>
      </w:tabs>
      <w:spacing w:after="100" w:line="240" w:lineRule="exact"/>
      <w:ind w:left="709" w:hanging="509"/>
    </w:pPr>
    <w:rPr>
      <w:b/>
      <w:noProof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53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42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30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34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06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9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header" Target="header4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oleObject" Target="embeddings/oleObject1.bin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emf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10" Type="http://schemas.openxmlformats.org/officeDocument/2006/relationships/image" Target="media/image2.png"/><Relationship Id="rId19" Type="http://schemas.openxmlformats.org/officeDocument/2006/relationships/footer" Target="footer3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2.bin"/><Relationship Id="rId2" Type="http://schemas.openxmlformats.org/officeDocument/2006/relationships/image" Target="media/image5.emf"/><Relationship Id="rId1" Type="http://schemas.openxmlformats.org/officeDocument/2006/relationships/image" Target="media/image4.jpeg"/><Relationship Id="rId4" Type="http://schemas.openxmlformats.org/officeDocument/2006/relationships/image" Target="media/image6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TEXOT\&#1057;&#1048;&#1057;&#1058;&#1045;&#1052;&#1040;%20&#1050;&#1040;&#1063;&#1045;&#1057;&#1058;&#1042;&#1040;\&#1064;&#1072;&#1073;&#1083;&#1086;&#1085;&#1099;\&#1064;&#1072;&#1073;&#1083;&#1086;&#1085;&#1099;_&#1055;&#1061;&#1057;\&#1044;&#1086;&#1082;&#1091;&#1084;&#1050;&#1085;1_2&#1089;&#1090;&#1088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8C5D7B-0105-46BA-8E81-4B27473CC8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ДокумКн1_2стр</Template>
  <TotalTime>0</TotalTime>
  <Pages>2</Pages>
  <Words>34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Hewlett-Packard Company</Company>
  <LinksUpToDate>false</LinksUpToDate>
  <CharactersWithSpaces>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Люхина</dc:creator>
  <cp:lastModifiedBy>Максимов Александр</cp:lastModifiedBy>
  <cp:revision>2</cp:revision>
  <cp:lastPrinted>2015-12-16T12:17:00Z</cp:lastPrinted>
  <dcterms:created xsi:type="dcterms:W3CDTF">2016-07-14T12:38:00Z</dcterms:created>
  <dcterms:modified xsi:type="dcterms:W3CDTF">2016-07-14T12:38:00Z</dcterms:modified>
</cp:coreProperties>
</file>